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873" w:rsidRPr="00DC715D" w:rsidRDefault="00AA1873" w:rsidP="003D1F1C">
      <w:pPr>
        <w:pStyle w:val="a3"/>
        <w:jc w:val="right"/>
        <w:rPr>
          <w:sz w:val="16"/>
          <w:szCs w:val="16"/>
        </w:rPr>
      </w:pPr>
      <w:bookmarkStart w:id="0" w:name="_GoBack"/>
      <w:bookmarkEnd w:id="0"/>
    </w:p>
    <w:p w:rsidR="003D1F1C" w:rsidRPr="00AA1873" w:rsidRDefault="003D1F1C" w:rsidP="003D1F1C">
      <w:pPr>
        <w:pStyle w:val="a3"/>
        <w:jc w:val="center"/>
        <w:rPr>
          <w:sz w:val="24"/>
          <w:szCs w:val="24"/>
        </w:rPr>
      </w:pPr>
      <w:r w:rsidRPr="00AA1873">
        <w:rPr>
          <w:rFonts w:hint="eastAsia"/>
          <w:sz w:val="24"/>
          <w:szCs w:val="24"/>
        </w:rPr>
        <w:t>推　　　薦　　　書</w:t>
      </w:r>
    </w:p>
    <w:p w:rsidR="00AA1873" w:rsidRPr="00AA1873" w:rsidRDefault="00AA1873" w:rsidP="003D1F1C">
      <w:pPr>
        <w:pStyle w:val="a3"/>
        <w:jc w:val="center"/>
        <w:rPr>
          <w:sz w:val="22"/>
          <w:szCs w:val="22"/>
        </w:rPr>
      </w:pPr>
      <w:r w:rsidRPr="00AA1873">
        <w:rPr>
          <w:rFonts w:hint="eastAsia"/>
          <w:sz w:val="22"/>
          <w:szCs w:val="22"/>
        </w:rPr>
        <w:t>L</w:t>
      </w:r>
      <w:r w:rsidRPr="00AA1873">
        <w:rPr>
          <w:sz w:val="22"/>
          <w:szCs w:val="22"/>
        </w:rPr>
        <w:t>etter of Recommendation</w:t>
      </w:r>
    </w:p>
    <w:p w:rsidR="00AA1873" w:rsidRDefault="00AA1873" w:rsidP="003D1F1C">
      <w:pPr>
        <w:pStyle w:val="a3"/>
        <w:jc w:val="center"/>
        <w:rPr>
          <w:sz w:val="32"/>
        </w:rPr>
      </w:pPr>
    </w:p>
    <w:p w:rsidR="003D1F1C" w:rsidRDefault="003D1F1C" w:rsidP="003D1F1C">
      <w:pPr>
        <w:pStyle w:val="a3"/>
      </w:pPr>
      <w:r>
        <w:rPr>
          <w:rFonts w:hint="eastAsia"/>
        </w:rPr>
        <w:t xml:space="preserve">　</w:t>
      </w:r>
      <w:r w:rsidR="00AA1873">
        <w:rPr>
          <w:rFonts w:hint="eastAsia"/>
        </w:rPr>
        <w:t xml:space="preserve">　</w:t>
      </w:r>
      <w:r w:rsidR="00AA1873">
        <w:t xml:space="preserve">　　　　　　　　　　　</w:t>
      </w:r>
      <w:r>
        <w:rPr>
          <w:rFonts w:hint="eastAsia"/>
        </w:rPr>
        <w:t xml:space="preserve">　殿</w:t>
      </w:r>
    </w:p>
    <w:p w:rsidR="003D1F1C" w:rsidRDefault="008F0356" w:rsidP="003D1F1C">
      <w:pPr>
        <w:pStyle w:val="a3"/>
      </w:pPr>
      <w:r>
        <w:rPr>
          <w:rFonts w:hint="eastAsia"/>
        </w:rPr>
        <w:t>To:</w:t>
      </w:r>
    </w:p>
    <w:p w:rsidR="008F0356" w:rsidRDefault="008F0356" w:rsidP="003D1F1C">
      <w:pPr>
        <w:pStyle w:val="a3"/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3"/>
        <w:gridCol w:w="3402"/>
        <w:gridCol w:w="1842"/>
        <w:gridCol w:w="2339"/>
      </w:tblGrid>
      <w:tr w:rsidR="00F11659" w:rsidTr="00F11659">
        <w:trPr>
          <w:trHeight w:val="612"/>
        </w:trPr>
        <w:tc>
          <w:tcPr>
            <w:tcW w:w="1993" w:type="dxa"/>
          </w:tcPr>
          <w:p w:rsidR="00F11659" w:rsidRDefault="00F11659" w:rsidP="00F11659">
            <w:pPr>
              <w:pStyle w:val="a3"/>
              <w:ind w:left="-129"/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学生氏名（国籍）</w:t>
            </w:r>
          </w:p>
          <w:p w:rsidR="00F11659" w:rsidRPr="00F11659" w:rsidRDefault="00F11659" w:rsidP="00F11659">
            <w:pPr>
              <w:pStyle w:val="a3"/>
              <w:ind w:left="-129" w:firstLineChars="100" w:firstLine="188"/>
              <w:jc w:val="center"/>
              <w:rPr>
                <w:sz w:val="18"/>
                <w:szCs w:val="18"/>
              </w:rPr>
            </w:pPr>
            <w:r w:rsidRPr="00F11659">
              <w:rPr>
                <w:rFonts w:hint="eastAsia"/>
                <w:sz w:val="18"/>
                <w:szCs w:val="18"/>
              </w:rPr>
              <w:t>Student</w:t>
            </w:r>
            <w:r w:rsidRPr="00F11659">
              <w:rPr>
                <w:sz w:val="18"/>
                <w:szCs w:val="18"/>
              </w:rPr>
              <w:t>’s Name</w:t>
            </w:r>
          </w:p>
          <w:p w:rsidR="00F11659" w:rsidRDefault="00F11659" w:rsidP="00F11659">
            <w:pPr>
              <w:pStyle w:val="a3"/>
              <w:ind w:left="-129" w:firstLineChars="100" w:firstLine="188"/>
              <w:jc w:val="center"/>
            </w:pPr>
            <w:r w:rsidRPr="00F11659">
              <w:rPr>
                <w:sz w:val="18"/>
                <w:szCs w:val="18"/>
              </w:rPr>
              <w:t>(Nationality)</w:t>
            </w:r>
          </w:p>
        </w:tc>
        <w:tc>
          <w:tcPr>
            <w:tcW w:w="7583" w:type="dxa"/>
            <w:gridSpan w:val="3"/>
          </w:tcPr>
          <w:p w:rsidR="00F11659" w:rsidRDefault="00F11659" w:rsidP="0076725A"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  <w:p w:rsidR="00F11659" w:rsidRPr="00F11659" w:rsidRDefault="00F11659" w:rsidP="00F11659">
            <w:pPr>
              <w:pStyle w:val="a3"/>
              <w:jc w:val="right"/>
              <w:rPr>
                <w:sz w:val="28"/>
                <w:szCs w:val="28"/>
              </w:rPr>
            </w:pPr>
            <w:r w:rsidRPr="00F11659">
              <w:rPr>
                <w:rFonts w:hint="eastAsia"/>
                <w:sz w:val="28"/>
                <w:szCs w:val="28"/>
              </w:rPr>
              <w:t xml:space="preserve">（　</w:t>
            </w:r>
            <w:r w:rsidRPr="00F11659">
              <w:rPr>
                <w:sz w:val="28"/>
                <w:szCs w:val="28"/>
              </w:rPr>
              <w:t xml:space="preserve">　</w:t>
            </w:r>
            <w:r w:rsidRPr="00F11659">
              <w:rPr>
                <w:rFonts w:hint="eastAsia"/>
                <w:sz w:val="28"/>
                <w:szCs w:val="28"/>
              </w:rPr>
              <w:t xml:space="preserve">　</w:t>
            </w:r>
            <w:r w:rsidRPr="00F11659">
              <w:rPr>
                <w:sz w:val="28"/>
                <w:szCs w:val="28"/>
              </w:rPr>
              <w:t xml:space="preserve">　　　</w:t>
            </w:r>
            <w:r w:rsidRPr="00F11659">
              <w:rPr>
                <w:rFonts w:hint="eastAsia"/>
                <w:sz w:val="28"/>
                <w:szCs w:val="28"/>
              </w:rPr>
              <w:t>）</w:t>
            </w:r>
          </w:p>
        </w:tc>
      </w:tr>
      <w:tr w:rsidR="00984493" w:rsidTr="00984493">
        <w:trPr>
          <w:trHeight w:val="730"/>
        </w:trPr>
        <w:tc>
          <w:tcPr>
            <w:tcW w:w="1993" w:type="dxa"/>
          </w:tcPr>
          <w:p w:rsidR="00984493" w:rsidRDefault="00984493" w:rsidP="00EB26A4">
            <w:pPr>
              <w:pStyle w:val="a3"/>
              <w:ind w:left="-129" w:firstLineChars="50" w:firstLine="109"/>
              <w:jc w:val="center"/>
            </w:pPr>
            <w:r>
              <w:rPr>
                <w:rFonts w:hint="eastAsia"/>
              </w:rPr>
              <w:t>所属研究科等</w:t>
            </w:r>
          </w:p>
          <w:p w:rsidR="00984493" w:rsidRDefault="00984493" w:rsidP="00AA1873">
            <w:pPr>
              <w:pStyle w:val="a3"/>
              <w:jc w:val="center"/>
            </w:pPr>
            <w:r>
              <w:t>Affiliation</w:t>
            </w:r>
          </w:p>
        </w:tc>
        <w:tc>
          <w:tcPr>
            <w:tcW w:w="3402" w:type="dxa"/>
          </w:tcPr>
          <w:p w:rsidR="00984493" w:rsidRDefault="00984493" w:rsidP="0076725A"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</w:tc>
        <w:tc>
          <w:tcPr>
            <w:tcW w:w="1842" w:type="dxa"/>
          </w:tcPr>
          <w:p w:rsidR="00984493" w:rsidRDefault="00984493" w:rsidP="00984493">
            <w:pPr>
              <w:pStyle w:val="a3"/>
              <w:tabs>
                <w:tab w:val="left" w:pos="1675"/>
              </w:tabs>
              <w:jc w:val="center"/>
            </w:pPr>
            <w:r>
              <w:rPr>
                <w:rFonts w:hint="eastAsia"/>
              </w:rPr>
              <w:t>学生種類／学年</w:t>
            </w:r>
          </w:p>
          <w:p w:rsidR="00984493" w:rsidRDefault="00984493" w:rsidP="008F0356">
            <w:pPr>
              <w:pStyle w:val="a3"/>
              <w:tabs>
                <w:tab w:val="left" w:pos="1675"/>
              </w:tabs>
              <w:jc w:val="center"/>
            </w:pPr>
            <w:r>
              <w:rPr>
                <w:rFonts w:hint="eastAsia"/>
              </w:rPr>
              <w:t>Level/Year</w:t>
            </w:r>
          </w:p>
        </w:tc>
        <w:tc>
          <w:tcPr>
            <w:tcW w:w="2339" w:type="dxa"/>
          </w:tcPr>
          <w:p w:rsidR="00984493" w:rsidRDefault="00984493" w:rsidP="0076725A">
            <w:pPr>
              <w:pStyle w:val="a3"/>
              <w:tabs>
                <w:tab w:val="left" w:pos="1675"/>
              </w:tabs>
            </w:pPr>
          </w:p>
        </w:tc>
      </w:tr>
      <w:tr w:rsidR="003D1F1C" w:rsidTr="00F11659">
        <w:trPr>
          <w:trHeight w:val="816"/>
        </w:trPr>
        <w:tc>
          <w:tcPr>
            <w:tcW w:w="1993" w:type="dxa"/>
          </w:tcPr>
          <w:p w:rsidR="003D1F1C" w:rsidRDefault="003D1F1C" w:rsidP="00DC715D">
            <w:pPr>
              <w:pStyle w:val="a3"/>
              <w:ind w:hanging="129"/>
              <w:jc w:val="center"/>
            </w:pPr>
            <w:r>
              <w:rPr>
                <w:rFonts w:hint="eastAsia"/>
              </w:rPr>
              <w:t>推薦理由</w:t>
            </w:r>
          </w:p>
          <w:p w:rsidR="00DC715D" w:rsidRDefault="00EB26A4" w:rsidP="00DC715D">
            <w:pPr>
              <w:pStyle w:val="a3"/>
              <w:ind w:hanging="129"/>
              <w:jc w:val="center"/>
            </w:pPr>
            <w:r>
              <w:t>Comments</w:t>
            </w:r>
          </w:p>
        </w:tc>
        <w:tc>
          <w:tcPr>
            <w:tcW w:w="7583" w:type="dxa"/>
            <w:gridSpan w:val="3"/>
            <w:tcBorders>
              <w:bottom w:val="nil"/>
            </w:tcBorders>
          </w:tcPr>
          <w:p w:rsidR="003D1F1C" w:rsidRDefault="003D1F1C" w:rsidP="0076725A"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  <w:p w:rsidR="003D1F1C" w:rsidRDefault="003D1F1C" w:rsidP="0076725A">
            <w:pPr>
              <w:widowControl/>
              <w:jc w:val="left"/>
              <w:rPr>
                <w:rFonts w:ascii="Times New Roman" w:hAnsi="Times New Roman"/>
                <w:kern w:val="0"/>
              </w:rPr>
            </w:pPr>
          </w:p>
          <w:p w:rsidR="003D1F1C" w:rsidRDefault="003D1F1C" w:rsidP="0076725A">
            <w:pPr>
              <w:pStyle w:val="a3"/>
            </w:pPr>
          </w:p>
        </w:tc>
      </w:tr>
      <w:tr w:rsidR="003D1F1C" w:rsidTr="00AA1873">
        <w:trPr>
          <w:trHeight w:val="7596"/>
        </w:trPr>
        <w:tc>
          <w:tcPr>
            <w:tcW w:w="9576" w:type="dxa"/>
            <w:gridSpan w:val="4"/>
            <w:tcBorders>
              <w:top w:val="nil"/>
            </w:tcBorders>
          </w:tcPr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  <w:r>
              <w:rPr>
                <w:rFonts w:hint="eastAsia"/>
              </w:rPr>
              <w:t xml:space="preserve"> </w:t>
            </w: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  <w:p w:rsidR="003D1F1C" w:rsidRDefault="003D1F1C" w:rsidP="0076725A">
            <w:pPr>
              <w:pStyle w:val="a3"/>
              <w:ind w:left="-129"/>
            </w:pPr>
          </w:p>
        </w:tc>
      </w:tr>
    </w:tbl>
    <w:p w:rsidR="003D1F1C" w:rsidRDefault="003D1F1C" w:rsidP="003D1F1C">
      <w:pPr>
        <w:pStyle w:val="a3"/>
      </w:pPr>
    </w:p>
    <w:p w:rsidR="003D1F1C" w:rsidRDefault="003D1F1C" w:rsidP="008F0356">
      <w:pPr>
        <w:pStyle w:val="a3"/>
        <w:ind w:firstLine="840"/>
      </w:pPr>
      <w:r>
        <w:rPr>
          <w:rFonts w:hint="eastAsia"/>
        </w:rPr>
        <w:t>年　　　月　　　日</w:t>
      </w:r>
    </w:p>
    <w:p w:rsidR="003D1F1C" w:rsidRPr="008F0356" w:rsidRDefault="008F0356" w:rsidP="003D1F1C">
      <w:pPr>
        <w:pStyle w:val="a3"/>
        <w:rPr>
          <w:sz w:val="18"/>
          <w:szCs w:val="18"/>
        </w:rPr>
      </w:pPr>
      <w:r>
        <w:rPr>
          <w:rFonts w:hint="eastAsia"/>
        </w:rPr>
        <w:tab/>
      </w:r>
      <w:r w:rsidRPr="008F0356">
        <w:rPr>
          <w:sz w:val="18"/>
          <w:szCs w:val="18"/>
        </w:rPr>
        <w:t>Year    Month   Day</w:t>
      </w:r>
    </w:p>
    <w:p w:rsidR="008F0356" w:rsidRDefault="008F0356" w:rsidP="003D1F1C">
      <w:pPr>
        <w:pStyle w:val="a3"/>
        <w:ind w:left="1440" w:firstLine="720"/>
      </w:pPr>
    </w:p>
    <w:p w:rsidR="003D1F1C" w:rsidRDefault="003D1F1C" w:rsidP="003D1F1C">
      <w:pPr>
        <w:pStyle w:val="a3"/>
        <w:ind w:left="1440" w:firstLine="720"/>
      </w:pPr>
      <w:r>
        <w:rPr>
          <w:rFonts w:hint="eastAsia"/>
        </w:rPr>
        <w:t xml:space="preserve">所属・職名　　　　　　　　　　　　　　　　　　　　</w:t>
      </w:r>
      <w:r>
        <w:t xml:space="preserve"> </w:t>
      </w:r>
      <w:r>
        <w:rPr>
          <w:rFonts w:hint="eastAsia"/>
        </w:rPr>
        <w:t xml:space="preserve">　</w:t>
      </w:r>
    </w:p>
    <w:p w:rsidR="008F0356" w:rsidRPr="008F0356" w:rsidRDefault="008F0356" w:rsidP="003D1F1C">
      <w:pPr>
        <w:pStyle w:val="a3"/>
        <w:ind w:left="1440" w:firstLine="720"/>
        <w:rPr>
          <w:sz w:val="18"/>
          <w:szCs w:val="18"/>
        </w:rPr>
      </w:pPr>
      <w:r w:rsidRPr="008F0356">
        <w:rPr>
          <w:rFonts w:hint="eastAsia"/>
          <w:sz w:val="18"/>
          <w:szCs w:val="18"/>
        </w:rPr>
        <w:t>Affiliation</w:t>
      </w:r>
    </w:p>
    <w:p w:rsidR="003D1F1C" w:rsidRDefault="003D1F1C" w:rsidP="003D1F1C">
      <w:pPr>
        <w:pStyle w:val="a3"/>
      </w:pPr>
    </w:p>
    <w:p w:rsidR="003D1F1C" w:rsidRDefault="003D1F1C" w:rsidP="008F0356">
      <w:pPr>
        <w:pStyle w:val="a3"/>
        <w:ind w:left="1440" w:firstLine="720"/>
      </w:pPr>
      <w:r>
        <w:rPr>
          <w:rFonts w:hint="eastAsia"/>
        </w:rPr>
        <w:t>氏　　　名</w:t>
      </w:r>
      <w:r>
        <w:t xml:space="preserve">                                     </w:t>
      </w:r>
      <w:r>
        <w:rPr>
          <w:rFonts w:hint="eastAsia"/>
        </w:rPr>
        <w:t xml:space="preserve">　　　印</w:t>
      </w:r>
    </w:p>
    <w:p w:rsidR="003D1F1C" w:rsidRDefault="008F0356" w:rsidP="008F0356">
      <w:pPr>
        <w:pStyle w:val="a3"/>
        <w:ind w:left="35" w:firstLineChars="975" w:firstLine="2125"/>
      </w:pPr>
      <w:r>
        <w:rPr>
          <w:rFonts w:hint="eastAsia"/>
        </w:rPr>
        <w:t>Name</w:t>
      </w:r>
      <w:r>
        <w:tab/>
      </w:r>
      <w:r>
        <w:tab/>
      </w:r>
      <w:r>
        <w:tab/>
      </w:r>
      <w:r>
        <w:tab/>
      </w:r>
      <w:r>
        <w:tab/>
      </w:r>
      <w:r w:rsidRPr="008F0356">
        <w:rPr>
          <w:sz w:val="18"/>
          <w:szCs w:val="18"/>
        </w:rPr>
        <w:t>Stamp or Signature</w:t>
      </w:r>
    </w:p>
    <w:p w:rsidR="00F972C6" w:rsidRPr="003D1F1C" w:rsidRDefault="00F972C6"/>
    <w:sectPr w:rsidR="00F972C6" w:rsidRPr="003D1F1C" w:rsidSect="0076725A">
      <w:pgSz w:w="11906" w:h="16838" w:code="9"/>
      <w:pgMar w:top="568" w:right="737" w:bottom="284" w:left="1361" w:header="720" w:footer="720" w:gutter="0"/>
      <w:cols w:space="720"/>
      <w:noEndnote/>
      <w:docGrid w:type="linesAndChars" w:linePitch="285" w:charSpace="16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1C"/>
    <w:rsid w:val="003D1F1C"/>
    <w:rsid w:val="0046095C"/>
    <w:rsid w:val="0076725A"/>
    <w:rsid w:val="008F0356"/>
    <w:rsid w:val="00984493"/>
    <w:rsid w:val="00AA1873"/>
    <w:rsid w:val="00DC715D"/>
    <w:rsid w:val="00EB26A4"/>
    <w:rsid w:val="00F11659"/>
    <w:rsid w:val="00F9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BC167-49E0-4ABC-A655-74A10C7B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F1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７"/>
    <w:rsid w:val="003D1F1C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eastAsia="ＭＳ 明朝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D6B91A0DF42249BE20C7D543E3A5AD" ma:contentTypeVersion="17" ma:contentTypeDescription="新しいドキュメントを作成します。" ma:contentTypeScope="" ma:versionID="fc240840967911fb12acadf9cdf4e400">
  <xsd:schema xmlns:xsd="http://www.w3.org/2001/XMLSchema" xmlns:xs="http://www.w3.org/2001/XMLSchema" xmlns:p="http://schemas.microsoft.com/office/2006/metadata/properties" xmlns:ns2="dbdee90e-85b8-4917-8d5d-a424c3b05370" xmlns:ns3="d2d8260c-a828-4dde-83af-08a33572eb10" targetNamespace="http://schemas.microsoft.com/office/2006/metadata/properties" ma:root="true" ma:fieldsID="d2298b08add643d4a166b1e5a15f4daf" ns2:_="" ns3:_="">
    <xsd:import namespace="dbdee90e-85b8-4917-8d5d-a424c3b05370"/>
    <xsd:import namespace="d2d8260c-a828-4dde-83af-08a33572eb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ee90e-85b8-4917-8d5d-a424c3b05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43c67a92-a372-452b-99e4-c34048beb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8260c-a828-4dde-83af-08a33572eb1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d5229c5-33a1-4de8-84cb-7bcfc8047ecb}" ma:internalName="TaxCatchAll" ma:showField="CatchAllData" ma:web="d2d8260c-a828-4dde-83af-08a33572eb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8260c-a828-4dde-83af-08a33572eb10" xsi:nil="true"/>
    <lcf76f155ced4ddcb4097134ff3c332f xmlns="dbdee90e-85b8-4917-8d5d-a424c3b053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F58335-5DB0-491B-8FBD-7DC29EA56116}"/>
</file>

<file path=customXml/itemProps2.xml><?xml version="1.0" encoding="utf-8"?>
<ds:datastoreItem xmlns:ds="http://schemas.openxmlformats.org/officeDocument/2006/customXml" ds:itemID="{30B21571-A7DC-40BF-8F5F-922BCE2AC418}"/>
</file>

<file path=customXml/itemProps3.xml><?xml version="1.0" encoding="utf-8"?>
<ds:datastoreItem xmlns:ds="http://schemas.openxmlformats.org/officeDocument/2006/customXml" ds:itemID="{FC9522CA-27E7-4B45-9015-B8394893A29D}"/>
</file>

<file path=docProps/app.xml><?xml version="1.0" encoding="utf-8"?>
<Properties xmlns="http://schemas.openxmlformats.org/officeDocument/2006/extended-properties" xmlns:vt="http://schemas.openxmlformats.org/officeDocument/2006/docPropsVTypes">
  <Template>CD580954.dotm</Template>
  <TotalTime>87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東郷　太郎</dc:creator>
  <cp:keywords/>
  <dc:description/>
  <cp:lastModifiedBy>東郷　太郎</cp:lastModifiedBy>
  <cp:revision>6</cp:revision>
  <dcterms:created xsi:type="dcterms:W3CDTF">2014-04-30T00:43:00Z</dcterms:created>
  <dcterms:modified xsi:type="dcterms:W3CDTF">2014-05-01T00:18:00Z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0x01010097D6B91A0DF42249BE20C7D543E3A5AD</vt:lpwstr>
  </property>
</Properties>
</file>