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EFA" w:rsidRPr="001003BD" w:rsidRDefault="002B0EFA" w:rsidP="001003BD">
      <w:pPr>
        <w:rPr>
          <w:rFonts w:ascii="ＭＳ Ｐゴシック" w:eastAsia="ＭＳ Ｐゴシック" w:hAnsi="ＭＳ Ｐゴシック"/>
          <w:sz w:val="24"/>
        </w:rPr>
      </w:pPr>
      <w:r w:rsidRPr="001003BD">
        <w:rPr>
          <w:rFonts w:ascii="ＭＳ Ｐゴシック" w:eastAsia="ＭＳ Ｐゴシック" w:hAnsi="ＭＳ Ｐゴシック" w:hint="eastAsia"/>
          <w:sz w:val="24"/>
        </w:rPr>
        <w:t>東大フェロー選考調書</w:t>
      </w:r>
      <w:r w:rsidR="001003BD" w:rsidRPr="001003BD">
        <w:rPr>
          <w:rFonts w:ascii="ＭＳ Ｐゴシック" w:eastAsia="ＭＳ Ｐゴシック" w:hAnsi="ＭＳ Ｐゴシック" w:hint="eastAsia"/>
          <w:sz w:val="24"/>
        </w:rPr>
        <w:t xml:space="preserve">　</w:t>
      </w:r>
    </w:p>
    <w:tbl>
      <w:tblPr>
        <w:tblpPr w:leftFromText="142" w:rightFromText="142" w:vertAnchor="page" w:horzAnchor="margin" w:tblpXSpec="center" w:tblpY="886"/>
        <w:tblW w:w="98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1"/>
      </w:tblGrid>
      <w:tr w:rsidR="001003BD" w:rsidRPr="00EF187C" w:rsidTr="001003BD">
        <w:trPr>
          <w:trHeight w:val="680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3BD" w:rsidRPr="00EF187C" w:rsidRDefault="001003BD" w:rsidP="001003BD">
            <w:pPr>
              <w:spacing w:line="240" w:lineRule="exact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氏名：</w:t>
            </w:r>
          </w:p>
        </w:tc>
      </w:tr>
      <w:tr w:rsidR="001003BD" w:rsidRPr="00EF187C" w:rsidTr="001003BD">
        <w:trPr>
          <w:cantSplit/>
          <w:trHeight w:val="2342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日本留学の目的：</w:t>
            </w: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bookmarkStart w:id="0" w:name="_GoBack"/>
            <w:bookmarkEnd w:id="0"/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東京大学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・教育学研究科</w:t>
            </w: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へ入学した理由：</w:t>
            </w: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003BD" w:rsidRPr="00EF187C" w:rsidTr="001003BD">
        <w:trPr>
          <w:cantSplit/>
          <w:trHeight w:val="2869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 xml:space="preserve">現在の研究計画： </w:t>
            </w: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003BD" w:rsidRPr="00EF187C" w:rsidTr="001003BD">
        <w:trPr>
          <w:cantSplit/>
          <w:trHeight w:val="1065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 xml:space="preserve">卒業・帰国後の進路予定： </w:t>
            </w: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2B0EFA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003BD" w:rsidRPr="00EF187C" w:rsidTr="001003BD">
        <w:trPr>
          <w:cantSplit/>
          <w:trHeight w:val="1545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課外活動・ボランティア等：</w:t>
            </w: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003BD" w:rsidRPr="00EF187C" w:rsidTr="001003BD">
        <w:trPr>
          <w:cantSplit/>
          <w:trHeight w:val="1770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 xml:space="preserve">その他(自己ＰＲ、日本語能力、論文業績、学会参加の有無など)：   </w:t>
            </w: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2B0EFA" w:rsidRDefault="002B0EFA" w:rsidP="002B0EFA">
      <w:pPr>
        <w:rPr>
          <w:sz w:val="24"/>
        </w:rPr>
      </w:pPr>
    </w:p>
    <w:p w:rsidR="001003BD" w:rsidRPr="002B0EFA" w:rsidRDefault="001003BD" w:rsidP="002B0EFA">
      <w:pPr>
        <w:rPr>
          <w:rFonts w:hint="eastAsia"/>
          <w:sz w:val="24"/>
        </w:rPr>
      </w:pPr>
    </w:p>
    <w:p w:rsidR="00EF187C" w:rsidRPr="00EF187C" w:rsidRDefault="00EF187C" w:rsidP="00EF187C">
      <w:pPr>
        <w:jc w:val="center"/>
        <w:rPr>
          <w:rFonts w:ascii="ＭＳ Ｐゴシック" w:eastAsia="ＭＳ Ｐゴシック" w:hAnsi="ＭＳ Ｐゴシック"/>
          <w:sz w:val="24"/>
          <w:u w:val="single"/>
        </w:rPr>
      </w:pPr>
      <w:r w:rsidRPr="00EF187C">
        <w:rPr>
          <w:rFonts w:ascii="ＭＳ Ｐゴシック" w:eastAsia="ＭＳ Ｐゴシック" w:hAnsi="ＭＳ Ｐゴシック" w:hint="eastAsia"/>
          <w:sz w:val="24"/>
          <w:u w:val="single"/>
        </w:rPr>
        <w:t>署名</w:t>
      </w:r>
      <w:r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　　　　　　</w:t>
      </w:r>
    </w:p>
    <w:sectPr w:rsidR="00EF187C" w:rsidRPr="00EF187C" w:rsidSect="001003BD">
      <w:pgSz w:w="11906" w:h="16838" w:code="9"/>
      <w:pgMar w:top="284" w:right="851" w:bottom="28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EFA" w:rsidRDefault="002B0EFA">
      <w:r>
        <w:separator/>
      </w:r>
    </w:p>
  </w:endnote>
  <w:endnote w:type="continuationSeparator" w:id="0">
    <w:p w:rsidR="002B0EFA" w:rsidRDefault="002B0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EFA" w:rsidRDefault="002B0EFA">
      <w:r>
        <w:separator/>
      </w:r>
    </w:p>
  </w:footnote>
  <w:footnote w:type="continuationSeparator" w:id="0">
    <w:p w:rsidR="002B0EFA" w:rsidRDefault="002B0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F330D"/>
    <w:multiLevelType w:val="hybridMultilevel"/>
    <w:tmpl w:val="EBD61DC4"/>
    <w:lvl w:ilvl="0" w:tplc="84C295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6BEA60EA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7CA"/>
    <w:rsid w:val="0000425E"/>
    <w:rsid w:val="000061A8"/>
    <w:rsid w:val="00010FA5"/>
    <w:rsid w:val="0001106C"/>
    <w:rsid w:val="00012817"/>
    <w:rsid w:val="0001469E"/>
    <w:rsid w:val="00017959"/>
    <w:rsid w:val="00022F36"/>
    <w:rsid w:val="000336B9"/>
    <w:rsid w:val="00033D22"/>
    <w:rsid w:val="000507F3"/>
    <w:rsid w:val="00052A23"/>
    <w:rsid w:val="000547CA"/>
    <w:rsid w:val="000935C7"/>
    <w:rsid w:val="000A349D"/>
    <w:rsid w:val="000D26A0"/>
    <w:rsid w:val="000D4AC0"/>
    <w:rsid w:val="001003BD"/>
    <w:rsid w:val="00101F95"/>
    <w:rsid w:val="00106E04"/>
    <w:rsid w:val="001146D2"/>
    <w:rsid w:val="00121CE1"/>
    <w:rsid w:val="001749F7"/>
    <w:rsid w:val="0019133B"/>
    <w:rsid w:val="00192ECB"/>
    <w:rsid w:val="001C5C2D"/>
    <w:rsid w:val="001D093D"/>
    <w:rsid w:val="00223DAA"/>
    <w:rsid w:val="00225D43"/>
    <w:rsid w:val="0023322E"/>
    <w:rsid w:val="002408C5"/>
    <w:rsid w:val="002414DA"/>
    <w:rsid w:val="00264B79"/>
    <w:rsid w:val="00274196"/>
    <w:rsid w:val="002A1C23"/>
    <w:rsid w:val="002B0EFA"/>
    <w:rsid w:val="002B4C45"/>
    <w:rsid w:val="002B5AF1"/>
    <w:rsid w:val="002C5BC2"/>
    <w:rsid w:val="002D40BA"/>
    <w:rsid w:val="002D7F20"/>
    <w:rsid w:val="002F34E2"/>
    <w:rsid w:val="002F5A60"/>
    <w:rsid w:val="00332D2A"/>
    <w:rsid w:val="003379F4"/>
    <w:rsid w:val="00376299"/>
    <w:rsid w:val="003C329C"/>
    <w:rsid w:val="003D4EAF"/>
    <w:rsid w:val="003E026E"/>
    <w:rsid w:val="003E74A8"/>
    <w:rsid w:val="00404E4B"/>
    <w:rsid w:val="00432E12"/>
    <w:rsid w:val="00451852"/>
    <w:rsid w:val="00472692"/>
    <w:rsid w:val="00474B0A"/>
    <w:rsid w:val="00475253"/>
    <w:rsid w:val="00485740"/>
    <w:rsid w:val="004879AC"/>
    <w:rsid w:val="00497E97"/>
    <w:rsid w:val="004A3874"/>
    <w:rsid w:val="004A560C"/>
    <w:rsid w:val="004C3252"/>
    <w:rsid w:val="004D1027"/>
    <w:rsid w:val="004E3BBC"/>
    <w:rsid w:val="004E578B"/>
    <w:rsid w:val="004F6820"/>
    <w:rsid w:val="00500CF3"/>
    <w:rsid w:val="00502D1D"/>
    <w:rsid w:val="005063A1"/>
    <w:rsid w:val="005124F8"/>
    <w:rsid w:val="00514066"/>
    <w:rsid w:val="0052531E"/>
    <w:rsid w:val="0053334C"/>
    <w:rsid w:val="0054454F"/>
    <w:rsid w:val="00545C45"/>
    <w:rsid w:val="00575851"/>
    <w:rsid w:val="00585B6C"/>
    <w:rsid w:val="005A04DF"/>
    <w:rsid w:val="005B6227"/>
    <w:rsid w:val="005C4C47"/>
    <w:rsid w:val="005F15C5"/>
    <w:rsid w:val="005F601E"/>
    <w:rsid w:val="005F68AE"/>
    <w:rsid w:val="00611D51"/>
    <w:rsid w:val="00615A57"/>
    <w:rsid w:val="00615C75"/>
    <w:rsid w:val="00623B64"/>
    <w:rsid w:val="00632447"/>
    <w:rsid w:val="0064005D"/>
    <w:rsid w:val="0065038E"/>
    <w:rsid w:val="00655B8E"/>
    <w:rsid w:val="006605EB"/>
    <w:rsid w:val="0066415D"/>
    <w:rsid w:val="00666138"/>
    <w:rsid w:val="006668CB"/>
    <w:rsid w:val="006D2AE4"/>
    <w:rsid w:val="006D3852"/>
    <w:rsid w:val="006E35D7"/>
    <w:rsid w:val="00702111"/>
    <w:rsid w:val="00704482"/>
    <w:rsid w:val="007203A2"/>
    <w:rsid w:val="007415A7"/>
    <w:rsid w:val="00751AAA"/>
    <w:rsid w:val="0077721A"/>
    <w:rsid w:val="007A3E48"/>
    <w:rsid w:val="007A43BB"/>
    <w:rsid w:val="007C2442"/>
    <w:rsid w:val="007D4AA3"/>
    <w:rsid w:val="007E6886"/>
    <w:rsid w:val="007F237A"/>
    <w:rsid w:val="00805D2C"/>
    <w:rsid w:val="00812257"/>
    <w:rsid w:val="00812CAE"/>
    <w:rsid w:val="00830555"/>
    <w:rsid w:val="00842235"/>
    <w:rsid w:val="0086190E"/>
    <w:rsid w:val="00864BA7"/>
    <w:rsid w:val="00867E53"/>
    <w:rsid w:val="008868D7"/>
    <w:rsid w:val="008C1F54"/>
    <w:rsid w:val="008E3537"/>
    <w:rsid w:val="009009D2"/>
    <w:rsid w:val="00903A96"/>
    <w:rsid w:val="00915DEF"/>
    <w:rsid w:val="009179FA"/>
    <w:rsid w:val="009261DE"/>
    <w:rsid w:val="00927710"/>
    <w:rsid w:val="00955C55"/>
    <w:rsid w:val="00957FF1"/>
    <w:rsid w:val="009633BC"/>
    <w:rsid w:val="00970207"/>
    <w:rsid w:val="009921DE"/>
    <w:rsid w:val="009B55F5"/>
    <w:rsid w:val="00A02456"/>
    <w:rsid w:val="00A07C4C"/>
    <w:rsid w:val="00A22C8E"/>
    <w:rsid w:val="00AC2678"/>
    <w:rsid w:val="00B01784"/>
    <w:rsid w:val="00B424E1"/>
    <w:rsid w:val="00B42EB7"/>
    <w:rsid w:val="00B45B22"/>
    <w:rsid w:val="00B54A87"/>
    <w:rsid w:val="00B86D8C"/>
    <w:rsid w:val="00B87BE7"/>
    <w:rsid w:val="00B91E51"/>
    <w:rsid w:val="00BC5BDE"/>
    <w:rsid w:val="00BC6874"/>
    <w:rsid w:val="00C1346F"/>
    <w:rsid w:val="00C13AA1"/>
    <w:rsid w:val="00C13AAA"/>
    <w:rsid w:val="00C31243"/>
    <w:rsid w:val="00C4227A"/>
    <w:rsid w:val="00C5410B"/>
    <w:rsid w:val="00C5683D"/>
    <w:rsid w:val="00C60A46"/>
    <w:rsid w:val="00C614C2"/>
    <w:rsid w:val="00C6181F"/>
    <w:rsid w:val="00C63C8C"/>
    <w:rsid w:val="00C83320"/>
    <w:rsid w:val="00C850F5"/>
    <w:rsid w:val="00CB0A19"/>
    <w:rsid w:val="00CD78A1"/>
    <w:rsid w:val="00CE02EE"/>
    <w:rsid w:val="00D16114"/>
    <w:rsid w:val="00D26396"/>
    <w:rsid w:val="00D35ABB"/>
    <w:rsid w:val="00D419A8"/>
    <w:rsid w:val="00D5074B"/>
    <w:rsid w:val="00D52A1A"/>
    <w:rsid w:val="00D56870"/>
    <w:rsid w:val="00D72D01"/>
    <w:rsid w:val="00D80D3E"/>
    <w:rsid w:val="00D871E2"/>
    <w:rsid w:val="00D96790"/>
    <w:rsid w:val="00DC6297"/>
    <w:rsid w:val="00E1408E"/>
    <w:rsid w:val="00E27B10"/>
    <w:rsid w:val="00E45A65"/>
    <w:rsid w:val="00E64FC0"/>
    <w:rsid w:val="00E966A3"/>
    <w:rsid w:val="00EB13A4"/>
    <w:rsid w:val="00EC4959"/>
    <w:rsid w:val="00ED3B5A"/>
    <w:rsid w:val="00EF187C"/>
    <w:rsid w:val="00EF6F64"/>
    <w:rsid w:val="00F00E1A"/>
    <w:rsid w:val="00F16875"/>
    <w:rsid w:val="00F219E3"/>
    <w:rsid w:val="00F22DD5"/>
    <w:rsid w:val="00F5602E"/>
    <w:rsid w:val="00F560BC"/>
    <w:rsid w:val="00F74E21"/>
    <w:rsid w:val="00F94513"/>
    <w:rsid w:val="00FB5DDD"/>
    <w:rsid w:val="00FE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53810329-8582-4F40-8D6E-1026A8F3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  <w:rPr>
      <w:sz w:val="23"/>
    </w:rPr>
  </w:style>
  <w:style w:type="paragraph" w:customStyle="1" w:styleId="a8">
    <w:name w:val="一太郎７"/>
    <w:rsid w:val="004E578B"/>
    <w:pPr>
      <w:widowControl w:val="0"/>
      <w:wordWrap w:val="0"/>
      <w:autoSpaceDE w:val="0"/>
      <w:autoSpaceDN w:val="0"/>
      <w:adjustRightInd w:val="0"/>
      <w:spacing w:line="234" w:lineRule="atLeast"/>
      <w:jc w:val="both"/>
    </w:pPr>
    <w:rPr>
      <w:rFonts w:ascii="Times New Roman" w:hAnsi="Times New Roman"/>
      <w:sz w:val="21"/>
    </w:rPr>
  </w:style>
  <w:style w:type="table" w:styleId="a9">
    <w:name w:val="Table Grid"/>
    <w:basedOn w:val="a1"/>
    <w:rsid w:val="00915DE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864B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E1742FFB</Template>
  <TotalTime>13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(1面)　　　［奨学金名：　　　　　　　　　　　　　　　　　　　　　　　　］　</vt:lpstr>
      <vt:lpstr>　(1面)　　　［奨学金名：　　　　　　　　　　　　　　　　　　　　　　　　］　</vt:lpstr>
    </vt:vector>
  </TitlesOfParts>
  <Company>東京大学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(1面)　　　［奨学金名：　　　　　　　　　　　　　　　　　　　　　　　　］　</dc:title>
  <dc:subject/>
  <dc:creator>tomomatu</dc:creator>
  <cp:keywords/>
  <cp:lastModifiedBy>浅井　文恵</cp:lastModifiedBy>
  <cp:revision>3</cp:revision>
  <cp:lastPrinted>2011-03-08T10:16:00Z</cp:lastPrinted>
  <dcterms:created xsi:type="dcterms:W3CDTF">2013-01-28T07:13:00Z</dcterms:created>
  <dcterms:modified xsi:type="dcterms:W3CDTF">2013-12-26T06:19:00Z</dcterms:modified>
</cp:coreProperties>
</file>