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0D676B" w14:textId="6C950616" w:rsidR="00F24972" w:rsidRPr="00F24972" w:rsidRDefault="00F24972" w:rsidP="00F24972">
      <w:pPr>
        <w:ind w:leftChars="209" w:left="439" w:firstLineChars="2119" w:firstLine="4450"/>
        <w:jc w:val="right"/>
        <w:rPr>
          <w:sz w:val="22"/>
          <w:u w:val="single"/>
        </w:rPr>
      </w:pPr>
      <w:bookmarkStart w:id="0" w:name="_GoBack"/>
      <w:bookmarkEnd w:id="0"/>
      <w:r w:rsidRPr="00F24972">
        <w:rPr>
          <w:rFonts w:ascii="ＭＳ Ｐゴシック" w:eastAsia="ＭＳ Ｐゴシック" w:hAnsi="ＭＳ Ｐゴシック" w:hint="eastAsia"/>
          <w:u w:val="single"/>
        </w:rPr>
        <w:t>２０</w:t>
      </w:r>
      <w:r w:rsidR="0019683F">
        <w:rPr>
          <w:rFonts w:ascii="ＭＳ Ｐゴシック" w:eastAsia="ＭＳ Ｐゴシック" w:hAnsi="ＭＳ Ｐゴシック" w:hint="eastAsia"/>
          <w:u w:val="single"/>
        </w:rPr>
        <w:t>２０</w:t>
      </w:r>
      <w:r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Pr="00F24972">
        <w:rPr>
          <w:rFonts w:ascii="ＭＳ Ｐゴシック" w:eastAsia="ＭＳ Ｐゴシック" w:hAnsi="ＭＳ Ｐゴシック" w:hint="eastAsia"/>
          <w:u w:val="single"/>
        </w:rPr>
        <w:t>年　　　月　　　　日</w:t>
      </w:r>
    </w:p>
    <w:p w14:paraId="210D676C" w14:textId="77777777" w:rsidR="00F24972" w:rsidRPr="00A26147" w:rsidRDefault="000B332D" w:rsidP="00F24972">
      <w:pPr>
        <w:ind w:left="480" w:hanging="480"/>
        <w:rPr>
          <w:rFonts w:ascii="ＭＳ Ｐゴシック" w:eastAsia="ＭＳ Ｐゴシック" w:hAnsi="ＭＳ Ｐゴシック"/>
          <w:bCs/>
          <w:sz w:val="24"/>
          <w:u w:val="single"/>
        </w:rPr>
      </w:pPr>
      <w:r>
        <w:rPr>
          <w:rFonts w:ascii="ＭＳ Ｐゴシック" w:eastAsia="ＭＳ Ｐゴシック" w:hAnsi="ＭＳ Ｐゴシック" w:hint="eastAsia"/>
          <w:bCs/>
          <w:sz w:val="24"/>
          <w:u w:val="single"/>
        </w:rPr>
        <w:t>・</w:t>
      </w:r>
      <w:r w:rsidR="00F06718">
        <w:rPr>
          <w:rFonts w:ascii="ＭＳ Ｐゴシック" w:eastAsia="ＭＳ Ｐゴシック" w:hAnsi="ＭＳ Ｐゴシック" w:hint="eastAsia"/>
          <w:bCs/>
          <w:sz w:val="24"/>
          <w:u w:val="single"/>
        </w:rPr>
        <w:t>研究計画書または</w:t>
      </w:r>
      <w:r w:rsidR="00623BC8">
        <w:rPr>
          <w:rFonts w:ascii="ＭＳ Ｐゴシック" w:eastAsia="ＭＳ Ｐゴシック" w:hAnsi="ＭＳ Ｐゴシック" w:hint="eastAsia"/>
          <w:bCs/>
          <w:sz w:val="24"/>
          <w:u w:val="single"/>
        </w:rPr>
        <w:t>ゼミ・研究室・授業で取り組んでいること</w:t>
      </w:r>
      <w:r>
        <w:rPr>
          <w:rFonts w:ascii="ＭＳ Ｐゴシック" w:eastAsia="ＭＳ Ｐゴシック" w:hAnsi="ＭＳ Ｐゴシック" w:hint="eastAsia"/>
          <w:bCs/>
          <w:sz w:val="24"/>
          <w:u w:val="single"/>
        </w:rPr>
        <w:t>、そして、将来の夢</w:t>
      </w:r>
    </w:p>
    <w:p w14:paraId="210D676D" w14:textId="77777777" w:rsidR="00F24972" w:rsidRDefault="00623BC8" w:rsidP="0006370D">
      <w:pPr>
        <w:ind w:left="1" w:firstLineChars="0" w:firstLine="0"/>
        <w:rPr>
          <w:sz w:val="22"/>
        </w:rPr>
      </w:pPr>
      <w:r>
        <w:rPr>
          <w:rFonts w:ascii="ＭＳ Ｐゴシック" w:eastAsia="ＭＳ Ｐゴシック" w:hAnsi="ＭＳ Ｐゴシック"/>
          <w:bCs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0D6790" wp14:editId="210D6791">
                <wp:simplePos x="0" y="0"/>
                <wp:positionH relativeFrom="column">
                  <wp:posOffset>2943225</wp:posOffset>
                </wp:positionH>
                <wp:positionV relativeFrom="paragraph">
                  <wp:posOffset>83185</wp:posOffset>
                </wp:positionV>
                <wp:extent cx="3048000" cy="800100"/>
                <wp:effectExtent l="0" t="0" r="4445" b="444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D679E" w14:textId="77777777" w:rsidR="00F24972" w:rsidRPr="00761622" w:rsidRDefault="00F24972" w:rsidP="00F24972">
                            <w:pPr>
                              <w:ind w:left="420" w:hanging="420"/>
                              <w:rPr>
                                <w:rFonts w:ascii="ＭＳ Ｐゴシック" w:eastAsia="ＭＳ Ｐゴシック" w:hAnsi="ＭＳ Ｐゴシック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  <w:u w:val="single"/>
                              </w:rPr>
                              <w:t xml:space="preserve">大学：　　　　　　　　　     　　　　　　　　　　　　　　 </w:t>
                            </w:r>
                          </w:p>
                          <w:p w14:paraId="210D679F" w14:textId="77777777" w:rsidR="00F24972" w:rsidRPr="00761622" w:rsidRDefault="00F24972" w:rsidP="00F24972">
                            <w:pPr>
                              <w:ind w:left="420" w:hanging="420"/>
                              <w:rPr>
                                <w:rFonts w:ascii="ＭＳ Ｐゴシック" w:eastAsia="ＭＳ Ｐゴシック" w:hAnsi="ＭＳ Ｐゴシック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  <w:u w:val="single"/>
                              </w:rPr>
                              <w:t xml:space="preserve">学部：　　　　　　　　　     　　　　　　　　　　　　　　 </w:t>
                            </w:r>
                          </w:p>
                          <w:p w14:paraId="210D67A0" w14:textId="77777777" w:rsidR="00F24972" w:rsidRPr="00464000" w:rsidRDefault="00F24972" w:rsidP="00F24972">
                            <w:pPr>
                              <w:ind w:left="420" w:hanging="420"/>
                              <w:rPr>
                                <w:rFonts w:ascii="ＭＳ Ｐゴシック" w:eastAsia="ＭＳ Ｐゴシック" w:hAnsi="ＭＳ Ｐゴシック"/>
                                <w:szCs w:val="21"/>
                                <w:u w:val="single"/>
                              </w:rPr>
                            </w:pPr>
                            <w:r w:rsidRPr="00761622"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  <w:u w:val="single"/>
                              </w:rPr>
                              <w:t>氏名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  <w:u w:val="single"/>
                              </w:rPr>
                              <w:t>：　　　　　　 　　　　　　　　　　（学年：　　　年次）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10D6790" id="Rectangle 2" o:spid="_x0000_s1026" style="position:absolute;left:0;text-align:left;margin-left:231.75pt;margin-top:6.55pt;width:240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" stroked="f">
                <v:textbox inset="5.85pt,.7pt,5.85pt,.7pt">
                  <w:txbxContent>
                    <w:p w14:paraId="210D679E" w14:textId="77777777" w:rsidR="00F24972" w:rsidRPr="00761622" w:rsidRDefault="00F24972" w:rsidP="00F24972">
                      <w:pPr>
                        <w:ind w:left="420" w:hanging="420"/>
                        <w:rPr>
                          <w:rFonts w:ascii="ＭＳ Ｐゴシック" w:eastAsia="ＭＳ Ｐゴシック" w:hAnsi="ＭＳ Ｐゴシック"/>
                          <w:szCs w:val="21"/>
                          <w:u w:val="single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Cs w:val="21"/>
                          <w:u w:val="single"/>
                        </w:rPr>
                        <w:t xml:space="preserve">大学：　　　　　　　　　     　　　　　　　　　　　　　　 </w:t>
                      </w:r>
                    </w:p>
                    <w:p w14:paraId="210D679F" w14:textId="77777777" w:rsidR="00F24972" w:rsidRPr="00761622" w:rsidRDefault="00F24972" w:rsidP="00F24972">
                      <w:pPr>
                        <w:ind w:left="420" w:hanging="420"/>
                        <w:rPr>
                          <w:rFonts w:ascii="ＭＳ Ｐゴシック" w:eastAsia="ＭＳ Ｐゴシック" w:hAnsi="ＭＳ Ｐゴシック"/>
                          <w:szCs w:val="21"/>
                          <w:u w:val="single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Cs w:val="21"/>
                          <w:u w:val="single"/>
                        </w:rPr>
                        <w:t xml:space="preserve">学部：　　　　　　　　　     　　　　　　　　　　　　　　 </w:t>
                      </w:r>
                    </w:p>
                    <w:p w14:paraId="210D67A0" w14:textId="77777777" w:rsidR="00F24972" w:rsidRPr="00464000" w:rsidRDefault="00F24972" w:rsidP="00F24972">
                      <w:pPr>
                        <w:ind w:left="420" w:hanging="420"/>
                        <w:rPr>
                          <w:rFonts w:ascii="ＭＳ Ｐゴシック" w:eastAsia="ＭＳ Ｐゴシック" w:hAnsi="ＭＳ Ｐゴシック"/>
                          <w:szCs w:val="21"/>
                          <w:u w:val="single"/>
                        </w:rPr>
                      </w:pPr>
                      <w:r w:rsidRPr="00761622">
                        <w:rPr>
                          <w:rFonts w:ascii="ＭＳ Ｐゴシック" w:eastAsia="ＭＳ Ｐゴシック" w:hAnsi="ＭＳ Ｐゴシック" w:hint="eastAsia"/>
                          <w:szCs w:val="21"/>
                          <w:u w:val="single"/>
                        </w:rPr>
                        <w:t>氏名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Cs w:val="21"/>
                          <w:u w:val="single"/>
                        </w:rPr>
                        <w:t>：　　　　　　 　　　　　　　　　　（学年：　　　年次）</w:t>
                      </w:r>
                    </w:p>
                  </w:txbxContent>
                </v:textbox>
              </v:rect>
            </w:pict>
          </mc:Fallback>
        </mc:AlternateContent>
      </w:r>
    </w:p>
    <w:p w14:paraId="210D676E" w14:textId="77777777" w:rsidR="00F24972" w:rsidRDefault="00F24972" w:rsidP="0006370D">
      <w:pPr>
        <w:ind w:left="1" w:firstLineChars="0" w:firstLine="0"/>
        <w:rPr>
          <w:sz w:val="22"/>
        </w:rPr>
      </w:pPr>
    </w:p>
    <w:p w14:paraId="210D676F" w14:textId="77777777" w:rsidR="00F24972" w:rsidRDefault="00F24972" w:rsidP="0006370D">
      <w:pPr>
        <w:ind w:left="1" w:firstLineChars="0" w:firstLine="0"/>
        <w:rPr>
          <w:sz w:val="22"/>
        </w:rPr>
      </w:pPr>
    </w:p>
    <w:p w14:paraId="210D6770" w14:textId="77777777" w:rsidR="00F24972" w:rsidRDefault="00F24972" w:rsidP="0006370D">
      <w:pPr>
        <w:ind w:left="1" w:firstLineChars="0" w:firstLine="0"/>
        <w:rPr>
          <w:sz w:val="22"/>
        </w:rPr>
      </w:pPr>
    </w:p>
    <w:p w14:paraId="210D6771" w14:textId="77777777" w:rsidR="00CD60E1" w:rsidRPr="00F24972" w:rsidRDefault="008469F9" w:rsidP="0006370D">
      <w:pPr>
        <w:ind w:left="480" w:hanging="480"/>
        <w:rPr>
          <w:rFonts w:ascii="ＭＳ Ｐゴシック" w:eastAsia="ＭＳ Ｐゴシック" w:hAnsi="ＭＳ Ｐゴシック"/>
          <w:sz w:val="24"/>
          <w:u w:val="single"/>
        </w:rPr>
      </w:pPr>
      <w:r w:rsidRPr="00F24972">
        <w:rPr>
          <w:rFonts w:ascii="ＭＳ Ｐゴシック" w:eastAsia="ＭＳ Ｐゴシック" w:hAnsi="ＭＳ Ｐゴシック" w:hint="eastAsia"/>
          <w:sz w:val="24"/>
          <w:u w:val="single"/>
        </w:rPr>
        <w:t xml:space="preserve">タイトル：　　　　　　</w:t>
      </w:r>
      <w:r w:rsidR="0006370D" w:rsidRPr="00F24972">
        <w:rPr>
          <w:rFonts w:ascii="ＭＳ Ｐゴシック" w:eastAsia="ＭＳ Ｐゴシック" w:hAnsi="ＭＳ Ｐゴシック" w:hint="eastAsia"/>
          <w:sz w:val="24"/>
          <w:u w:val="single"/>
        </w:rPr>
        <w:t xml:space="preserve">　　　　</w:t>
      </w:r>
      <w:r w:rsidR="00F24972" w:rsidRPr="00F24972">
        <w:rPr>
          <w:rFonts w:ascii="ＭＳ Ｐゴシック" w:eastAsia="ＭＳ Ｐゴシック" w:hAnsi="ＭＳ Ｐゴシック" w:hint="eastAsia"/>
          <w:sz w:val="24"/>
          <w:u w:val="single"/>
        </w:rPr>
        <w:t xml:space="preserve">　　　　　　　　　　　　　　　　　　　　　　　</w:t>
      </w:r>
      <w:r w:rsidR="0006370D" w:rsidRPr="00F24972">
        <w:rPr>
          <w:rFonts w:ascii="ＭＳ Ｐゴシック" w:eastAsia="ＭＳ Ｐゴシック" w:hAnsi="ＭＳ Ｐゴシック" w:hint="eastAsia"/>
          <w:sz w:val="24"/>
          <w:u w:val="single"/>
        </w:rPr>
        <w:t xml:space="preserve">　　　　　　　　　　　　　　　　　　　　　　　　　　</w:t>
      </w:r>
    </w:p>
    <w:p w14:paraId="210D6772" w14:textId="77777777" w:rsidR="00F24972" w:rsidRPr="000C40AD" w:rsidRDefault="000C40AD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</w:rPr>
      </w:pPr>
      <w:r w:rsidRPr="000C40AD">
        <w:rPr>
          <w:rFonts w:ascii="ＭＳ Ｐゴシック" w:eastAsia="ＭＳ Ｐゴシック" w:hAnsi="ＭＳ Ｐゴシック" w:hint="eastAsia"/>
          <w:szCs w:val="21"/>
        </w:rPr>
        <w:t>以下本文</w:t>
      </w:r>
    </w:p>
    <w:p w14:paraId="210D6773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74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75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76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77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78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79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7A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7B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7C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7D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7E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7F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80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81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82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83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84" w14:textId="77777777" w:rsidR="000C40AD" w:rsidRPr="005A7841" w:rsidRDefault="000C40AD" w:rsidP="000C40AD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85" w14:textId="77777777" w:rsidR="00F24972" w:rsidRPr="000C40AD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86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87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88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89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8A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8B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8C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8D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8E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8F" w14:textId="77777777" w:rsidR="00F24972" w:rsidRPr="00F24972" w:rsidRDefault="00623BC8" w:rsidP="00F24972">
      <w:pPr>
        <w:ind w:left="440" w:right="7" w:hanging="440"/>
        <w:jc w:val="left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0D6792" wp14:editId="210D6793">
                <wp:simplePos x="0" y="0"/>
                <wp:positionH relativeFrom="column">
                  <wp:posOffset>3833495</wp:posOffset>
                </wp:positionH>
                <wp:positionV relativeFrom="paragraph">
                  <wp:posOffset>273050</wp:posOffset>
                </wp:positionV>
                <wp:extent cx="1933575" cy="52387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57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D67A1" w14:textId="77777777" w:rsidR="00F24972" w:rsidRPr="00F24972" w:rsidRDefault="00F24972" w:rsidP="00F24972">
                            <w:pPr>
                              <w:ind w:left="420" w:hanging="420"/>
                              <w:jc w:val="righ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F24972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</w:t>
                            </w:r>
                            <w:r w:rsidRPr="00F24972">
                              <w:rPr>
                                <w:rFonts w:ascii="ＭＳ Ｐゴシック" w:eastAsia="ＭＳ Ｐゴシック" w:hAnsi="ＭＳ Ｐゴシック"/>
                              </w:rPr>
                              <w:t xml:space="preserve">　　</w:t>
                            </w:r>
                            <w:r w:rsidR="000B332D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※１</w:t>
                            </w:r>
                            <w:r w:rsidRPr="00F2497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枚以内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とすること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10D679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301.85pt;margin-top:21.5pt;width:152.25pt;height:4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" stroked="f">
                <v:textbox inset="5.85pt,.7pt,5.85pt,.7pt">
                  <w:txbxContent>
                    <w:p w14:paraId="210D67A1" w14:textId="77777777" w:rsidR="00F24972" w:rsidRPr="00F24972" w:rsidRDefault="00F24972" w:rsidP="00F24972">
                      <w:pPr>
                        <w:ind w:left="420" w:hanging="420"/>
                        <w:jc w:val="righ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F24972">
                        <w:rPr>
                          <w:rFonts w:ascii="ＭＳ Ｐゴシック" w:eastAsia="ＭＳ Ｐゴシック" w:hAnsi="ＭＳ Ｐゴシック" w:hint="eastAsia"/>
                        </w:rPr>
                        <w:t xml:space="preserve">　</w:t>
                      </w:r>
                      <w:r w:rsidRPr="00F24972">
                        <w:rPr>
                          <w:rFonts w:ascii="ＭＳ Ｐゴシック" w:eastAsia="ＭＳ Ｐゴシック" w:hAnsi="ＭＳ Ｐゴシック"/>
                        </w:rPr>
                        <w:t xml:space="preserve">　　</w:t>
                      </w:r>
                      <w:r w:rsidR="000B332D">
                        <w:rPr>
                          <w:rFonts w:ascii="ＭＳ Ｐゴシック" w:eastAsia="ＭＳ Ｐゴシック" w:hAnsi="ＭＳ Ｐゴシック" w:hint="eastAsia"/>
                        </w:rPr>
                        <w:t>※１</w:t>
                      </w:r>
                      <w:r w:rsidRPr="00F24972">
                        <w:rPr>
                          <w:rFonts w:ascii="ＭＳ Ｐゴシック" w:eastAsia="ＭＳ Ｐゴシック" w:hAnsi="ＭＳ Ｐゴシック" w:hint="eastAsia"/>
                        </w:rPr>
                        <w:t>枚以内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とすること</w:t>
                      </w:r>
                    </w:p>
                  </w:txbxContent>
                </v:textbox>
              </v:shape>
            </w:pict>
          </mc:Fallback>
        </mc:AlternateContent>
      </w:r>
      <w:r w:rsidR="00F24972"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</w:t>
      </w:r>
    </w:p>
    <w:sectPr w:rsidR="00F24972" w:rsidRPr="00F24972" w:rsidSect="00120F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851" w:footer="992" w:gutter="0"/>
      <w:cols w:space="425"/>
      <w:docGrid w:type="lines" w:linePitch="377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EC91F3" w14:textId="77777777" w:rsidR="00707246" w:rsidRDefault="00707246" w:rsidP="008469F9">
      <w:pPr>
        <w:ind w:left="420" w:hanging="420"/>
      </w:pPr>
      <w:r>
        <w:separator/>
      </w:r>
    </w:p>
  </w:endnote>
  <w:endnote w:type="continuationSeparator" w:id="0">
    <w:p w14:paraId="57337C17" w14:textId="77777777" w:rsidR="00707246" w:rsidRDefault="00707246" w:rsidP="008469F9">
      <w:pPr>
        <w:ind w:left="420" w:hanging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D679A" w14:textId="77777777" w:rsidR="008469F9" w:rsidRDefault="008469F9" w:rsidP="008469F9">
    <w:pPr>
      <w:pStyle w:val="a5"/>
      <w:ind w:left="420" w:hanging="4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D679B" w14:textId="77777777" w:rsidR="008469F9" w:rsidRDefault="008469F9" w:rsidP="008469F9">
    <w:pPr>
      <w:pStyle w:val="a5"/>
      <w:ind w:left="420" w:hanging="42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D679D" w14:textId="77777777" w:rsidR="008469F9" w:rsidRDefault="008469F9" w:rsidP="008469F9">
    <w:pPr>
      <w:pStyle w:val="a5"/>
      <w:ind w:left="420" w:hanging="4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924AA9" w14:textId="77777777" w:rsidR="00707246" w:rsidRDefault="00707246" w:rsidP="008469F9">
      <w:pPr>
        <w:ind w:left="420" w:hanging="420"/>
      </w:pPr>
      <w:r>
        <w:separator/>
      </w:r>
    </w:p>
  </w:footnote>
  <w:footnote w:type="continuationSeparator" w:id="0">
    <w:p w14:paraId="32762792" w14:textId="77777777" w:rsidR="00707246" w:rsidRDefault="00707246" w:rsidP="008469F9">
      <w:pPr>
        <w:ind w:left="420" w:hanging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D6798" w14:textId="77777777" w:rsidR="008469F9" w:rsidRDefault="008469F9" w:rsidP="008469F9">
    <w:pPr>
      <w:pStyle w:val="a3"/>
      <w:ind w:left="420" w:hanging="4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D6799" w14:textId="77777777" w:rsidR="008469F9" w:rsidRDefault="008469F9" w:rsidP="008469F9">
    <w:pPr>
      <w:pStyle w:val="a3"/>
      <w:ind w:left="420" w:hanging="4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D679C" w14:textId="77777777" w:rsidR="008469F9" w:rsidRDefault="008469F9" w:rsidP="008469F9">
    <w:pPr>
      <w:pStyle w:val="a3"/>
      <w:ind w:left="420" w:hanging="4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/>
  <w:defaultTabStop w:val="840"/>
  <w:drawingGridHorizontalSpacing w:val="193"/>
  <w:drawingGridVerticalSpacing w:val="37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0E1"/>
    <w:rsid w:val="0000080C"/>
    <w:rsid w:val="0000678E"/>
    <w:rsid w:val="000331B1"/>
    <w:rsid w:val="0003349D"/>
    <w:rsid w:val="00036563"/>
    <w:rsid w:val="000368A8"/>
    <w:rsid w:val="000442A6"/>
    <w:rsid w:val="00055A03"/>
    <w:rsid w:val="0006370D"/>
    <w:rsid w:val="00086AEE"/>
    <w:rsid w:val="000A454D"/>
    <w:rsid w:val="000B332D"/>
    <w:rsid w:val="000C40AD"/>
    <w:rsid w:val="000E286B"/>
    <w:rsid w:val="000F530B"/>
    <w:rsid w:val="00120FC7"/>
    <w:rsid w:val="00131CE7"/>
    <w:rsid w:val="00133E2D"/>
    <w:rsid w:val="00144C24"/>
    <w:rsid w:val="00145255"/>
    <w:rsid w:val="00146D07"/>
    <w:rsid w:val="001840FD"/>
    <w:rsid w:val="0019683F"/>
    <w:rsid w:val="001A45C1"/>
    <w:rsid w:val="001A4F43"/>
    <w:rsid w:val="001D513A"/>
    <w:rsid w:val="002207F5"/>
    <w:rsid w:val="00241CB0"/>
    <w:rsid w:val="0024243C"/>
    <w:rsid w:val="002577FE"/>
    <w:rsid w:val="002600D5"/>
    <w:rsid w:val="002B62B5"/>
    <w:rsid w:val="00306E55"/>
    <w:rsid w:val="00310460"/>
    <w:rsid w:val="00315C03"/>
    <w:rsid w:val="0031602E"/>
    <w:rsid w:val="0032172B"/>
    <w:rsid w:val="00324183"/>
    <w:rsid w:val="003318CF"/>
    <w:rsid w:val="003720FA"/>
    <w:rsid w:val="003A4E69"/>
    <w:rsid w:val="003C156E"/>
    <w:rsid w:val="003C2B61"/>
    <w:rsid w:val="0047452E"/>
    <w:rsid w:val="00492159"/>
    <w:rsid w:val="004C20C7"/>
    <w:rsid w:val="004D2267"/>
    <w:rsid w:val="004D28FB"/>
    <w:rsid w:val="004E08D8"/>
    <w:rsid w:val="004F3220"/>
    <w:rsid w:val="005543D4"/>
    <w:rsid w:val="005633D9"/>
    <w:rsid w:val="00570EB8"/>
    <w:rsid w:val="0059148B"/>
    <w:rsid w:val="005A681D"/>
    <w:rsid w:val="006061DF"/>
    <w:rsid w:val="00623BC8"/>
    <w:rsid w:val="0062647E"/>
    <w:rsid w:val="0062769D"/>
    <w:rsid w:val="00685C9B"/>
    <w:rsid w:val="00692755"/>
    <w:rsid w:val="00696C2B"/>
    <w:rsid w:val="006C2817"/>
    <w:rsid w:val="006C40DB"/>
    <w:rsid w:val="00707246"/>
    <w:rsid w:val="00723A92"/>
    <w:rsid w:val="00723D65"/>
    <w:rsid w:val="00731715"/>
    <w:rsid w:val="00735B53"/>
    <w:rsid w:val="00741BEC"/>
    <w:rsid w:val="00756F16"/>
    <w:rsid w:val="007C68DE"/>
    <w:rsid w:val="0084651D"/>
    <w:rsid w:val="008469F9"/>
    <w:rsid w:val="00874615"/>
    <w:rsid w:val="008A4388"/>
    <w:rsid w:val="008B2AD5"/>
    <w:rsid w:val="008E66B9"/>
    <w:rsid w:val="008E6C54"/>
    <w:rsid w:val="00923049"/>
    <w:rsid w:val="009265AD"/>
    <w:rsid w:val="00985E4C"/>
    <w:rsid w:val="009C3241"/>
    <w:rsid w:val="009C6804"/>
    <w:rsid w:val="009F3776"/>
    <w:rsid w:val="00A16E71"/>
    <w:rsid w:val="00A3129F"/>
    <w:rsid w:val="00A47D5B"/>
    <w:rsid w:val="00A57071"/>
    <w:rsid w:val="00A84152"/>
    <w:rsid w:val="00A87A77"/>
    <w:rsid w:val="00B127CF"/>
    <w:rsid w:val="00B23A96"/>
    <w:rsid w:val="00B262DB"/>
    <w:rsid w:val="00B53701"/>
    <w:rsid w:val="00B53D1E"/>
    <w:rsid w:val="00B54D63"/>
    <w:rsid w:val="00B77A16"/>
    <w:rsid w:val="00BD01B7"/>
    <w:rsid w:val="00BD433F"/>
    <w:rsid w:val="00BF3E50"/>
    <w:rsid w:val="00C23E95"/>
    <w:rsid w:val="00C46C0D"/>
    <w:rsid w:val="00C65C6B"/>
    <w:rsid w:val="00C75358"/>
    <w:rsid w:val="00C804DE"/>
    <w:rsid w:val="00C9188A"/>
    <w:rsid w:val="00C937DE"/>
    <w:rsid w:val="00C9740F"/>
    <w:rsid w:val="00CA34B4"/>
    <w:rsid w:val="00CA7C14"/>
    <w:rsid w:val="00CB22C0"/>
    <w:rsid w:val="00CB5644"/>
    <w:rsid w:val="00CB7262"/>
    <w:rsid w:val="00CC2137"/>
    <w:rsid w:val="00CC5B11"/>
    <w:rsid w:val="00CC6C04"/>
    <w:rsid w:val="00CD60E1"/>
    <w:rsid w:val="00D12D70"/>
    <w:rsid w:val="00D27126"/>
    <w:rsid w:val="00D342DE"/>
    <w:rsid w:val="00D43317"/>
    <w:rsid w:val="00D46730"/>
    <w:rsid w:val="00D54CC1"/>
    <w:rsid w:val="00D83158"/>
    <w:rsid w:val="00D85B96"/>
    <w:rsid w:val="00E01912"/>
    <w:rsid w:val="00E14BAB"/>
    <w:rsid w:val="00E54D52"/>
    <w:rsid w:val="00E572A9"/>
    <w:rsid w:val="00E6554C"/>
    <w:rsid w:val="00E81252"/>
    <w:rsid w:val="00EA6B9C"/>
    <w:rsid w:val="00EC3773"/>
    <w:rsid w:val="00ED37F8"/>
    <w:rsid w:val="00EE533F"/>
    <w:rsid w:val="00F06718"/>
    <w:rsid w:val="00F24972"/>
    <w:rsid w:val="00F3125D"/>
    <w:rsid w:val="00F651A9"/>
    <w:rsid w:val="00F9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10D67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left="200" w:hangingChars="200" w:hanging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A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469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469F9"/>
  </w:style>
  <w:style w:type="paragraph" w:styleId="a5">
    <w:name w:val="footer"/>
    <w:basedOn w:val="a"/>
    <w:link w:val="a6"/>
    <w:uiPriority w:val="99"/>
    <w:semiHidden/>
    <w:unhideWhenUsed/>
    <w:rsid w:val="008469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469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551BE-F504-42D3-8628-06D72D0EA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934C468</Template>
  <TotalTime>0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2020-02-27T05:22:00Z</dcterms:created>
  <dcterms:modified xsi:type="dcterms:W3CDTF">2020-02-27T05:22:00Z</dcterms:modified>
</cp:coreProperties>
</file>