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9FB" w:rsidRDefault="004E79FB" w:rsidP="00621977">
      <w:pPr>
        <w:jc w:val="center"/>
        <w:rPr>
          <w:rFonts w:ascii="ＭＳ 明朝" w:hAnsi="ＭＳ 明朝"/>
          <w:b/>
          <w:sz w:val="22"/>
          <w:szCs w:val="22"/>
        </w:rPr>
      </w:pPr>
    </w:p>
    <w:p w:rsidR="00E53474" w:rsidRPr="00B44997" w:rsidRDefault="00B44997" w:rsidP="00621977">
      <w:pPr>
        <w:jc w:val="center"/>
        <w:rPr>
          <w:rFonts w:ascii="ＭＳ 明朝" w:hAnsi="ＭＳ 明朝"/>
          <w:b/>
          <w:sz w:val="22"/>
          <w:szCs w:val="22"/>
        </w:rPr>
      </w:pPr>
      <w:r w:rsidRPr="00B44997">
        <w:rPr>
          <w:rFonts w:ascii="ＭＳ 明朝" w:hAnsi="ＭＳ 明朝" w:hint="eastAsia"/>
          <w:b/>
          <w:sz w:val="22"/>
          <w:szCs w:val="22"/>
        </w:rPr>
        <w:t>独立行政法人日本学生支援機構</w:t>
      </w:r>
      <w:r w:rsidRPr="00B44997">
        <w:rPr>
          <w:rFonts w:hint="eastAsia"/>
          <w:b/>
        </w:rPr>
        <w:t>（</w:t>
      </w:r>
      <w:r w:rsidRPr="00B44997">
        <w:rPr>
          <w:rFonts w:hint="eastAsia"/>
          <w:b/>
        </w:rPr>
        <w:t>JASSO</w:t>
      </w:r>
      <w:r w:rsidRPr="00B44997">
        <w:rPr>
          <w:rFonts w:hint="eastAsia"/>
          <w:b/>
        </w:rPr>
        <w:t>）</w:t>
      </w:r>
    </w:p>
    <w:p w:rsidR="00E53474" w:rsidRPr="00A16ACB" w:rsidRDefault="008020C0" w:rsidP="00E53474">
      <w:pPr>
        <w:jc w:val="center"/>
        <w:rPr>
          <w:rFonts w:ascii="ＭＳ 明朝" w:hAnsi="ＭＳ 明朝"/>
          <w:b/>
          <w:sz w:val="22"/>
          <w:szCs w:val="22"/>
        </w:rPr>
      </w:pPr>
      <w:r w:rsidRPr="00A16ACB">
        <w:rPr>
          <w:rFonts w:ascii="ＭＳ 明朝" w:hAnsi="ＭＳ 明朝" w:hint="eastAsia"/>
          <w:b/>
          <w:sz w:val="22"/>
          <w:szCs w:val="22"/>
        </w:rPr>
        <w:t>平成</w:t>
      </w:r>
      <w:r w:rsidR="006E71AF">
        <w:rPr>
          <w:rFonts w:ascii="ＭＳ 明朝" w:hAnsi="ＭＳ 明朝" w:hint="eastAsia"/>
          <w:b/>
          <w:sz w:val="22"/>
          <w:szCs w:val="22"/>
        </w:rPr>
        <w:t>２７</w:t>
      </w:r>
      <w:r w:rsidR="00B44997" w:rsidRPr="00A16ACB">
        <w:rPr>
          <w:rFonts w:ascii="ＭＳ 明朝" w:hAnsi="ＭＳ 明朝" w:hint="eastAsia"/>
          <w:b/>
          <w:sz w:val="22"/>
          <w:szCs w:val="22"/>
        </w:rPr>
        <w:t>年度</w:t>
      </w:r>
      <w:r w:rsidR="008B448B" w:rsidRPr="00A16ACB">
        <w:rPr>
          <w:rFonts w:ascii="ＭＳ 明朝" w:hAnsi="ＭＳ 明朝" w:hint="eastAsia"/>
          <w:b/>
          <w:sz w:val="22"/>
          <w:szCs w:val="22"/>
        </w:rPr>
        <w:t>海外留学</w:t>
      </w:r>
      <w:r w:rsidR="006E71AF">
        <w:rPr>
          <w:rFonts w:ascii="ＭＳ 明朝" w:hAnsi="ＭＳ 明朝" w:hint="eastAsia"/>
          <w:b/>
          <w:sz w:val="22"/>
          <w:szCs w:val="22"/>
        </w:rPr>
        <w:t>支援制度（大学院</w:t>
      </w:r>
      <w:r w:rsidR="006E71AF">
        <w:rPr>
          <w:rFonts w:ascii="ＭＳ 明朝" w:hAnsi="ＭＳ 明朝"/>
          <w:b/>
          <w:sz w:val="22"/>
          <w:szCs w:val="22"/>
        </w:rPr>
        <w:t>学位取得型</w:t>
      </w:r>
      <w:r w:rsidR="00B44997" w:rsidRPr="00A16ACB">
        <w:rPr>
          <w:rFonts w:ascii="ＭＳ 明朝" w:hAnsi="ＭＳ 明朝" w:hint="eastAsia"/>
          <w:b/>
          <w:sz w:val="22"/>
          <w:szCs w:val="22"/>
        </w:rPr>
        <w:t>）</w:t>
      </w:r>
    </w:p>
    <w:p w:rsidR="00621977" w:rsidRPr="001B3CDA" w:rsidRDefault="00621977" w:rsidP="00E53474">
      <w:pPr>
        <w:jc w:val="center"/>
        <w:rPr>
          <w:rFonts w:ascii="ＭＳ 明朝" w:hAnsi="ＭＳ 明朝"/>
          <w:b/>
          <w:sz w:val="22"/>
          <w:szCs w:val="22"/>
        </w:rPr>
      </w:pPr>
      <w:r w:rsidRPr="001B3CDA">
        <w:rPr>
          <w:rFonts w:ascii="ＭＳ 明朝" w:hAnsi="ＭＳ 明朝" w:hint="eastAsia"/>
          <w:b/>
          <w:sz w:val="22"/>
          <w:szCs w:val="22"/>
        </w:rPr>
        <w:t>学内募集要項</w:t>
      </w:r>
    </w:p>
    <w:p w:rsidR="00621977" w:rsidRPr="004E79FB" w:rsidRDefault="00621977" w:rsidP="00621977"/>
    <w:p w:rsidR="00621977" w:rsidRPr="00626278" w:rsidRDefault="00B44997" w:rsidP="00B44997">
      <w:pPr>
        <w:ind w:firstLineChars="100" w:firstLine="210"/>
        <w:rPr>
          <w:rFonts w:ascii="ＭＳ 明朝" w:hAnsi="ＭＳ 明朝"/>
          <w:szCs w:val="21"/>
        </w:rPr>
      </w:pPr>
      <w:r w:rsidRPr="00626278">
        <w:rPr>
          <w:rFonts w:hint="eastAsia"/>
          <w:szCs w:val="21"/>
        </w:rPr>
        <w:t>独立行政法人日本学生支援機構（</w:t>
      </w:r>
      <w:r w:rsidRPr="00626278">
        <w:rPr>
          <w:rFonts w:hint="eastAsia"/>
          <w:szCs w:val="21"/>
        </w:rPr>
        <w:t>JASSO</w:t>
      </w:r>
      <w:r w:rsidRPr="00626278">
        <w:rPr>
          <w:rFonts w:hint="eastAsia"/>
          <w:szCs w:val="21"/>
        </w:rPr>
        <w:t>）（以下</w:t>
      </w:r>
      <w:r w:rsidR="00C0337A" w:rsidRPr="00626278">
        <w:rPr>
          <w:rFonts w:hint="eastAsia"/>
          <w:szCs w:val="21"/>
        </w:rPr>
        <w:t>「</w:t>
      </w:r>
      <w:r w:rsidRPr="00626278">
        <w:rPr>
          <w:rFonts w:hint="eastAsia"/>
          <w:szCs w:val="21"/>
        </w:rPr>
        <w:t>機構</w:t>
      </w:r>
      <w:r w:rsidR="00C0337A" w:rsidRPr="00626278">
        <w:rPr>
          <w:rFonts w:hint="eastAsia"/>
          <w:szCs w:val="21"/>
        </w:rPr>
        <w:t>」</w:t>
      </w:r>
      <w:r w:rsidRPr="00626278">
        <w:rPr>
          <w:rFonts w:hint="eastAsia"/>
          <w:szCs w:val="21"/>
        </w:rPr>
        <w:t>）</w:t>
      </w:r>
      <w:r w:rsidR="00E53474" w:rsidRPr="00626278">
        <w:rPr>
          <w:rFonts w:ascii="ＭＳ 明朝" w:hAnsi="ＭＳ 明朝" w:hint="eastAsia"/>
          <w:szCs w:val="21"/>
        </w:rPr>
        <w:t>による</w:t>
      </w:r>
      <w:r w:rsidR="00AB7D56" w:rsidRPr="00626278">
        <w:rPr>
          <w:rFonts w:ascii="ＭＳ 明朝" w:hAnsi="ＭＳ 明朝" w:hint="eastAsia"/>
          <w:szCs w:val="21"/>
        </w:rPr>
        <w:t>、</w:t>
      </w:r>
      <w:r w:rsidRPr="00626278">
        <w:rPr>
          <w:rFonts w:ascii="ＭＳ 明朝" w:hAnsi="ＭＳ 明朝" w:hint="eastAsia"/>
          <w:szCs w:val="21"/>
        </w:rPr>
        <w:t>修士又は博士の学位を取得するために留学する日本人学生等</w:t>
      </w:r>
      <w:r w:rsidR="00E53474" w:rsidRPr="00626278">
        <w:rPr>
          <w:rFonts w:ascii="ＭＳ 明朝" w:hAnsi="ＭＳ 明朝" w:hint="eastAsia"/>
          <w:szCs w:val="21"/>
        </w:rPr>
        <w:t>へ</w:t>
      </w:r>
      <w:r w:rsidR="00DF2F24" w:rsidRPr="00626278">
        <w:rPr>
          <w:rFonts w:ascii="ＭＳ 明朝" w:hAnsi="ＭＳ 明朝" w:hint="eastAsia"/>
          <w:szCs w:val="21"/>
        </w:rPr>
        <w:t>の奨学金</w:t>
      </w:r>
      <w:r w:rsidR="00C0337A" w:rsidRPr="00626278">
        <w:rPr>
          <w:rFonts w:ascii="ＭＳ 明朝" w:hAnsi="ＭＳ 明朝" w:hint="eastAsia"/>
          <w:szCs w:val="21"/>
        </w:rPr>
        <w:t>等の支援</w:t>
      </w:r>
      <w:r w:rsidR="00DF2F24" w:rsidRPr="00626278">
        <w:rPr>
          <w:rFonts w:ascii="ＭＳ 明朝" w:hAnsi="ＭＳ 明朝" w:hint="eastAsia"/>
          <w:szCs w:val="21"/>
        </w:rPr>
        <w:t>制度です。</w:t>
      </w:r>
    </w:p>
    <w:p w:rsidR="00A24883" w:rsidRPr="00626278" w:rsidRDefault="009F3E98" w:rsidP="00E04AF1">
      <w:pPr>
        <w:ind w:firstLine="210"/>
        <w:jc w:val="left"/>
        <w:rPr>
          <w:szCs w:val="21"/>
        </w:rPr>
      </w:pPr>
      <w:r w:rsidRPr="00626278">
        <w:rPr>
          <w:rFonts w:hint="eastAsia"/>
          <w:szCs w:val="21"/>
        </w:rPr>
        <w:t>申請希望者は</w:t>
      </w:r>
      <w:r w:rsidR="00AB7D56" w:rsidRPr="00626278">
        <w:rPr>
          <w:rFonts w:hint="eastAsia"/>
          <w:szCs w:val="21"/>
        </w:rPr>
        <w:t>、</w:t>
      </w:r>
      <w:r w:rsidR="004E79FB" w:rsidRPr="00626278">
        <w:rPr>
          <w:rFonts w:hint="eastAsia"/>
          <w:szCs w:val="21"/>
        </w:rPr>
        <w:t>本学内募集要項及び次の</w:t>
      </w:r>
      <w:r w:rsidR="00E04AF1" w:rsidRPr="00626278">
        <w:rPr>
          <w:rFonts w:ascii="ＭＳ 明朝" w:hAnsi="ＭＳ 明朝" w:hint="eastAsia"/>
          <w:szCs w:val="21"/>
        </w:rPr>
        <w:t>機構ホームページ</w:t>
      </w:r>
      <w:hyperlink r:id="rId8" w:history="1">
        <w:r w:rsidR="00E04AF1" w:rsidRPr="00626278">
          <w:rPr>
            <w:rStyle w:val="ab"/>
            <w:rFonts w:ascii="ＭＳ 明朝" w:hAnsi="ＭＳ 明朝" w:hint="eastAsia"/>
            <w:color w:val="auto"/>
            <w:szCs w:val="21"/>
            <w:u w:val="none"/>
          </w:rPr>
          <w:t>を必ず確認</w:t>
        </w:r>
      </w:hyperlink>
      <w:r w:rsidR="00A24883" w:rsidRPr="00626278">
        <w:rPr>
          <w:rFonts w:ascii="ＭＳ 明朝" w:hAnsi="ＭＳ 明朝" w:hint="eastAsia"/>
          <w:szCs w:val="21"/>
        </w:rPr>
        <w:t>の上</w:t>
      </w:r>
      <w:r w:rsidR="00AB7D56" w:rsidRPr="00626278">
        <w:rPr>
          <w:rFonts w:ascii="ＭＳ 明朝" w:hAnsi="ＭＳ 明朝" w:hint="eastAsia"/>
          <w:szCs w:val="21"/>
        </w:rPr>
        <w:t>、</w:t>
      </w:r>
      <w:r w:rsidR="00C0337A" w:rsidRPr="00626278">
        <w:rPr>
          <w:rFonts w:ascii="ＭＳ 明朝" w:hAnsi="ＭＳ 明朝" w:hint="eastAsia"/>
          <w:szCs w:val="21"/>
        </w:rPr>
        <w:t>下の資料</w:t>
      </w:r>
      <w:r w:rsidR="007E3118" w:rsidRPr="00626278">
        <w:rPr>
          <w:rFonts w:ascii="ＭＳ 明朝" w:hAnsi="ＭＳ 明朝" w:hint="eastAsia"/>
          <w:szCs w:val="21"/>
        </w:rPr>
        <w:t>（別添）</w:t>
      </w:r>
      <w:r w:rsidR="00C0337A" w:rsidRPr="00626278">
        <w:rPr>
          <w:rFonts w:ascii="ＭＳ 明朝" w:hAnsi="ＭＳ 明朝" w:hint="eastAsia"/>
          <w:szCs w:val="21"/>
        </w:rPr>
        <w:t>を熟読し</w:t>
      </w:r>
      <w:r w:rsidR="00A24883" w:rsidRPr="00626278">
        <w:rPr>
          <w:rFonts w:ascii="ＭＳ 明朝" w:hAnsi="ＭＳ 明朝" w:hint="eastAsia"/>
          <w:szCs w:val="21"/>
        </w:rPr>
        <w:t>、</w:t>
      </w:r>
      <w:r w:rsidR="00A24883" w:rsidRPr="00626278">
        <w:rPr>
          <w:rFonts w:hint="eastAsia"/>
          <w:szCs w:val="21"/>
        </w:rPr>
        <w:t>所属部局を通して</w:t>
      </w:r>
      <w:r w:rsidR="007115CA" w:rsidRPr="00626278">
        <w:rPr>
          <w:rFonts w:hint="eastAsia"/>
          <w:szCs w:val="21"/>
        </w:rPr>
        <w:t>申請書類を</w:t>
      </w:r>
      <w:r w:rsidR="00A24883" w:rsidRPr="00626278">
        <w:rPr>
          <w:rFonts w:hint="eastAsia"/>
          <w:szCs w:val="21"/>
        </w:rPr>
        <w:t>提出してください。</w:t>
      </w:r>
    </w:p>
    <w:p w:rsidR="007115CA" w:rsidRPr="00626278" w:rsidRDefault="004E79FB" w:rsidP="00E04AF1">
      <w:pPr>
        <w:ind w:firstLine="210"/>
        <w:jc w:val="left"/>
        <w:rPr>
          <w:rFonts w:ascii="ＭＳ 明朝" w:hAnsi="ＭＳ 明朝"/>
          <w:szCs w:val="21"/>
        </w:rPr>
      </w:pPr>
      <w:r w:rsidRPr="00626278">
        <w:rPr>
          <w:rFonts w:hint="eastAsia"/>
          <w:szCs w:val="21"/>
        </w:rPr>
        <w:t>(</w:t>
      </w:r>
      <w:hyperlink r:id="rId9" w:history="1">
        <w:r w:rsidRPr="00626278">
          <w:rPr>
            <w:rStyle w:val="ab"/>
            <w:rFonts w:ascii="ＭＳ 明朝" w:hAnsi="ＭＳ 明朝"/>
            <w:szCs w:val="21"/>
          </w:rPr>
          <w:t>http://www.jasso.go.jp/scholarship/long_term_h.html</w:t>
        </w:r>
      </w:hyperlink>
      <w:r w:rsidRPr="00626278">
        <w:rPr>
          <w:rFonts w:ascii="ＭＳ 明朝" w:hAnsi="ＭＳ 明朝" w:hint="eastAsia"/>
          <w:szCs w:val="21"/>
        </w:rPr>
        <w:t>）</w:t>
      </w:r>
    </w:p>
    <w:p w:rsidR="004E79FB" w:rsidRPr="00626278" w:rsidRDefault="004E79FB" w:rsidP="00ED1413">
      <w:pPr>
        <w:jc w:val="left"/>
        <w:rPr>
          <w:rFonts w:ascii="ＭＳ 明朝" w:hAnsi="ＭＳ 明朝"/>
          <w:szCs w:val="21"/>
        </w:rPr>
      </w:pPr>
    </w:p>
    <w:p w:rsidR="00A24883" w:rsidRPr="00626278" w:rsidRDefault="007E3118" w:rsidP="00A24883">
      <w:pPr>
        <w:pStyle w:val="a7"/>
        <w:numPr>
          <w:ilvl w:val="0"/>
          <w:numId w:val="7"/>
        </w:numPr>
        <w:jc w:val="both"/>
        <w:rPr>
          <w:szCs w:val="21"/>
        </w:rPr>
      </w:pPr>
      <w:r w:rsidRPr="00626278">
        <w:rPr>
          <w:rFonts w:hint="eastAsia"/>
          <w:szCs w:val="21"/>
        </w:rPr>
        <w:t>平成</w:t>
      </w:r>
      <w:r w:rsidR="00035F24">
        <w:rPr>
          <w:rFonts w:hint="eastAsia"/>
          <w:szCs w:val="21"/>
        </w:rPr>
        <w:t>２７</w:t>
      </w:r>
      <w:r w:rsidRPr="00626278">
        <w:rPr>
          <w:rFonts w:hint="eastAsia"/>
          <w:szCs w:val="21"/>
        </w:rPr>
        <w:t>年度</w:t>
      </w:r>
      <w:r w:rsidR="008B448B" w:rsidRPr="00626278">
        <w:rPr>
          <w:rFonts w:hint="eastAsia"/>
          <w:szCs w:val="21"/>
        </w:rPr>
        <w:t>海外留学</w:t>
      </w:r>
      <w:r w:rsidR="00035F24">
        <w:rPr>
          <w:rFonts w:hint="eastAsia"/>
          <w:szCs w:val="21"/>
        </w:rPr>
        <w:t>支援制度（大学院</w:t>
      </w:r>
      <w:r w:rsidR="00035F24">
        <w:rPr>
          <w:szCs w:val="21"/>
        </w:rPr>
        <w:t>学位取得型</w:t>
      </w:r>
      <w:r w:rsidRPr="00626278">
        <w:rPr>
          <w:rFonts w:hint="eastAsia"/>
          <w:szCs w:val="21"/>
        </w:rPr>
        <w:t>）</w:t>
      </w:r>
      <w:r w:rsidR="008B448B" w:rsidRPr="00626278">
        <w:rPr>
          <w:rFonts w:hint="eastAsia"/>
          <w:szCs w:val="21"/>
        </w:rPr>
        <w:t>募集</w:t>
      </w:r>
      <w:r w:rsidR="005F6F0C" w:rsidRPr="00626278">
        <w:rPr>
          <w:rFonts w:hint="eastAsia"/>
          <w:szCs w:val="21"/>
        </w:rPr>
        <w:t>要項</w:t>
      </w:r>
      <w:r w:rsidR="00E6244D" w:rsidRPr="00626278">
        <w:rPr>
          <w:rFonts w:hint="eastAsia"/>
          <w:szCs w:val="21"/>
        </w:rPr>
        <w:t xml:space="preserve">　</w:t>
      </w:r>
    </w:p>
    <w:p w:rsidR="00A24883" w:rsidRPr="00626278" w:rsidRDefault="00035F24" w:rsidP="00A24883">
      <w:pPr>
        <w:pStyle w:val="a7"/>
        <w:numPr>
          <w:ilvl w:val="0"/>
          <w:numId w:val="7"/>
        </w:numPr>
        <w:jc w:val="both"/>
        <w:rPr>
          <w:szCs w:val="21"/>
        </w:rPr>
      </w:pPr>
      <w:r>
        <w:rPr>
          <w:rFonts w:hint="eastAsia"/>
          <w:szCs w:val="21"/>
        </w:rPr>
        <w:t>平成２７</w:t>
      </w:r>
      <w:r w:rsidR="008B448B" w:rsidRPr="00626278">
        <w:rPr>
          <w:rFonts w:hint="eastAsia"/>
          <w:szCs w:val="21"/>
        </w:rPr>
        <w:t>年度海外留学</w:t>
      </w:r>
      <w:r>
        <w:rPr>
          <w:rFonts w:hint="eastAsia"/>
          <w:szCs w:val="21"/>
        </w:rPr>
        <w:t>支援制度（大学院</w:t>
      </w:r>
      <w:r>
        <w:rPr>
          <w:szCs w:val="21"/>
        </w:rPr>
        <w:t>学位取得型</w:t>
      </w:r>
      <w:r w:rsidR="00A24883" w:rsidRPr="00626278">
        <w:rPr>
          <w:rFonts w:hint="eastAsia"/>
          <w:szCs w:val="21"/>
        </w:rPr>
        <w:t>）</w:t>
      </w:r>
      <w:r w:rsidR="00A24883" w:rsidRPr="00626278">
        <w:rPr>
          <w:rFonts w:hint="eastAsia"/>
          <w:szCs w:val="21"/>
        </w:rPr>
        <w:t>Q&amp;A</w:t>
      </w:r>
      <w:r w:rsidR="00E6244D" w:rsidRPr="00626278">
        <w:rPr>
          <w:rFonts w:hint="eastAsia"/>
          <w:szCs w:val="21"/>
        </w:rPr>
        <w:t xml:space="preserve">　</w:t>
      </w:r>
    </w:p>
    <w:p w:rsidR="00A24883" w:rsidRPr="00626278" w:rsidRDefault="00035F24" w:rsidP="00A24883">
      <w:pPr>
        <w:pStyle w:val="a7"/>
        <w:numPr>
          <w:ilvl w:val="0"/>
          <w:numId w:val="7"/>
        </w:numPr>
        <w:jc w:val="both"/>
        <w:rPr>
          <w:szCs w:val="21"/>
        </w:rPr>
      </w:pPr>
      <w:r>
        <w:rPr>
          <w:rFonts w:hint="eastAsia"/>
          <w:szCs w:val="21"/>
        </w:rPr>
        <w:t>平成２７</w:t>
      </w:r>
      <w:r w:rsidR="008B448B" w:rsidRPr="00626278">
        <w:rPr>
          <w:rFonts w:hint="eastAsia"/>
          <w:szCs w:val="21"/>
        </w:rPr>
        <w:t>年度海外留学</w:t>
      </w:r>
      <w:r>
        <w:rPr>
          <w:rFonts w:hint="eastAsia"/>
          <w:szCs w:val="21"/>
        </w:rPr>
        <w:t>支援制度（大学院</w:t>
      </w:r>
      <w:r>
        <w:rPr>
          <w:szCs w:val="21"/>
        </w:rPr>
        <w:t>学位取得型</w:t>
      </w:r>
      <w:r w:rsidR="00A24883" w:rsidRPr="00626278">
        <w:rPr>
          <w:rFonts w:hint="eastAsia"/>
          <w:szCs w:val="21"/>
        </w:rPr>
        <w:t>）応募者作成書類</w:t>
      </w:r>
      <w:r w:rsidR="000E26A4">
        <w:rPr>
          <w:rFonts w:hint="eastAsia"/>
          <w:szCs w:val="21"/>
        </w:rPr>
        <w:t>(Excel)</w:t>
      </w:r>
    </w:p>
    <w:p w:rsidR="00B71788" w:rsidRPr="00353507" w:rsidRDefault="00B71788" w:rsidP="00A24883">
      <w:pPr>
        <w:pStyle w:val="a7"/>
        <w:numPr>
          <w:ilvl w:val="0"/>
          <w:numId w:val="7"/>
        </w:numPr>
        <w:jc w:val="both"/>
        <w:rPr>
          <w:rFonts w:ascii="ＭＳ 明朝" w:hAnsi="ＭＳ 明朝"/>
          <w:szCs w:val="21"/>
        </w:rPr>
      </w:pPr>
      <w:r w:rsidRPr="00353507">
        <w:rPr>
          <w:rFonts w:ascii="ＭＳ 明朝" w:hAnsi="ＭＳ 明朝" w:hint="eastAsia"/>
          <w:szCs w:val="21"/>
        </w:rPr>
        <w:t>平成</w:t>
      </w:r>
      <w:r w:rsidR="00035F24" w:rsidRPr="00353507">
        <w:rPr>
          <w:rFonts w:hint="eastAsia"/>
          <w:szCs w:val="21"/>
        </w:rPr>
        <w:t>２７</w:t>
      </w:r>
      <w:r w:rsidR="008B448B" w:rsidRPr="00353507">
        <w:rPr>
          <w:rFonts w:hint="eastAsia"/>
          <w:szCs w:val="21"/>
        </w:rPr>
        <w:t>年度海外留学</w:t>
      </w:r>
      <w:r w:rsidR="00035F24" w:rsidRPr="00353507">
        <w:rPr>
          <w:rFonts w:hint="eastAsia"/>
          <w:szCs w:val="21"/>
        </w:rPr>
        <w:t>支援制度（大学院</w:t>
      </w:r>
      <w:r w:rsidR="00035F24" w:rsidRPr="00353507">
        <w:rPr>
          <w:szCs w:val="21"/>
        </w:rPr>
        <w:t>学位取得型</w:t>
      </w:r>
      <w:r w:rsidRPr="00353507">
        <w:rPr>
          <w:rFonts w:hint="eastAsia"/>
          <w:szCs w:val="21"/>
        </w:rPr>
        <w:t>）事務手続きの手引き</w:t>
      </w:r>
    </w:p>
    <w:p w:rsidR="00501A60" w:rsidRPr="00626278" w:rsidRDefault="00501A60" w:rsidP="00ED1413">
      <w:pPr>
        <w:rPr>
          <w:szCs w:val="21"/>
        </w:rPr>
      </w:pPr>
    </w:p>
    <w:p w:rsidR="00DF2F24" w:rsidRPr="00626278" w:rsidRDefault="00DF2F24" w:rsidP="00DF2F24">
      <w:pPr>
        <w:jc w:val="center"/>
        <w:rPr>
          <w:szCs w:val="21"/>
        </w:rPr>
      </w:pPr>
      <w:r w:rsidRPr="00626278">
        <w:rPr>
          <w:rFonts w:hint="eastAsia"/>
          <w:szCs w:val="21"/>
        </w:rPr>
        <w:t>記</w:t>
      </w:r>
      <w:bookmarkStart w:id="0" w:name="_GoBack"/>
      <w:bookmarkEnd w:id="0"/>
    </w:p>
    <w:p w:rsidR="003F7DC0" w:rsidRPr="00626278" w:rsidRDefault="00DF2F24" w:rsidP="001B3CDA">
      <w:pPr>
        <w:rPr>
          <w:szCs w:val="21"/>
        </w:rPr>
      </w:pPr>
      <w:r w:rsidRPr="00626278">
        <w:rPr>
          <w:rFonts w:hint="eastAsia"/>
          <w:szCs w:val="21"/>
        </w:rPr>
        <w:t>１．応募資格</w:t>
      </w:r>
    </w:p>
    <w:p w:rsidR="00E53474" w:rsidRPr="00626278" w:rsidRDefault="007E3118" w:rsidP="007E3118">
      <w:pPr>
        <w:ind w:leftChars="193" w:left="405"/>
        <w:rPr>
          <w:szCs w:val="21"/>
        </w:rPr>
      </w:pPr>
      <w:r w:rsidRPr="00626278">
        <w:rPr>
          <w:rFonts w:ascii="ＭＳ 明朝" w:hAnsi="ＭＳ 明朝" w:hint="eastAsia"/>
          <w:szCs w:val="21"/>
        </w:rPr>
        <w:t>別添機構の募集要項</w:t>
      </w:r>
      <w:r w:rsidR="00952F94" w:rsidRPr="00626278">
        <w:rPr>
          <w:rFonts w:ascii="ＭＳ 明朝" w:hAnsi="ＭＳ 明朝" w:hint="eastAsia"/>
          <w:szCs w:val="21"/>
          <w:u w:val="wave"/>
        </w:rPr>
        <w:t>「６．応募者の</w:t>
      </w:r>
      <w:r w:rsidR="00601EB7" w:rsidRPr="00626278">
        <w:rPr>
          <w:rFonts w:ascii="ＭＳ 明朝" w:hAnsi="ＭＳ 明朝" w:hint="eastAsia"/>
          <w:szCs w:val="21"/>
          <w:u w:val="wave"/>
        </w:rPr>
        <w:t>要件</w:t>
      </w:r>
      <w:r w:rsidR="00060C1D" w:rsidRPr="00626278">
        <w:rPr>
          <w:rFonts w:ascii="ＭＳ 明朝" w:hAnsi="ＭＳ 明朝" w:hint="eastAsia"/>
          <w:szCs w:val="21"/>
          <w:u w:val="wave"/>
        </w:rPr>
        <w:t>」</w:t>
      </w:r>
      <w:r w:rsidR="003F7DC0" w:rsidRPr="00626278">
        <w:rPr>
          <w:rFonts w:hint="eastAsia"/>
          <w:szCs w:val="21"/>
          <w:u w:val="wave"/>
        </w:rPr>
        <w:t>を</w:t>
      </w:r>
      <w:r w:rsidR="009F3E98" w:rsidRPr="00626278">
        <w:rPr>
          <w:rFonts w:hint="eastAsia"/>
          <w:szCs w:val="21"/>
          <w:u w:val="wave"/>
        </w:rPr>
        <w:t>全て</w:t>
      </w:r>
      <w:r w:rsidR="003F7DC0" w:rsidRPr="00626278">
        <w:rPr>
          <w:rFonts w:hint="eastAsia"/>
          <w:szCs w:val="21"/>
          <w:u w:val="wave"/>
        </w:rPr>
        <w:t>満たし</w:t>
      </w:r>
      <w:r w:rsidR="00AB7D56" w:rsidRPr="00626278">
        <w:rPr>
          <w:rFonts w:hint="eastAsia"/>
          <w:szCs w:val="21"/>
        </w:rPr>
        <w:t>、</w:t>
      </w:r>
      <w:r w:rsidR="009F3E98" w:rsidRPr="00626278">
        <w:rPr>
          <w:rFonts w:hint="eastAsia"/>
          <w:szCs w:val="21"/>
        </w:rPr>
        <w:t>且つ</w:t>
      </w:r>
      <w:r w:rsidR="00796AAB" w:rsidRPr="00626278">
        <w:rPr>
          <w:rFonts w:hint="eastAsia"/>
          <w:szCs w:val="21"/>
        </w:rPr>
        <w:t>次</w:t>
      </w:r>
      <w:r w:rsidR="00E53474" w:rsidRPr="00626278">
        <w:rPr>
          <w:rFonts w:hint="eastAsia"/>
          <w:szCs w:val="21"/>
        </w:rPr>
        <w:t>の条件を満たす者。</w:t>
      </w:r>
    </w:p>
    <w:p w:rsidR="00621977" w:rsidRPr="00F142F0" w:rsidRDefault="00E6244D" w:rsidP="00C0337A">
      <w:pPr>
        <w:ind w:leftChars="193" w:left="405"/>
        <w:rPr>
          <w:b/>
          <w:szCs w:val="21"/>
        </w:rPr>
      </w:pPr>
      <w:r w:rsidRPr="00F142F0">
        <w:rPr>
          <w:rFonts w:hint="eastAsia"/>
          <w:b/>
          <w:szCs w:val="21"/>
        </w:rPr>
        <w:t>申請時</w:t>
      </w:r>
      <w:r w:rsidR="00991B9C" w:rsidRPr="00F142F0">
        <w:rPr>
          <w:rFonts w:hint="eastAsia"/>
          <w:b/>
          <w:szCs w:val="21"/>
        </w:rPr>
        <w:t>に</w:t>
      </w:r>
      <w:r w:rsidR="00E53474" w:rsidRPr="00F142F0">
        <w:rPr>
          <w:rFonts w:hint="eastAsia"/>
          <w:b/>
          <w:szCs w:val="21"/>
        </w:rPr>
        <w:t>本学</w:t>
      </w:r>
      <w:r w:rsidR="00F14DC2" w:rsidRPr="00F142F0">
        <w:rPr>
          <w:rFonts w:hint="eastAsia"/>
          <w:b/>
          <w:szCs w:val="21"/>
        </w:rPr>
        <w:t>の</w:t>
      </w:r>
      <w:r w:rsidR="00E53474" w:rsidRPr="00F142F0">
        <w:rPr>
          <w:rFonts w:hint="eastAsia"/>
          <w:b/>
          <w:szCs w:val="21"/>
        </w:rPr>
        <w:t>正規課程に在籍する者</w:t>
      </w:r>
      <w:r w:rsidR="003F7DC0" w:rsidRPr="00F142F0">
        <w:rPr>
          <w:rFonts w:hint="eastAsia"/>
          <w:b/>
          <w:szCs w:val="21"/>
        </w:rPr>
        <w:t>。</w:t>
      </w:r>
    </w:p>
    <w:p w:rsidR="003F7DC0" w:rsidRPr="00626278" w:rsidRDefault="003F7DC0" w:rsidP="00621977">
      <w:pPr>
        <w:pStyle w:val="a7"/>
        <w:ind w:right="840"/>
        <w:jc w:val="both"/>
        <w:rPr>
          <w:szCs w:val="21"/>
        </w:rPr>
      </w:pPr>
    </w:p>
    <w:p w:rsidR="003F7DC0" w:rsidRPr="00626278" w:rsidRDefault="00AB7D56" w:rsidP="00621977">
      <w:pPr>
        <w:pStyle w:val="a7"/>
        <w:ind w:right="840"/>
        <w:jc w:val="both"/>
        <w:rPr>
          <w:szCs w:val="21"/>
        </w:rPr>
      </w:pPr>
      <w:r w:rsidRPr="00626278">
        <w:rPr>
          <w:rFonts w:hint="eastAsia"/>
          <w:szCs w:val="21"/>
        </w:rPr>
        <w:t>２</w:t>
      </w:r>
      <w:r w:rsidR="00796AAB" w:rsidRPr="00626278">
        <w:rPr>
          <w:rFonts w:hint="eastAsia"/>
          <w:szCs w:val="21"/>
        </w:rPr>
        <w:t>．提出</w:t>
      </w:r>
      <w:r w:rsidR="00A24883" w:rsidRPr="00626278">
        <w:rPr>
          <w:rFonts w:hint="eastAsia"/>
          <w:szCs w:val="21"/>
        </w:rPr>
        <w:t>書類</w:t>
      </w:r>
    </w:p>
    <w:p w:rsidR="00A24883" w:rsidRPr="00626278" w:rsidRDefault="00A24883" w:rsidP="00796AAB">
      <w:pPr>
        <w:pStyle w:val="a7"/>
        <w:ind w:leftChars="202" w:left="424" w:right="-1" w:firstLine="1"/>
        <w:jc w:val="left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①応募者作成書類</w:t>
      </w:r>
      <w:r w:rsidR="00B71788" w:rsidRPr="00626278">
        <w:rPr>
          <w:rFonts w:ascii="ＭＳ 明朝" w:hAnsi="ＭＳ 明朝" w:hint="eastAsia"/>
          <w:szCs w:val="21"/>
        </w:rPr>
        <w:t>：</w:t>
      </w:r>
      <w:r w:rsidR="00F66FC7" w:rsidRPr="00626278">
        <w:rPr>
          <w:rFonts w:ascii="ＭＳ 明朝" w:hAnsi="ＭＳ 明朝" w:hint="eastAsia"/>
          <w:szCs w:val="21"/>
        </w:rPr>
        <w:t>様式２－１～９</w:t>
      </w:r>
      <w:r w:rsidRPr="00626278">
        <w:rPr>
          <w:rFonts w:ascii="ＭＳ 明朝" w:hAnsi="ＭＳ 明朝" w:hint="eastAsia"/>
          <w:szCs w:val="21"/>
        </w:rPr>
        <w:t>および添付書類</w:t>
      </w:r>
    </w:p>
    <w:p w:rsidR="00A24883" w:rsidRPr="00626278" w:rsidRDefault="00F142F0" w:rsidP="00796AAB">
      <w:pPr>
        <w:pStyle w:val="a7"/>
        <w:ind w:leftChars="202" w:left="424" w:right="-1" w:firstLine="1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②学位取得</w:t>
      </w:r>
      <w:r>
        <w:rPr>
          <w:rFonts w:ascii="ＭＳ 明朝" w:hAnsi="ＭＳ 明朝"/>
          <w:szCs w:val="21"/>
        </w:rPr>
        <w:t>型</w:t>
      </w:r>
      <w:r w:rsidR="00A24883" w:rsidRPr="00626278">
        <w:rPr>
          <w:rFonts w:ascii="ＭＳ 明朝" w:hAnsi="ＭＳ 明朝" w:hint="eastAsia"/>
          <w:szCs w:val="21"/>
        </w:rPr>
        <w:t>data</w:t>
      </w:r>
      <w:r w:rsidR="00C35C59" w:rsidRPr="00626278">
        <w:rPr>
          <w:rFonts w:ascii="ＭＳ 明朝" w:hAnsi="ＭＳ 明朝" w:hint="eastAsia"/>
          <w:szCs w:val="21"/>
        </w:rPr>
        <w:t>【応募者用】</w:t>
      </w:r>
      <w:r w:rsidR="00A24883" w:rsidRPr="00626278">
        <w:rPr>
          <w:rFonts w:ascii="ＭＳ 明朝" w:hAnsi="ＭＳ 明朝" w:hint="eastAsia"/>
          <w:szCs w:val="21"/>
        </w:rPr>
        <w:t>（Excelデータ）</w:t>
      </w:r>
    </w:p>
    <w:p w:rsidR="00844314" w:rsidRPr="00626278" w:rsidRDefault="00601EB7" w:rsidP="00844314">
      <w:pPr>
        <w:pStyle w:val="a7"/>
        <w:ind w:leftChars="202" w:left="424" w:right="-1" w:firstLine="1"/>
        <w:jc w:val="left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※</w:t>
      </w:r>
      <w:r w:rsidR="00844314" w:rsidRPr="00626278">
        <w:rPr>
          <w:rFonts w:ascii="ＭＳ 明朝" w:hAnsi="ＭＳ 明朝" w:hint="eastAsia"/>
          <w:szCs w:val="21"/>
        </w:rPr>
        <w:t>成績証明書については、大学入学後全学期分（</w:t>
      </w:r>
      <w:r w:rsidR="00844314" w:rsidRPr="00F142F0">
        <w:rPr>
          <w:rFonts w:ascii="ＭＳ 明朝" w:hAnsi="ＭＳ 明朝" w:hint="eastAsia"/>
          <w:b/>
          <w:szCs w:val="21"/>
        </w:rPr>
        <w:t>学部を含む</w:t>
      </w:r>
      <w:r w:rsidR="00844314" w:rsidRPr="00626278">
        <w:rPr>
          <w:rFonts w:ascii="ＭＳ 明朝" w:hAnsi="ＭＳ 明朝" w:hint="eastAsia"/>
          <w:szCs w:val="21"/>
        </w:rPr>
        <w:t>）を提出すること。</w:t>
      </w:r>
    </w:p>
    <w:p w:rsidR="00844314" w:rsidRPr="00626278" w:rsidRDefault="00844314" w:rsidP="00796AAB">
      <w:pPr>
        <w:pStyle w:val="a7"/>
        <w:ind w:leftChars="202" w:left="424" w:right="-1" w:firstLine="1"/>
        <w:jc w:val="left"/>
        <w:rPr>
          <w:rFonts w:ascii="ＭＳ 明朝" w:hAnsi="ＭＳ 明朝"/>
          <w:szCs w:val="21"/>
        </w:rPr>
      </w:pPr>
    </w:p>
    <w:p w:rsidR="00635EE8" w:rsidRDefault="00B71788" w:rsidP="00796AAB">
      <w:pPr>
        <w:pStyle w:val="a7"/>
        <w:ind w:leftChars="202" w:left="424" w:right="-1" w:firstLine="1"/>
        <w:jc w:val="left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上記①・②の作成については、</w:t>
      </w:r>
      <w:r w:rsidR="007E00C8" w:rsidRPr="00626278">
        <w:rPr>
          <w:rFonts w:ascii="ＭＳ 明朝" w:hAnsi="ＭＳ 明朝" w:hint="eastAsia"/>
          <w:szCs w:val="21"/>
        </w:rPr>
        <w:t>「平成</w:t>
      </w:r>
      <w:r w:rsidR="00F142F0">
        <w:rPr>
          <w:rFonts w:hint="eastAsia"/>
          <w:szCs w:val="21"/>
        </w:rPr>
        <w:t>２７</w:t>
      </w:r>
      <w:r w:rsidR="00796AAB" w:rsidRPr="00626278">
        <w:rPr>
          <w:rFonts w:ascii="ＭＳ 明朝" w:hAnsi="ＭＳ 明朝" w:hint="eastAsia"/>
          <w:szCs w:val="21"/>
        </w:rPr>
        <w:t>年度</w:t>
      </w:r>
      <w:r w:rsidR="00BC6326" w:rsidRPr="00626278">
        <w:rPr>
          <w:rFonts w:hint="eastAsia"/>
          <w:szCs w:val="21"/>
        </w:rPr>
        <w:t>海外留学</w:t>
      </w:r>
      <w:r w:rsidR="00796AAB" w:rsidRPr="00626278">
        <w:rPr>
          <w:rFonts w:ascii="ＭＳ 明朝" w:hAnsi="ＭＳ 明朝" w:hint="eastAsia"/>
          <w:szCs w:val="21"/>
        </w:rPr>
        <w:t>支援制度（</w:t>
      </w:r>
      <w:r w:rsidR="00F142F0">
        <w:rPr>
          <w:rFonts w:ascii="ＭＳ 明朝" w:hAnsi="ＭＳ 明朝" w:hint="eastAsia"/>
          <w:szCs w:val="21"/>
        </w:rPr>
        <w:t>大学院</w:t>
      </w:r>
      <w:r w:rsidR="00F142F0">
        <w:rPr>
          <w:rFonts w:ascii="ＭＳ 明朝" w:hAnsi="ＭＳ 明朝"/>
          <w:szCs w:val="21"/>
        </w:rPr>
        <w:t>学位取得型</w:t>
      </w:r>
      <w:r w:rsidR="009B14D5" w:rsidRPr="00626278">
        <w:rPr>
          <w:rFonts w:ascii="ＭＳ 明朝" w:hAnsi="ＭＳ 明朝" w:hint="eastAsia"/>
          <w:szCs w:val="21"/>
        </w:rPr>
        <w:t>）申請書（作成・記入要領）（応募者用）</w:t>
      </w:r>
      <w:r w:rsidR="007E3118" w:rsidRPr="00626278">
        <w:rPr>
          <w:rFonts w:ascii="ＭＳ 明朝" w:hAnsi="ＭＳ 明朝" w:hint="eastAsia"/>
          <w:szCs w:val="21"/>
        </w:rPr>
        <w:t>」</w:t>
      </w:r>
      <w:r w:rsidR="00A24883" w:rsidRPr="00626278">
        <w:rPr>
          <w:rFonts w:ascii="ＭＳ 明朝" w:hAnsi="ＭＳ 明朝" w:hint="eastAsia"/>
          <w:szCs w:val="21"/>
        </w:rPr>
        <w:t>を参照</w:t>
      </w:r>
      <w:r w:rsidRPr="00626278">
        <w:rPr>
          <w:rFonts w:ascii="ＭＳ 明朝" w:hAnsi="ＭＳ 明朝" w:hint="eastAsia"/>
          <w:szCs w:val="21"/>
        </w:rPr>
        <w:t>すること</w:t>
      </w:r>
      <w:r w:rsidR="00A24883" w:rsidRPr="00626278">
        <w:rPr>
          <w:rFonts w:ascii="ＭＳ 明朝" w:hAnsi="ＭＳ 明朝" w:hint="eastAsia"/>
          <w:szCs w:val="21"/>
        </w:rPr>
        <w:t>。</w:t>
      </w:r>
    </w:p>
    <w:p w:rsidR="00AE5D64" w:rsidRDefault="0068038C" w:rsidP="00AE5D64">
      <w:pPr>
        <w:pStyle w:val="a7"/>
        <w:ind w:left="630"/>
        <w:jc w:val="both"/>
        <w:rPr>
          <w:szCs w:val="21"/>
        </w:rPr>
      </w:pPr>
      <w:r w:rsidRPr="0068038C">
        <w:rPr>
          <w:rFonts w:ascii="ＭＳ 明朝" w:hAnsi="ＭＳ 明朝"/>
          <w:szCs w:val="21"/>
        </w:rPr>
        <w:t>※</w:t>
      </w:r>
      <w:r w:rsidR="00AE5D64">
        <w:rPr>
          <w:rFonts w:ascii="ＭＳ 明朝" w:hAnsi="ＭＳ 明朝" w:hint="eastAsia"/>
          <w:szCs w:val="21"/>
        </w:rPr>
        <w:t>「</w:t>
      </w:r>
      <w:r w:rsidR="00AE5D64">
        <w:rPr>
          <w:rFonts w:hint="eastAsia"/>
          <w:szCs w:val="21"/>
        </w:rPr>
        <w:t>平成２７</w:t>
      </w:r>
      <w:r w:rsidR="00AE5D64" w:rsidRPr="00626278">
        <w:rPr>
          <w:rFonts w:hint="eastAsia"/>
          <w:szCs w:val="21"/>
        </w:rPr>
        <w:t>年度海外留学</w:t>
      </w:r>
      <w:r w:rsidR="00AE5D64">
        <w:rPr>
          <w:rFonts w:hint="eastAsia"/>
          <w:szCs w:val="21"/>
        </w:rPr>
        <w:t>支援制度（大学院</w:t>
      </w:r>
      <w:r w:rsidR="00AE5D64">
        <w:rPr>
          <w:szCs w:val="21"/>
        </w:rPr>
        <w:t>学位取得型</w:t>
      </w:r>
      <w:r w:rsidR="00AE5D64" w:rsidRPr="00626278">
        <w:rPr>
          <w:rFonts w:hint="eastAsia"/>
          <w:szCs w:val="21"/>
        </w:rPr>
        <w:t>）応募者作成書類</w:t>
      </w:r>
      <w:r w:rsidR="00AE5D64">
        <w:rPr>
          <w:rFonts w:hint="eastAsia"/>
          <w:szCs w:val="21"/>
        </w:rPr>
        <w:t>」</w:t>
      </w:r>
    </w:p>
    <w:p w:rsidR="0068038C" w:rsidRPr="00AE5D64" w:rsidRDefault="00AE5D64" w:rsidP="00AE5D64">
      <w:pPr>
        <w:pStyle w:val="a7"/>
        <w:ind w:left="630"/>
        <w:jc w:val="both"/>
        <w:rPr>
          <w:szCs w:val="21"/>
        </w:rPr>
      </w:pPr>
      <w:r>
        <w:rPr>
          <w:rFonts w:hint="eastAsia"/>
          <w:szCs w:val="21"/>
        </w:rPr>
        <w:t>(Excel)</w:t>
      </w:r>
      <w:r w:rsidR="0068038C">
        <w:rPr>
          <w:rStyle w:val="af0"/>
          <w:rFonts w:hint="eastAsia"/>
          <w:b w:val="0"/>
        </w:rPr>
        <w:t>内</w:t>
      </w:r>
      <w:r>
        <w:rPr>
          <w:rStyle w:val="af0"/>
          <w:rFonts w:hint="eastAsia"/>
          <w:b w:val="0"/>
        </w:rPr>
        <w:t>、</w:t>
      </w:r>
      <w:r w:rsidR="008F7B5D">
        <w:rPr>
          <w:rStyle w:val="af0"/>
          <w:rFonts w:hint="eastAsia"/>
          <w:b w:val="0"/>
        </w:rPr>
        <w:t>先頭</w:t>
      </w:r>
      <w:r>
        <w:rPr>
          <w:rStyle w:val="af0"/>
          <w:b w:val="0"/>
        </w:rPr>
        <w:t>シート</w:t>
      </w:r>
      <w:r w:rsidR="0068038C">
        <w:rPr>
          <w:rStyle w:val="af0"/>
          <w:b w:val="0"/>
        </w:rPr>
        <w:t>参照</w:t>
      </w:r>
      <w:r w:rsidR="003357F1">
        <w:rPr>
          <w:rStyle w:val="af0"/>
          <w:rFonts w:hint="eastAsia"/>
          <w:b w:val="0"/>
        </w:rPr>
        <w:t>。</w:t>
      </w:r>
    </w:p>
    <w:p w:rsidR="007115CA" w:rsidRPr="00626278" w:rsidRDefault="007115CA" w:rsidP="00796AAB">
      <w:pPr>
        <w:pStyle w:val="a7"/>
        <w:ind w:leftChars="202" w:left="424" w:right="-1" w:firstLine="1"/>
        <w:jc w:val="left"/>
        <w:rPr>
          <w:rFonts w:ascii="ＭＳ 明朝" w:hAnsi="ＭＳ 明朝"/>
          <w:szCs w:val="21"/>
        </w:rPr>
      </w:pPr>
    </w:p>
    <w:p w:rsidR="005F6F0C" w:rsidRPr="00626278" w:rsidRDefault="007115CA" w:rsidP="00F40D2C">
      <w:pPr>
        <w:ind w:leftChars="200" w:left="630" w:hangingChars="100" w:hanging="21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※応募者作成書類については、記入漏れ等があった場合は、</w:t>
      </w:r>
      <w:r w:rsidR="00AB7D56" w:rsidRPr="00626278">
        <w:rPr>
          <w:rFonts w:ascii="ＭＳ 明朝" w:hAnsi="ＭＳ 明朝" w:hint="eastAsia"/>
          <w:szCs w:val="21"/>
        </w:rPr>
        <w:t>機構の</w:t>
      </w:r>
      <w:r w:rsidRPr="00626278">
        <w:rPr>
          <w:rFonts w:ascii="ＭＳ 明朝" w:hAnsi="ＭＳ 明朝" w:hint="eastAsia"/>
          <w:szCs w:val="21"/>
        </w:rPr>
        <w:t>選考対象とならない場合があるとともに、</w:t>
      </w:r>
      <w:r w:rsidR="00B71788" w:rsidRPr="00626278">
        <w:rPr>
          <w:rFonts w:ascii="ＭＳ 明朝" w:hAnsi="ＭＳ 明朝" w:hint="eastAsia"/>
          <w:szCs w:val="21"/>
        </w:rPr>
        <w:t>機構への提出後</w:t>
      </w:r>
      <w:r w:rsidRPr="00626278">
        <w:rPr>
          <w:rFonts w:ascii="ＭＳ 明朝" w:hAnsi="ＭＳ 明朝" w:hint="eastAsia"/>
          <w:szCs w:val="21"/>
        </w:rPr>
        <w:t>の差し替え及び訂正は認められないので、十分留意した上で作成すること。</w:t>
      </w:r>
      <w:r w:rsidR="008E2FCC" w:rsidRPr="00626278">
        <w:rPr>
          <w:rFonts w:ascii="ＭＳ 明朝" w:hAnsi="ＭＳ 明朝" w:hint="eastAsia"/>
          <w:szCs w:val="21"/>
        </w:rPr>
        <w:t>（例年、留学先大学に関する添付書類の不備が多く見られますので、ご留意ください。）</w:t>
      </w:r>
    </w:p>
    <w:p w:rsidR="00AB7D56" w:rsidRPr="00626278" w:rsidRDefault="007115CA" w:rsidP="00F40D2C">
      <w:pPr>
        <w:ind w:firstLineChars="200" w:firstLine="420"/>
        <w:rPr>
          <w:szCs w:val="21"/>
        </w:rPr>
      </w:pPr>
      <w:r w:rsidRPr="00626278">
        <w:rPr>
          <w:rFonts w:ascii="ＭＳ 明朝" w:hAnsi="ＭＳ 明朝" w:hint="eastAsia"/>
          <w:szCs w:val="21"/>
        </w:rPr>
        <w:t>※②のExcelデータの提出方法については、所属部局の担当係に確認すること。</w:t>
      </w:r>
    </w:p>
    <w:p w:rsidR="00213E18" w:rsidRPr="00626278" w:rsidRDefault="00AB7D56" w:rsidP="00621977">
      <w:pPr>
        <w:rPr>
          <w:szCs w:val="21"/>
        </w:rPr>
      </w:pPr>
      <w:r w:rsidRPr="00626278">
        <w:rPr>
          <w:rFonts w:hint="eastAsia"/>
          <w:szCs w:val="21"/>
        </w:rPr>
        <w:t>３</w:t>
      </w:r>
      <w:r w:rsidR="00213E18" w:rsidRPr="00626278">
        <w:rPr>
          <w:rFonts w:hint="eastAsia"/>
          <w:szCs w:val="21"/>
        </w:rPr>
        <w:t>．提出先</w:t>
      </w:r>
    </w:p>
    <w:p w:rsidR="006972A2" w:rsidRPr="00626278" w:rsidRDefault="00635EE8" w:rsidP="006972A2">
      <w:pPr>
        <w:ind w:leftChars="202" w:left="424"/>
        <w:rPr>
          <w:szCs w:val="21"/>
        </w:rPr>
      </w:pPr>
      <w:r w:rsidRPr="00626278">
        <w:rPr>
          <w:rFonts w:hint="eastAsia"/>
          <w:szCs w:val="21"/>
        </w:rPr>
        <w:lastRenderedPageBreak/>
        <w:t>所属部局</w:t>
      </w:r>
      <w:r w:rsidR="00213E18" w:rsidRPr="00626278">
        <w:rPr>
          <w:rFonts w:hint="eastAsia"/>
          <w:szCs w:val="21"/>
        </w:rPr>
        <w:t>の担当係まで</w:t>
      </w:r>
      <w:r w:rsidR="00EA2724" w:rsidRPr="00626278">
        <w:rPr>
          <w:rFonts w:hint="eastAsia"/>
          <w:szCs w:val="21"/>
        </w:rPr>
        <w:t>提出すること。</w:t>
      </w:r>
    </w:p>
    <w:p w:rsidR="00213E18" w:rsidRPr="00762AEF" w:rsidRDefault="00213E18" w:rsidP="006972A2">
      <w:pPr>
        <w:ind w:leftChars="202" w:left="424"/>
        <w:rPr>
          <w:b/>
          <w:szCs w:val="21"/>
        </w:rPr>
      </w:pPr>
      <w:r w:rsidRPr="00762AEF">
        <w:rPr>
          <w:rFonts w:hint="eastAsia"/>
          <w:b/>
          <w:szCs w:val="21"/>
        </w:rPr>
        <w:t>※</w:t>
      </w:r>
      <w:r w:rsidR="00320BAE" w:rsidRPr="00762AEF">
        <w:rPr>
          <w:rFonts w:ascii="ＭＳ 明朝" w:hAnsi="ＭＳ 明朝" w:hint="eastAsia"/>
          <w:b/>
          <w:szCs w:val="21"/>
        </w:rPr>
        <w:t>機構</w:t>
      </w:r>
      <w:r w:rsidR="00C0337A" w:rsidRPr="00762AEF">
        <w:rPr>
          <w:rFonts w:ascii="ＭＳ 明朝" w:hAnsi="ＭＳ 明朝" w:hint="eastAsia"/>
          <w:b/>
          <w:szCs w:val="21"/>
        </w:rPr>
        <w:t>又は</w:t>
      </w:r>
      <w:r w:rsidR="007115CA" w:rsidRPr="00762AEF">
        <w:rPr>
          <w:rFonts w:ascii="ＭＳ 明朝" w:hAnsi="ＭＳ 明朝" w:hint="eastAsia"/>
          <w:b/>
          <w:szCs w:val="21"/>
        </w:rPr>
        <w:t>国際部国際交流課</w:t>
      </w:r>
      <w:r w:rsidRPr="00762AEF">
        <w:rPr>
          <w:rFonts w:hint="eastAsia"/>
          <w:b/>
          <w:szCs w:val="21"/>
        </w:rPr>
        <w:t>への直接申請は不可。</w:t>
      </w:r>
    </w:p>
    <w:p w:rsidR="00213E18" w:rsidRPr="00626278" w:rsidRDefault="00213E18" w:rsidP="00621977">
      <w:pPr>
        <w:rPr>
          <w:szCs w:val="21"/>
        </w:rPr>
      </w:pPr>
    </w:p>
    <w:p w:rsidR="00213E18" w:rsidRPr="00626278" w:rsidRDefault="00AB7D56" w:rsidP="00621977">
      <w:pPr>
        <w:rPr>
          <w:szCs w:val="21"/>
        </w:rPr>
      </w:pPr>
      <w:r w:rsidRPr="00626278">
        <w:rPr>
          <w:rFonts w:hint="eastAsia"/>
          <w:szCs w:val="21"/>
        </w:rPr>
        <w:t>４</w:t>
      </w:r>
      <w:r w:rsidR="00213E18" w:rsidRPr="00626278">
        <w:rPr>
          <w:rFonts w:hint="eastAsia"/>
          <w:szCs w:val="21"/>
        </w:rPr>
        <w:t>．提出期限</w:t>
      </w:r>
    </w:p>
    <w:p w:rsidR="00213E18" w:rsidRPr="00626278" w:rsidRDefault="007115CA" w:rsidP="006972A2">
      <w:pPr>
        <w:ind w:leftChars="201" w:left="422" w:firstLine="2"/>
        <w:rPr>
          <w:szCs w:val="21"/>
        </w:rPr>
      </w:pPr>
      <w:r w:rsidRPr="00626278">
        <w:rPr>
          <w:rFonts w:hint="eastAsia"/>
          <w:szCs w:val="21"/>
        </w:rPr>
        <w:t>所属部局が指定する締切期限までに担当係に提出すること。</w:t>
      </w:r>
    </w:p>
    <w:p w:rsidR="00213E18" w:rsidRPr="00626278" w:rsidRDefault="00213E18" w:rsidP="006972A2">
      <w:pPr>
        <w:ind w:leftChars="201" w:left="422" w:firstLine="2"/>
        <w:rPr>
          <w:szCs w:val="21"/>
        </w:rPr>
      </w:pPr>
      <w:r w:rsidRPr="00626278">
        <w:rPr>
          <w:rFonts w:hint="eastAsia"/>
          <w:szCs w:val="21"/>
        </w:rPr>
        <w:t>※</w:t>
      </w:r>
      <w:r w:rsidR="007E3118" w:rsidRPr="00626278">
        <w:rPr>
          <w:rFonts w:ascii="ＭＳ 明朝" w:hAnsi="ＭＳ 明朝" w:hint="eastAsia"/>
          <w:szCs w:val="21"/>
        </w:rPr>
        <w:t>機構の募集要項</w:t>
      </w:r>
      <w:r w:rsidR="00320BAE" w:rsidRPr="00626278">
        <w:rPr>
          <w:rFonts w:ascii="ＭＳ 明朝" w:hAnsi="ＭＳ 明朝" w:hint="eastAsia"/>
          <w:szCs w:val="21"/>
        </w:rPr>
        <w:t>「９．機構への</w:t>
      </w:r>
      <w:r w:rsidR="00601EB7" w:rsidRPr="00626278">
        <w:rPr>
          <w:rFonts w:ascii="ＭＳ 明朝" w:hAnsi="ＭＳ 明朝" w:hint="eastAsia"/>
          <w:szCs w:val="21"/>
        </w:rPr>
        <w:t>申請書類の提出期限</w:t>
      </w:r>
      <w:r w:rsidR="00B3626B" w:rsidRPr="00626278">
        <w:rPr>
          <w:rFonts w:ascii="ＭＳ 明朝" w:hAnsi="ＭＳ 明朝" w:hint="eastAsia"/>
          <w:szCs w:val="21"/>
        </w:rPr>
        <w:t>」</w:t>
      </w:r>
      <w:r w:rsidRPr="00626278">
        <w:rPr>
          <w:rFonts w:hint="eastAsia"/>
          <w:szCs w:val="21"/>
        </w:rPr>
        <w:t>記載の</w:t>
      </w:r>
      <w:r w:rsidR="00E6244D" w:rsidRPr="00626278">
        <w:rPr>
          <w:rFonts w:hint="eastAsia"/>
          <w:szCs w:val="21"/>
        </w:rPr>
        <w:t>提出</w:t>
      </w:r>
      <w:r w:rsidRPr="00626278">
        <w:rPr>
          <w:rFonts w:hint="eastAsia"/>
          <w:szCs w:val="21"/>
        </w:rPr>
        <w:t>期日（</w:t>
      </w:r>
      <w:r w:rsidR="007115CA" w:rsidRPr="00626278">
        <w:rPr>
          <w:rFonts w:hint="eastAsia"/>
          <w:szCs w:val="21"/>
        </w:rPr>
        <w:t>平成</w:t>
      </w:r>
      <w:r w:rsidR="00260133" w:rsidRPr="00626278">
        <w:rPr>
          <w:rFonts w:hint="eastAsia"/>
          <w:szCs w:val="21"/>
        </w:rPr>
        <w:t>26</w:t>
      </w:r>
      <w:r w:rsidR="00BD0F25" w:rsidRPr="00626278">
        <w:rPr>
          <w:rFonts w:hint="eastAsia"/>
          <w:szCs w:val="21"/>
        </w:rPr>
        <w:t>年</w:t>
      </w:r>
      <w:r w:rsidR="00523FDF">
        <w:rPr>
          <w:rFonts w:hint="eastAsia"/>
          <w:szCs w:val="21"/>
        </w:rPr>
        <w:t>11</w:t>
      </w:r>
      <w:r w:rsidRPr="00626278">
        <w:rPr>
          <w:rFonts w:hint="eastAsia"/>
          <w:szCs w:val="21"/>
        </w:rPr>
        <w:t>月</w:t>
      </w:r>
      <w:r w:rsidR="00523FDF">
        <w:rPr>
          <w:rFonts w:hint="eastAsia"/>
          <w:szCs w:val="21"/>
        </w:rPr>
        <w:t>13</w:t>
      </w:r>
      <w:r w:rsidRPr="00626278">
        <w:rPr>
          <w:rFonts w:hint="eastAsia"/>
          <w:szCs w:val="21"/>
        </w:rPr>
        <w:t>日）とは</w:t>
      </w:r>
      <w:r w:rsidRPr="00626278">
        <w:rPr>
          <w:rFonts w:hint="eastAsia"/>
          <w:szCs w:val="21"/>
          <w:u w:val="wave"/>
        </w:rPr>
        <w:t>異なる</w:t>
      </w:r>
      <w:r w:rsidRPr="00626278">
        <w:rPr>
          <w:rFonts w:hint="eastAsia"/>
          <w:szCs w:val="21"/>
        </w:rPr>
        <w:t>ので注意すること。</w:t>
      </w:r>
    </w:p>
    <w:p w:rsidR="009C5B3E" w:rsidRPr="00BC760A" w:rsidRDefault="009C5B3E" w:rsidP="00320BAE">
      <w:pPr>
        <w:rPr>
          <w:rFonts w:ascii="ＭＳ 明朝" w:hAnsi="ＭＳ 明朝"/>
          <w:szCs w:val="21"/>
        </w:rPr>
      </w:pPr>
    </w:p>
    <w:p w:rsidR="0058595A" w:rsidRPr="00626278" w:rsidRDefault="00AB7D56" w:rsidP="00320BAE">
      <w:pPr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５．採用までの流れ</w:t>
      </w:r>
    </w:p>
    <w:p w:rsidR="003378DD" w:rsidRPr="00626278" w:rsidRDefault="009C5B3E" w:rsidP="003378DD">
      <w:pPr>
        <w:ind w:leftChars="-300" w:hangingChars="300" w:hanging="63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 xml:space="preserve">　　</w:t>
      </w:r>
      <w:r w:rsidR="003378DD" w:rsidRPr="00626278">
        <w:rPr>
          <w:rFonts w:ascii="ＭＳ 明朝" w:hAnsi="ＭＳ 明朝" w:hint="eastAsia"/>
          <w:szCs w:val="21"/>
        </w:rPr>
        <w:t xml:space="preserve">　　　</w:t>
      </w:r>
      <w:r w:rsidRPr="00626278">
        <w:rPr>
          <w:rFonts w:ascii="ＭＳ 明朝" w:hAnsi="ＭＳ 明朝" w:hint="eastAsia"/>
          <w:szCs w:val="21"/>
        </w:rPr>
        <w:t>提出された申請書類に基づき、機構における書面審査および面接審査（書面審査</w:t>
      </w:r>
      <w:r w:rsidR="003378DD" w:rsidRPr="00626278">
        <w:rPr>
          <w:rFonts w:ascii="ＭＳ 明朝" w:hAnsi="ＭＳ 明朝" w:hint="eastAsia"/>
          <w:szCs w:val="21"/>
        </w:rPr>
        <w:t>合格</w:t>
      </w:r>
    </w:p>
    <w:p w:rsidR="009C5B3E" w:rsidRPr="00626278" w:rsidRDefault="003378DD" w:rsidP="003378DD">
      <w:pPr>
        <w:ind w:leftChars="-300" w:hangingChars="300" w:hanging="63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 xml:space="preserve">　　　　　者のみ対象）を経て、平成</w:t>
      </w:r>
      <w:r w:rsidR="00BC760A">
        <w:rPr>
          <w:rFonts w:ascii="ＭＳ 明朝" w:hAnsi="ＭＳ 明朝" w:hint="eastAsia"/>
          <w:szCs w:val="21"/>
        </w:rPr>
        <w:t>27</w:t>
      </w:r>
      <w:r w:rsidRPr="00626278">
        <w:rPr>
          <w:rFonts w:ascii="ＭＳ 明朝" w:hAnsi="ＭＳ 明朝" w:hint="eastAsia"/>
          <w:szCs w:val="21"/>
        </w:rPr>
        <w:t>年</w:t>
      </w:r>
      <w:r w:rsidR="00BC760A">
        <w:rPr>
          <w:rFonts w:ascii="ＭＳ 明朝" w:hAnsi="ＭＳ 明朝" w:hint="eastAsia"/>
          <w:szCs w:val="21"/>
        </w:rPr>
        <w:t>2</w:t>
      </w:r>
      <w:r w:rsidR="00C35C59" w:rsidRPr="00626278">
        <w:rPr>
          <w:rFonts w:ascii="ＭＳ 明朝" w:hAnsi="ＭＳ 明朝" w:hint="eastAsia"/>
          <w:szCs w:val="21"/>
        </w:rPr>
        <w:t>月</w:t>
      </w:r>
      <w:r w:rsidR="00BC760A">
        <w:rPr>
          <w:rFonts w:ascii="ＭＳ 明朝" w:hAnsi="ＭＳ 明朝" w:hint="eastAsia"/>
          <w:szCs w:val="21"/>
        </w:rPr>
        <w:t>下旬</w:t>
      </w:r>
      <w:r w:rsidRPr="00626278">
        <w:rPr>
          <w:rFonts w:ascii="ＭＳ 明朝" w:hAnsi="ＭＳ 明朝" w:hint="eastAsia"/>
          <w:szCs w:val="21"/>
        </w:rPr>
        <w:t>を目途に応募者及び本学宛に通知される。</w:t>
      </w:r>
    </w:p>
    <w:p w:rsidR="003378DD" w:rsidRPr="00626278" w:rsidRDefault="003378DD" w:rsidP="003378DD">
      <w:pPr>
        <w:ind w:leftChars="-300" w:hangingChars="300" w:hanging="63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 xml:space="preserve">　　</w:t>
      </w:r>
    </w:p>
    <w:p w:rsidR="004509B7" w:rsidRPr="00626278" w:rsidRDefault="00AB7D56" w:rsidP="00092999">
      <w:pPr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６</w:t>
      </w:r>
      <w:r w:rsidR="004509B7" w:rsidRPr="00626278">
        <w:rPr>
          <w:rFonts w:ascii="ＭＳ 明朝" w:hAnsi="ＭＳ 明朝" w:hint="eastAsia"/>
          <w:szCs w:val="21"/>
        </w:rPr>
        <w:t>．その他</w:t>
      </w:r>
    </w:p>
    <w:p w:rsidR="007115CA" w:rsidRPr="00626278" w:rsidRDefault="007115CA" w:rsidP="007115CA">
      <w:pPr>
        <w:pStyle w:val="ac"/>
        <w:numPr>
          <w:ilvl w:val="0"/>
          <w:numId w:val="8"/>
        </w:numPr>
        <w:ind w:leftChars="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採用決定後の奨学金等の支給、採用の辞退、留学期間の変更等については、平成</w:t>
      </w:r>
      <w:r w:rsidR="0017779A">
        <w:rPr>
          <w:rFonts w:hint="eastAsia"/>
          <w:szCs w:val="21"/>
        </w:rPr>
        <w:t>２７</w:t>
      </w:r>
      <w:r w:rsidR="00BC6326" w:rsidRPr="00626278">
        <w:rPr>
          <w:rFonts w:hint="eastAsia"/>
          <w:szCs w:val="21"/>
        </w:rPr>
        <w:t>年度海外留学</w:t>
      </w:r>
      <w:r w:rsidR="0017779A">
        <w:rPr>
          <w:rFonts w:hint="eastAsia"/>
          <w:szCs w:val="21"/>
        </w:rPr>
        <w:t>支援制度（大学院</w:t>
      </w:r>
      <w:r w:rsidR="0017779A">
        <w:rPr>
          <w:szCs w:val="21"/>
        </w:rPr>
        <w:t>学位取得型</w:t>
      </w:r>
      <w:r w:rsidRPr="00626278">
        <w:rPr>
          <w:rFonts w:hint="eastAsia"/>
          <w:szCs w:val="21"/>
        </w:rPr>
        <w:t>）事務手続きの手引きを参照すること。</w:t>
      </w:r>
    </w:p>
    <w:p w:rsidR="001B3CDA" w:rsidRPr="00626278" w:rsidRDefault="00092999" w:rsidP="00C35C59">
      <w:pPr>
        <w:pStyle w:val="ac"/>
        <w:numPr>
          <w:ilvl w:val="0"/>
          <w:numId w:val="8"/>
        </w:numPr>
        <w:ind w:leftChars="0"/>
        <w:rPr>
          <w:rFonts w:asciiTheme="minorEastAsia" w:eastAsiaTheme="minorEastAsia" w:hAnsiTheme="minorEastAsia"/>
          <w:szCs w:val="21"/>
        </w:rPr>
      </w:pPr>
      <w:r w:rsidRPr="00626278">
        <w:rPr>
          <w:rFonts w:ascii="ＭＳ 明朝" w:hAnsi="ＭＳ 明朝" w:hint="eastAsia"/>
          <w:szCs w:val="21"/>
        </w:rPr>
        <w:t>派遣決定の際には，各自海外旅行傷害保険に加入すること。</w:t>
      </w:r>
      <w:r w:rsidR="001B3CDA" w:rsidRPr="00626278">
        <w:rPr>
          <w:rFonts w:asciiTheme="minorEastAsia" w:eastAsiaTheme="minorEastAsia" w:hAnsiTheme="minorEastAsia"/>
          <w:szCs w:val="21"/>
        </w:rPr>
        <w:t>一般的な留学のための情報や危機管理等については，</w:t>
      </w:r>
      <w:r w:rsidR="004E79FB" w:rsidRPr="00626278">
        <w:rPr>
          <w:rFonts w:asciiTheme="minorEastAsia" w:eastAsiaTheme="minorEastAsia" w:hAnsiTheme="minorEastAsia" w:hint="eastAsia"/>
          <w:szCs w:val="21"/>
        </w:rPr>
        <w:t>次の</w:t>
      </w:r>
      <w:r w:rsidR="00C35C59" w:rsidRPr="00626278">
        <w:rPr>
          <w:rFonts w:asciiTheme="minorEastAsia" w:eastAsiaTheme="minorEastAsia" w:hAnsiTheme="minorEastAsia"/>
          <w:szCs w:val="21"/>
        </w:rPr>
        <w:t>本学「海外留学</w:t>
      </w:r>
      <w:r w:rsidR="00C35C59" w:rsidRPr="00626278">
        <w:rPr>
          <w:rFonts w:asciiTheme="minorEastAsia" w:eastAsiaTheme="minorEastAsia" w:hAnsiTheme="minorEastAsia" w:hint="eastAsia"/>
          <w:szCs w:val="21"/>
        </w:rPr>
        <w:t>・国際交流情報</w:t>
      </w:r>
      <w:r w:rsidR="001B3CDA" w:rsidRPr="00626278">
        <w:rPr>
          <w:rFonts w:asciiTheme="minorEastAsia" w:eastAsiaTheme="minorEastAsia" w:hAnsiTheme="minorEastAsia"/>
          <w:szCs w:val="21"/>
        </w:rPr>
        <w:t>」のウェブサイ</w:t>
      </w:r>
      <w:r w:rsidR="001B3CDA" w:rsidRPr="00626278">
        <w:rPr>
          <w:rFonts w:asciiTheme="minorEastAsia" w:eastAsiaTheme="minorEastAsia" w:hAnsiTheme="minorEastAsia" w:hint="eastAsia"/>
          <w:szCs w:val="21"/>
        </w:rPr>
        <w:t>ト</w:t>
      </w:r>
      <w:r w:rsidR="004E79FB" w:rsidRPr="00626278">
        <w:rPr>
          <w:rFonts w:asciiTheme="minorEastAsia" w:eastAsiaTheme="minorEastAsia" w:hAnsiTheme="minorEastAsia" w:hint="eastAsia"/>
          <w:szCs w:val="21"/>
        </w:rPr>
        <w:t>を参照すること。</w:t>
      </w:r>
      <w:r w:rsidR="001B3CDA" w:rsidRPr="00626278">
        <w:rPr>
          <w:rFonts w:asciiTheme="minorEastAsia" w:eastAsiaTheme="minorEastAsia" w:hAnsiTheme="minorEastAsia" w:hint="eastAsia"/>
          <w:szCs w:val="21"/>
        </w:rPr>
        <w:t>（</w:t>
      </w:r>
      <w:hyperlink r:id="rId10" w:history="1">
        <w:r w:rsidR="00C35C59" w:rsidRPr="00626278">
          <w:rPr>
            <w:rStyle w:val="ab"/>
            <w:rFonts w:asciiTheme="minorEastAsia" w:eastAsiaTheme="minorEastAsia" w:hAnsiTheme="minorEastAsia"/>
            <w:szCs w:val="21"/>
          </w:rPr>
          <w:t>http://www.u-tokyo.ac.jp/ja/administration/go-global/</w:t>
        </w:r>
      </w:hyperlink>
      <w:r w:rsidR="00C35C59" w:rsidRPr="00626278">
        <w:rPr>
          <w:rFonts w:asciiTheme="minorEastAsia" w:eastAsiaTheme="minorEastAsia" w:hAnsiTheme="minorEastAsia" w:hint="eastAsia"/>
          <w:szCs w:val="21"/>
        </w:rPr>
        <w:t>）</w:t>
      </w:r>
    </w:p>
    <w:p w:rsidR="00092999" w:rsidRPr="00626278" w:rsidRDefault="007115CA" w:rsidP="007115CA">
      <w:pPr>
        <w:pStyle w:val="ac"/>
        <w:numPr>
          <w:ilvl w:val="0"/>
          <w:numId w:val="8"/>
        </w:numPr>
        <w:ind w:leftChars="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支援額については、平成</w:t>
      </w:r>
      <w:r w:rsidR="00D90B51" w:rsidRPr="00626278">
        <w:rPr>
          <w:rFonts w:ascii="ＭＳ 明朝" w:hAnsi="ＭＳ 明朝" w:hint="eastAsia"/>
          <w:szCs w:val="21"/>
        </w:rPr>
        <w:t>26</w:t>
      </w:r>
      <w:r w:rsidRPr="00626278">
        <w:rPr>
          <w:rFonts w:ascii="ＭＳ 明朝" w:hAnsi="ＭＳ 明朝" w:hint="eastAsia"/>
          <w:szCs w:val="21"/>
        </w:rPr>
        <w:t>年度予算の成立状況により変更になる場合がある。</w:t>
      </w:r>
    </w:p>
    <w:p w:rsidR="001B3CDA" w:rsidRPr="00626278" w:rsidRDefault="001B3CDA">
      <w:pPr>
        <w:rPr>
          <w:rFonts w:ascii="ＭＳ 明朝" w:hAnsi="ＭＳ 明朝"/>
          <w:szCs w:val="21"/>
        </w:rPr>
      </w:pPr>
    </w:p>
    <w:p w:rsidR="000577B5" w:rsidRPr="00626278" w:rsidRDefault="00AB7D56" w:rsidP="00B71788">
      <w:pPr>
        <w:ind w:leftChars="-31" w:left="2" w:hangingChars="32" w:hanging="67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７</w:t>
      </w:r>
      <w:r w:rsidR="000577B5" w:rsidRPr="00626278">
        <w:rPr>
          <w:rFonts w:ascii="ＭＳ 明朝" w:hAnsi="ＭＳ 明朝" w:hint="eastAsia"/>
          <w:szCs w:val="21"/>
        </w:rPr>
        <w:t>．</w:t>
      </w:r>
      <w:r w:rsidR="00B71788" w:rsidRPr="00626278">
        <w:rPr>
          <w:rFonts w:ascii="ＭＳ 明朝" w:hAnsi="ＭＳ 明朝" w:hint="eastAsia"/>
          <w:szCs w:val="21"/>
        </w:rPr>
        <w:t>問合</w:t>
      </w:r>
      <w:r w:rsidR="004E79FB" w:rsidRPr="00626278">
        <w:rPr>
          <w:rFonts w:ascii="ＭＳ 明朝" w:hAnsi="ＭＳ 明朝" w:hint="eastAsia"/>
          <w:szCs w:val="21"/>
        </w:rPr>
        <w:t>せ</w:t>
      </w:r>
      <w:r w:rsidR="00B71788" w:rsidRPr="00626278">
        <w:rPr>
          <w:rFonts w:ascii="ＭＳ 明朝" w:hAnsi="ＭＳ 明朝" w:hint="eastAsia"/>
          <w:szCs w:val="21"/>
        </w:rPr>
        <w:t>先</w:t>
      </w:r>
    </w:p>
    <w:p w:rsidR="000577B5" w:rsidRPr="00626278" w:rsidRDefault="004E79FB" w:rsidP="00B71788">
      <w:pPr>
        <w:ind w:firstLineChars="200" w:firstLine="42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本件に関する問合</w:t>
      </w:r>
      <w:r w:rsidR="00B71788" w:rsidRPr="00626278">
        <w:rPr>
          <w:rFonts w:ascii="ＭＳ 明朝" w:hAnsi="ＭＳ 明朝" w:hint="eastAsia"/>
          <w:szCs w:val="21"/>
        </w:rPr>
        <w:t>せについては、所属部局を通して行うこと。</w:t>
      </w:r>
    </w:p>
    <w:p w:rsidR="00AF5FFD" w:rsidRPr="00626278" w:rsidRDefault="00AF5FFD">
      <w:pPr>
        <w:rPr>
          <w:rFonts w:ascii="ＭＳ 明朝" w:hAnsi="ＭＳ 明朝"/>
          <w:szCs w:val="21"/>
        </w:rPr>
      </w:pPr>
    </w:p>
    <w:p w:rsidR="00AB7D56" w:rsidRPr="00626278" w:rsidRDefault="00AB7D56">
      <w:pPr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参考：平成21年度東京大学からの申請者15</w:t>
      </w:r>
      <w:r w:rsidR="00844314" w:rsidRPr="00626278">
        <w:rPr>
          <w:rFonts w:ascii="ＭＳ 明朝" w:hAnsi="ＭＳ 明朝" w:hint="eastAsia"/>
          <w:szCs w:val="21"/>
        </w:rPr>
        <w:t>名</w:t>
      </w:r>
      <w:r w:rsidRPr="00626278">
        <w:rPr>
          <w:rFonts w:ascii="ＭＳ 明朝" w:hAnsi="ＭＳ 明朝" w:hint="eastAsia"/>
          <w:szCs w:val="21"/>
        </w:rPr>
        <w:t>、内採用者10名</w:t>
      </w:r>
    </w:p>
    <w:p w:rsidR="00AB7D56" w:rsidRPr="00626278" w:rsidRDefault="00AB7D56">
      <w:pPr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 xml:space="preserve">　　　平成22年度東京大学からの申請者26</w:t>
      </w:r>
      <w:r w:rsidR="00844314" w:rsidRPr="00626278">
        <w:rPr>
          <w:rFonts w:ascii="ＭＳ 明朝" w:hAnsi="ＭＳ 明朝" w:hint="eastAsia"/>
          <w:szCs w:val="21"/>
        </w:rPr>
        <w:t>名</w:t>
      </w:r>
      <w:r w:rsidRPr="00626278">
        <w:rPr>
          <w:rFonts w:ascii="ＭＳ 明朝" w:hAnsi="ＭＳ 明朝" w:hint="eastAsia"/>
          <w:szCs w:val="21"/>
        </w:rPr>
        <w:t>、内採用者14名</w:t>
      </w:r>
    </w:p>
    <w:p w:rsidR="00267059" w:rsidRPr="00626278" w:rsidRDefault="0070128B">
      <w:pPr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 xml:space="preserve">　　　平成23年度東京大学からの申請者23名、内採用者6名</w:t>
      </w:r>
    </w:p>
    <w:p w:rsidR="00601EB7" w:rsidRPr="00626278" w:rsidRDefault="00410D74">
      <w:pPr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 xml:space="preserve">　　　平成24年度東京大学からの申請者3</w:t>
      </w:r>
      <w:r w:rsidR="00601EB7" w:rsidRPr="00626278">
        <w:rPr>
          <w:rFonts w:ascii="ＭＳ 明朝" w:hAnsi="ＭＳ 明朝" w:hint="eastAsia"/>
          <w:szCs w:val="21"/>
        </w:rPr>
        <w:t>5</w:t>
      </w:r>
      <w:r w:rsidRPr="00626278">
        <w:rPr>
          <w:rFonts w:ascii="ＭＳ 明朝" w:hAnsi="ＭＳ 明朝" w:hint="eastAsia"/>
          <w:szCs w:val="21"/>
        </w:rPr>
        <w:t>名、内採用者2</w:t>
      </w:r>
      <w:r w:rsidR="00601EB7" w:rsidRPr="00626278">
        <w:rPr>
          <w:rFonts w:ascii="ＭＳ 明朝" w:hAnsi="ＭＳ 明朝" w:hint="eastAsia"/>
          <w:szCs w:val="21"/>
        </w:rPr>
        <w:t>8</w:t>
      </w:r>
      <w:r w:rsidRPr="00626278">
        <w:rPr>
          <w:rFonts w:ascii="ＭＳ 明朝" w:hAnsi="ＭＳ 明朝" w:hint="eastAsia"/>
          <w:szCs w:val="21"/>
        </w:rPr>
        <w:t>名</w:t>
      </w:r>
      <w:r w:rsidR="00601EB7" w:rsidRPr="00626278">
        <w:rPr>
          <w:rFonts w:ascii="ＭＳ 明朝" w:hAnsi="ＭＳ 明朝" w:hint="eastAsia"/>
          <w:szCs w:val="21"/>
        </w:rPr>
        <w:t>（※追加募集含む）</w:t>
      </w:r>
    </w:p>
    <w:p w:rsidR="00D90B51" w:rsidRPr="00626278" w:rsidRDefault="00D90B51">
      <w:pPr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 xml:space="preserve">      平成25年度東京大学からの申請者</w:t>
      </w:r>
      <w:r w:rsidR="00F01152" w:rsidRPr="00626278">
        <w:rPr>
          <w:rFonts w:ascii="ＭＳ 明朝" w:hAnsi="ＭＳ 明朝" w:hint="eastAsia"/>
          <w:szCs w:val="21"/>
        </w:rPr>
        <w:t>28名、内採用者16名</w:t>
      </w:r>
    </w:p>
    <w:p w:rsidR="00501A60" w:rsidRDefault="00501A60" w:rsidP="00501A60">
      <w:pPr>
        <w:ind w:firstLineChars="300" w:firstLine="630"/>
        <w:rPr>
          <w:rFonts w:ascii="ＭＳ 明朝" w:hAnsi="ＭＳ 明朝"/>
          <w:szCs w:val="21"/>
        </w:rPr>
      </w:pPr>
      <w:r w:rsidRPr="00626278">
        <w:rPr>
          <w:rFonts w:ascii="ＭＳ 明朝" w:hAnsi="ＭＳ 明朝" w:hint="eastAsia"/>
          <w:szCs w:val="21"/>
        </w:rPr>
        <w:t>平成26年度東京大学からの申請者</w:t>
      </w:r>
      <w:r w:rsidR="00A66539">
        <w:rPr>
          <w:rFonts w:ascii="ＭＳ 明朝" w:hAnsi="ＭＳ 明朝" w:hint="eastAsia"/>
          <w:szCs w:val="21"/>
        </w:rPr>
        <w:t>21</w:t>
      </w:r>
      <w:r w:rsidRPr="00626278">
        <w:rPr>
          <w:rFonts w:ascii="ＭＳ 明朝" w:hAnsi="ＭＳ 明朝" w:hint="eastAsia"/>
          <w:szCs w:val="21"/>
        </w:rPr>
        <w:t>名、内採用者</w:t>
      </w:r>
      <w:r w:rsidR="00A66539">
        <w:rPr>
          <w:rFonts w:ascii="ＭＳ 明朝" w:hAnsi="ＭＳ 明朝"/>
          <w:szCs w:val="21"/>
        </w:rPr>
        <w:t>13</w:t>
      </w:r>
      <w:r w:rsidRPr="00626278">
        <w:rPr>
          <w:rFonts w:ascii="ＭＳ 明朝" w:hAnsi="ＭＳ 明朝" w:hint="eastAsia"/>
          <w:szCs w:val="21"/>
        </w:rPr>
        <w:t>名</w:t>
      </w:r>
      <w:r w:rsidR="006E2F46">
        <w:rPr>
          <w:rFonts w:ascii="ＭＳ 明朝" w:hAnsi="ＭＳ 明朝" w:hint="eastAsia"/>
          <w:szCs w:val="21"/>
        </w:rPr>
        <w:t>（</w:t>
      </w:r>
      <w:r w:rsidR="006E2F46">
        <w:rPr>
          <w:rFonts w:ascii="ＭＳ 明朝" w:hAnsi="ＭＳ 明朝"/>
          <w:szCs w:val="21"/>
        </w:rPr>
        <w:t>※追加募集含む）</w:t>
      </w:r>
    </w:p>
    <w:p w:rsidR="006E2F46" w:rsidRPr="006E2F46" w:rsidRDefault="006E2F46" w:rsidP="00501A60">
      <w:pPr>
        <w:ind w:firstLineChars="300" w:firstLine="630"/>
        <w:rPr>
          <w:rFonts w:ascii="ＭＳ 明朝" w:hAnsi="ＭＳ 明朝"/>
          <w:szCs w:val="21"/>
        </w:rPr>
      </w:pPr>
    </w:p>
    <w:sectPr w:rsidR="006E2F46" w:rsidRPr="006E2F46" w:rsidSect="00BD45F8">
      <w:headerReference w:type="default" r:id="rId11"/>
      <w:footerReference w:type="default" r:id="rId12"/>
      <w:pgSz w:w="11906" w:h="16838"/>
      <w:pgMar w:top="1701" w:right="1558" w:bottom="1701" w:left="1418" w:header="851" w:footer="992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7EE" w:rsidRDefault="004A37EE" w:rsidP="00621977">
      <w:r>
        <w:separator/>
      </w:r>
    </w:p>
  </w:endnote>
  <w:endnote w:type="continuationSeparator" w:id="0">
    <w:p w:rsidR="004A37EE" w:rsidRDefault="004A37EE" w:rsidP="0062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714360"/>
      <w:docPartObj>
        <w:docPartGallery w:val="Page Numbers (Bottom of Page)"/>
        <w:docPartUnique/>
      </w:docPartObj>
    </w:sdtPr>
    <w:sdtEndPr/>
    <w:sdtContent>
      <w:p w:rsidR="004A37EE" w:rsidRDefault="004A37E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3507" w:rsidRPr="00353507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>
          <w:rPr>
            <w:rFonts w:hint="eastAsia"/>
          </w:rPr>
          <w:t>/2</w:t>
        </w:r>
      </w:p>
    </w:sdtContent>
  </w:sdt>
  <w:p w:rsidR="004A37EE" w:rsidRDefault="004A3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7EE" w:rsidRDefault="004A37EE" w:rsidP="00621977">
      <w:r>
        <w:separator/>
      </w:r>
    </w:p>
  </w:footnote>
  <w:footnote w:type="continuationSeparator" w:id="0">
    <w:p w:rsidR="004A37EE" w:rsidRDefault="004A37EE" w:rsidP="00621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EE" w:rsidRDefault="004A37EE" w:rsidP="002D4371">
    <w:pPr>
      <w:pStyle w:val="a3"/>
    </w:pPr>
  </w:p>
  <w:p w:rsidR="004A37EE" w:rsidRDefault="004A37EE" w:rsidP="00254E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C3119"/>
    <w:multiLevelType w:val="hybridMultilevel"/>
    <w:tmpl w:val="998E8B9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F414AA1"/>
    <w:multiLevelType w:val="hybridMultilevel"/>
    <w:tmpl w:val="F96432B6"/>
    <w:lvl w:ilvl="0" w:tplc="7FEC11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193784"/>
    <w:multiLevelType w:val="hybridMultilevel"/>
    <w:tmpl w:val="BD1689BA"/>
    <w:lvl w:ilvl="0" w:tplc="1576AF46">
      <w:start w:val="2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>
    <w:nsid w:val="38DF006C"/>
    <w:multiLevelType w:val="hybridMultilevel"/>
    <w:tmpl w:val="C6D8014C"/>
    <w:lvl w:ilvl="0" w:tplc="E4A0731E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156447A"/>
    <w:multiLevelType w:val="hybridMultilevel"/>
    <w:tmpl w:val="3826928C"/>
    <w:lvl w:ilvl="0" w:tplc="2152958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F62633F"/>
    <w:multiLevelType w:val="hybridMultilevel"/>
    <w:tmpl w:val="E4040E6C"/>
    <w:lvl w:ilvl="0" w:tplc="8CFE5BC4">
      <w:start w:val="7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FD49C8"/>
    <w:multiLevelType w:val="hybridMultilevel"/>
    <w:tmpl w:val="6254889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>
    <w:nsid w:val="7A6A14B7"/>
    <w:multiLevelType w:val="hybridMultilevel"/>
    <w:tmpl w:val="402C39EE"/>
    <w:lvl w:ilvl="0" w:tplc="961AE1AC">
      <w:start w:val="7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B1D59F6"/>
    <w:multiLevelType w:val="hybridMultilevel"/>
    <w:tmpl w:val="A8241282"/>
    <w:lvl w:ilvl="0" w:tplc="35043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98978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977"/>
    <w:rsid w:val="000223D4"/>
    <w:rsid w:val="00035F24"/>
    <w:rsid w:val="000429D4"/>
    <w:rsid w:val="000577B5"/>
    <w:rsid w:val="00060C1D"/>
    <w:rsid w:val="00071C10"/>
    <w:rsid w:val="00080079"/>
    <w:rsid w:val="00081F18"/>
    <w:rsid w:val="00084CBB"/>
    <w:rsid w:val="00092999"/>
    <w:rsid w:val="00097050"/>
    <w:rsid w:val="000B768C"/>
    <w:rsid w:val="000D6EDA"/>
    <w:rsid w:val="000E26A4"/>
    <w:rsid w:val="000F1921"/>
    <w:rsid w:val="000F245C"/>
    <w:rsid w:val="001174B9"/>
    <w:rsid w:val="00122B3A"/>
    <w:rsid w:val="0012652E"/>
    <w:rsid w:val="00131B96"/>
    <w:rsid w:val="0015579E"/>
    <w:rsid w:val="00164FE6"/>
    <w:rsid w:val="0017779A"/>
    <w:rsid w:val="001A3171"/>
    <w:rsid w:val="001B3CDA"/>
    <w:rsid w:val="001C3212"/>
    <w:rsid w:val="001E6A32"/>
    <w:rsid w:val="00212429"/>
    <w:rsid w:val="00213E18"/>
    <w:rsid w:val="00214F0D"/>
    <w:rsid w:val="00223C5D"/>
    <w:rsid w:val="0022450E"/>
    <w:rsid w:val="00252D85"/>
    <w:rsid w:val="00254E25"/>
    <w:rsid w:val="00260133"/>
    <w:rsid w:val="00267059"/>
    <w:rsid w:val="002706A9"/>
    <w:rsid w:val="002D4371"/>
    <w:rsid w:val="002F04CE"/>
    <w:rsid w:val="002F06B3"/>
    <w:rsid w:val="002F2198"/>
    <w:rsid w:val="0030569E"/>
    <w:rsid w:val="00320BAE"/>
    <w:rsid w:val="00323C1A"/>
    <w:rsid w:val="0032422A"/>
    <w:rsid w:val="003357F1"/>
    <w:rsid w:val="003378DD"/>
    <w:rsid w:val="00353507"/>
    <w:rsid w:val="00356B7D"/>
    <w:rsid w:val="00363773"/>
    <w:rsid w:val="00384DAA"/>
    <w:rsid w:val="00392E4B"/>
    <w:rsid w:val="003A09D7"/>
    <w:rsid w:val="003C23C4"/>
    <w:rsid w:val="003E378B"/>
    <w:rsid w:val="003E4744"/>
    <w:rsid w:val="003F7DC0"/>
    <w:rsid w:val="00410D74"/>
    <w:rsid w:val="00422ACA"/>
    <w:rsid w:val="004509B7"/>
    <w:rsid w:val="00472901"/>
    <w:rsid w:val="004A37EE"/>
    <w:rsid w:val="004D209C"/>
    <w:rsid w:val="004E79FB"/>
    <w:rsid w:val="00501A60"/>
    <w:rsid w:val="00507BE6"/>
    <w:rsid w:val="00520A8B"/>
    <w:rsid w:val="005216DB"/>
    <w:rsid w:val="00523FDF"/>
    <w:rsid w:val="00542D3D"/>
    <w:rsid w:val="00566FA3"/>
    <w:rsid w:val="00580747"/>
    <w:rsid w:val="0058595A"/>
    <w:rsid w:val="00586B82"/>
    <w:rsid w:val="005877F6"/>
    <w:rsid w:val="00590AA4"/>
    <w:rsid w:val="005F2427"/>
    <w:rsid w:val="005F6F0C"/>
    <w:rsid w:val="00600B1E"/>
    <w:rsid w:val="00601EB7"/>
    <w:rsid w:val="00613A31"/>
    <w:rsid w:val="00621977"/>
    <w:rsid w:val="00626278"/>
    <w:rsid w:val="00635EE8"/>
    <w:rsid w:val="006429E1"/>
    <w:rsid w:val="00654B2A"/>
    <w:rsid w:val="00660CE0"/>
    <w:rsid w:val="0068038C"/>
    <w:rsid w:val="006972A2"/>
    <w:rsid w:val="006A58E5"/>
    <w:rsid w:val="006B7F61"/>
    <w:rsid w:val="006E2F46"/>
    <w:rsid w:val="006E71AF"/>
    <w:rsid w:val="0070128B"/>
    <w:rsid w:val="00710EB7"/>
    <w:rsid w:val="007115CA"/>
    <w:rsid w:val="007306B2"/>
    <w:rsid w:val="00762AEF"/>
    <w:rsid w:val="00783AAC"/>
    <w:rsid w:val="00796AAB"/>
    <w:rsid w:val="007E00C8"/>
    <w:rsid w:val="007E3118"/>
    <w:rsid w:val="007F5132"/>
    <w:rsid w:val="008020C0"/>
    <w:rsid w:val="00827BD0"/>
    <w:rsid w:val="008407AC"/>
    <w:rsid w:val="00844314"/>
    <w:rsid w:val="0085563F"/>
    <w:rsid w:val="0088772E"/>
    <w:rsid w:val="008B448B"/>
    <w:rsid w:val="008B6A90"/>
    <w:rsid w:val="008E2FCC"/>
    <w:rsid w:val="008E51D5"/>
    <w:rsid w:val="008E5C05"/>
    <w:rsid w:val="008F7B5D"/>
    <w:rsid w:val="009008F7"/>
    <w:rsid w:val="0090521F"/>
    <w:rsid w:val="0090547E"/>
    <w:rsid w:val="00952F94"/>
    <w:rsid w:val="00974878"/>
    <w:rsid w:val="009750B4"/>
    <w:rsid w:val="00980411"/>
    <w:rsid w:val="00987DE1"/>
    <w:rsid w:val="00991B9C"/>
    <w:rsid w:val="00994F70"/>
    <w:rsid w:val="00997AA8"/>
    <w:rsid w:val="009B14D5"/>
    <w:rsid w:val="009C21C2"/>
    <w:rsid w:val="009C5B3E"/>
    <w:rsid w:val="009D14CB"/>
    <w:rsid w:val="009D4A7F"/>
    <w:rsid w:val="009F22ED"/>
    <w:rsid w:val="009F3E98"/>
    <w:rsid w:val="00A16ACB"/>
    <w:rsid w:val="00A24883"/>
    <w:rsid w:val="00A61167"/>
    <w:rsid w:val="00A66539"/>
    <w:rsid w:val="00AA1390"/>
    <w:rsid w:val="00AB7D56"/>
    <w:rsid w:val="00AD2415"/>
    <w:rsid w:val="00AE5D64"/>
    <w:rsid w:val="00AF5FFD"/>
    <w:rsid w:val="00B3626B"/>
    <w:rsid w:val="00B44997"/>
    <w:rsid w:val="00B62E3A"/>
    <w:rsid w:val="00B71788"/>
    <w:rsid w:val="00B75A6C"/>
    <w:rsid w:val="00BA1111"/>
    <w:rsid w:val="00BC3898"/>
    <w:rsid w:val="00BC6326"/>
    <w:rsid w:val="00BC760A"/>
    <w:rsid w:val="00BD0F25"/>
    <w:rsid w:val="00BD45F8"/>
    <w:rsid w:val="00C0337A"/>
    <w:rsid w:val="00C11517"/>
    <w:rsid w:val="00C16B00"/>
    <w:rsid w:val="00C35C59"/>
    <w:rsid w:val="00C65484"/>
    <w:rsid w:val="00C80103"/>
    <w:rsid w:val="00C95494"/>
    <w:rsid w:val="00CC21B1"/>
    <w:rsid w:val="00CC637C"/>
    <w:rsid w:val="00D54BB0"/>
    <w:rsid w:val="00D90B51"/>
    <w:rsid w:val="00D92FEE"/>
    <w:rsid w:val="00DA7ED5"/>
    <w:rsid w:val="00DE4040"/>
    <w:rsid w:val="00DE7315"/>
    <w:rsid w:val="00DF2F24"/>
    <w:rsid w:val="00E04AF1"/>
    <w:rsid w:val="00E37A83"/>
    <w:rsid w:val="00E40BB6"/>
    <w:rsid w:val="00E45504"/>
    <w:rsid w:val="00E53474"/>
    <w:rsid w:val="00E6091B"/>
    <w:rsid w:val="00E6244D"/>
    <w:rsid w:val="00E87A25"/>
    <w:rsid w:val="00EA2724"/>
    <w:rsid w:val="00EA7DF0"/>
    <w:rsid w:val="00ED1413"/>
    <w:rsid w:val="00EE2E5E"/>
    <w:rsid w:val="00F01152"/>
    <w:rsid w:val="00F142F0"/>
    <w:rsid w:val="00F14DC2"/>
    <w:rsid w:val="00F24855"/>
    <w:rsid w:val="00F40D2C"/>
    <w:rsid w:val="00F526CB"/>
    <w:rsid w:val="00F66FC7"/>
    <w:rsid w:val="00F92BAB"/>
    <w:rsid w:val="00FA1806"/>
    <w:rsid w:val="00FA4D54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1AFD4DF-34B0-4431-B964-58B8C8D5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97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9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977"/>
  </w:style>
  <w:style w:type="paragraph" w:styleId="a5">
    <w:name w:val="footer"/>
    <w:basedOn w:val="a"/>
    <w:link w:val="a6"/>
    <w:uiPriority w:val="99"/>
    <w:unhideWhenUsed/>
    <w:rsid w:val="006219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977"/>
  </w:style>
  <w:style w:type="paragraph" w:styleId="a7">
    <w:name w:val="Closing"/>
    <w:basedOn w:val="a"/>
    <w:link w:val="a8"/>
    <w:unhideWhenUsed/>
    <w:rsid w:val="00621977"/>
    <w:pPr>
      <w:jc w:val="right"/>
    </w:pPr>
  </w:style>
  <w:style w:type="character" w:customStyle="1" w:styleId="a8">
    <w:name w:val="結語 (文字)"/>
    <w:basedOn w:val="a0"/>
    <w:link w:val="a7"/>
    <w:semiHidden/>
    <w:rsid w:val="00621977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semiHidden/>
    <w:unhideWhenUsed/>
    <w:rsid w:val="00621977"/>
    <w:pPr>
      <w:jc w:val="center"/>
    </w:pPr>
  </w:style>
  <w:style w:type="character" w:customStyle="1" w:styleId="aa">
    <w:name w:val="記 (文字)"/>
    <w:basedOn w:val="a0"/>
    <w:link w:val="a9"/>
    <w:semiHidden/>
    <w:rsid w:val="00621977"/>
    <w:rPr>
      <w:rFonts w:ascii="Century" w:eastAsia="ＭＳ 明朝" w:hAnsi="Century" w:cs="Times New Roman"/>
      <w:szCs w:val="24"/>
    </w:rPr>
  </w:style>
  <w:style w:type="character" w:styleId="ab">
    <w:name w:val="Hyperlink"/>
    <w:basedOn w:val="a0"/>
    <w:uiPriority w:val="99"/>
    <w:unhideWhenUsed/>
    <w:rsid w:val="00DF2F24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092999"/>
    <w:pPr>
      <w:ind w:leftChars="400" w:left="840"/>
    </w:pPr>
    <w:rPr>
      <w:szCs w:val="22"/>
    </w:rPr>
  </w:style>
  <w:style w:type="character" w:styleId="ad">
    <w:name w:val="FollowedHyperlink"/>
    <w:basedOn w:val="a0"/>
    <w:uiPriority w:val="99"/>
    <w:semiHidden/>
    <w:unhideWhenUsed/>
    <w:rsid w:val="004E79FB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012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0128B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Strong"/>
    <w:basedOn w:val="a0"/>
    <w:uiPriority w:val="22"/>
    <w:qFormat/>
    <w:rsid w:val="006803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sso.go.jp/scholarship/long_term_h.html&#65289;&#12434;&#24517;&#12378;&#30906;&#35469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-tokyo.ac.jp/ja/administration/go-glob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asso.go.jp/scholarship/long_term_h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9BEC-DA5B-49CB-BDBB-B2CF23693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CFEAA51</Template>
  <TotalTime>526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渋谷　景子</cp:lastModifiedBy>
  <cp:revision>83</cp:revision>
  <cp:lastPrinted>2014-04-17T04:42:00Z</cp:lastPrinted>
  <dcterms:created xsi:type="dcterms:W3CDTF">2010-11-04T10:20:00Z</dcterms:created>
  <dcterms:modified xsi:type="dcterms:W3CDTF">2014-10-06T04:12:00Z</dcterms:modified>
</cp:coreProperties>
</file>