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377" w:rsidRPr="00DC1377" w:rsidRDefault="00DC1377" w:rsidP="006146B0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DC1377">
        <w:rPr>
          <w:rFonts w:asciiTheme="majorEastAsia" w:eastAsiaTheme="majorEastAsia" w:hAnsiTheme="majorEastAsia" w:hint="eastAsia"/>
          <w:sz w:val="28"/>
          <w:szCs w:val="28"/>
        </w:rPr>
        <w:t>剽窃</w:t>
      </w:r>
      <w:r w:rsidRPr="00DC1377">
        <w:rPr>
          <w:rFonts w:asciiTheme="majorEastAsia" w:eastAsiaTheme="majorEastAsia" w:hAnsiTheme="majorEastAsia"/>
          <w:sz w:val="28"/>
          <w:szCs w:val="28"/>
        </w:rPr>
        <w:t>防止のためのソフトウェア利用確認書</w:t>
      </w:r>
    </w:p>
    <w:p w:rsidR="00DC1377" w:rsidRDefault="00DC1377">
      <w:pPr>
        <w:rPr>
          <w:rFonts w:asciiTheme="majorEastAsia" w:eastAsiaTheme="majorEastAsia" w:hAnsiTheme="majorEastAsia"/>
        </w:rPr>
      </w:pPr>
    </w:p>
    <w:p w:rsidR="006146B0" w:rsidRPr="00DC1377" w:rsidRDefault="006146B0">
      <w:pPr>
        <w:rPr>
          <w:rFonts w:asciiTheme="majorEastAsia" w:eastAsiaTheme="majorEastAsia" w:hAnsiTheme="majorEastAsia"/>
        </w:rPr>
      </w:pPr>
    </w:p>
    <w:p w:rsidR="00E52335" w:rsidRPr="00B53A02" w:rsidRDefault="00DC1377" w:rsidP="00DC1377">
      <w:pPr>
        <w:ind w:firstLineChars="100" w:firstLine="300"/>
        <w:rPr>
          <w:rFonts w:asciiTheme="majorEastAsia" w:eastAsiaTheme="majorEastAsia" w:hAnsiTheme="majorEastAsia"/>
          <w:spacing w:val="10"/>
          <w:sz w:val="28"/>
          <w:szCs w:val="28"/>
        </w:rPr>
      </w:pPr>
      <w:r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下記博士</w:t>
      </w:r>
      <w:r w:rsidRPr="00B53A02">
        <w:rPr>
          <w:rFonts w:asciiTheme="majorEastAsia" w:eastAsiaTheme="majorEastAsia" w:hAnsiTheme="majorEastAsia"/>
          <w:spacing w:val="10"/>
          <w:sz w:val="28"/>
          <w:szCs w:val="28"/>
        </w:rPr>
        <w:t>学位</w:t>
      </w:r>
      <w:r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請求論文</w:t>
      </w:r>
      <w:r w:rsidR="006146B0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について</w:t>
      </w:r>
      <w:r w:rsidR="0065447A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、</w:t>
      </w:r>
      <w:r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剽窃チェック</w:t>
      </w:r>
      <w:r w:rsidR="006146B0" w:rsidRPr="00B53A02">
        <w:rPr>
          <w:rFonts w:asciiTheme="majorEastAsia" w:eastAsiaTheme="majorEastAsia" w:hAnsiTheme="majorEastAsia"/>
          <w:spacing w:val="10"/>
          <w:sz w:val="28"/>
          <w:szCs w:val="28"/>
        </w:rPr>
        <w:t>ソフトウェア</w:t>
      </w:r>
      <w:r w:rsidR="006146B0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を</w:t>
      </w:r>
      <w:r w:rsidR="006146B0" w:rsidRPr="00B53A02">
        <w:rPr>
          <w:rFonts w:asciiTheme="majorEastAsia" w:eastAsiaTheme="majorEastAsia" w:hAnsiTheme="majorEastAsia"/>
          <w:spacing w:val="10"/>
          <w:sz w:val="28"/>
          <w:szCs w:val="28"/>
        </w:rPr>
        <w:t>用いて</w:t>
      </w:r>
      <w:r w:rsidR="0065447A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剽窃の</w:t>
      </w:r>
      <w:r w:rsidR="0065447A" w:rsidRPr="00B53A02">
        <w:rPr>
          <w:rFonts w:asciiTheme="majorEastAsia" w:eastAsiaTheme="majorEastAsia" w:hAnsiTheme="majorEastAsia"/>
          <w:spacing w:val="10"/>
          <w:sz w:val="28"/>
          <w:szCs w:val="28"/>
        </w:rPr>
        <w:t>有無を</w:t>
      </w:r>
      <w:r w:rsidR="0065447A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確認</w:t>
      </w:r>
      <w:r w:rsidR="0065447A" w:rsidRPr="00B53A02">
        <w:rPr>
          <w:rFonts w:asciiTheme="majorEastAsia" w:eastAsiaTheme="majorEastAsia" w:hAnsiTheme="majorEastAsia"/>
          <w:spacing w:val="10"/>
          <w:sz w:val="28"/>
          <w:szCs w:val="28"/>
        </w:rPr>
        <w:t>し、</w:t>
      </w:r>
      <w:r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剽窃</w:t>
      </w:r>
      <w:r w:rsidR="00B53A02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が</w:t>
      </w:r>
      <w:r w:rsidR="00EA05A9" w:rsidRPr="00B53A02">
        <w:rPr>
          <w:rFonts w:asciiTheme="majorEastAsia" w:eastAsiaTheme="majorEastAsia" w:hAnsiTheme="majorEastAsia"/>
          <w:spacing w:val="10"/>
          <w:sz w:val="28"/>
          <w:szCs w:val="28"/>
        </w:rPr>
        <w:t>発見されなかった</w:t>
      </w:r>
      <w:r w:rsidR="0065447A" w:rsidRPr="00B53A02">
        <w:rPr>
          <w:rFonts w:asciiTheme="majorEastAsia" w:eastAsiaTheme="majorEastAsia" w:hAnsiTheme="majorEastAsia" w:hint="eastAsia"/>
          <w:spacing w:val="10"/>
          <w:sz w:val="28"/>
          <w:szCs w:val="28"/>
        </w:rPr>
        <w:t>ことを</w:t>
      </w:r>
      <w:r w:rsidRPr="00B53A02">
        <w:rPr>
          <w:rFonts w:asciiTheme="majorEastAsia" w:eastAsiaTheme="majorEastAsia" w:hAnsiTheme="majorEastAsia"/>
          <w:spacing w:val="10"/>
          <w:sz w:val="28"/>
          <w:szCs w:val="28"/>
        </w:rPr>
        <w:t>報告します。</w:t>
      </w:r>
    </w:p>
    <w:p w:rsidR="00DC1377" w:rsidRPr="006146B0" w:rsidRDefault="00DC1377">
      <w:pPr>
        <w:rPr>
          <w:rFonts w:asciiTheme="majorEastAsia" w:eastAsiaTheme="majorEastAsia" w:hAnsiTheme="majorEastAsia"/>
          <w:sz w:val="28"/>
          <w:szCs w:val="28"/>
        </w:rPr>
      </w:pPr>
    </w:p>
    <w:p w:rsidR="00DC1377" w:rsidRPr="006146B0" w:rsidRDefault="00DC1377" w:rsidP="00DC137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記</w:t>
      </w:r>
    </w:p>
    <w:p w:rsidR="00DC1377" w:rsidRPr="006146B0" w:rsidRDefault="00DC1377">
      <w:pPr>
        <w:rPr>
          <w:rFonts w:asciiTheme="majorEastAsia" w:eastAsiaTheme="majorEastAsia" w:hAnsiTheme="majorEastAsia"/>
          <w:sz w:val="28"/>
          <w:szCs w:val="28"/>
        </w:rPr>
      </w:pPr>
    </w:p>
    <w:p w:rsidR="00DC1377" w:rsidRPr="006146B0" w:rsidRDefault="00DC1377" w:rsidP="00DC1377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学位請求者</w:t>
      </w:r>
      <w:r w:rsidRPr="006146B0">
        <w:rPr>
          <w:rFonts w:asciiTheme="majorEastAsia" w:eastAsiaTheme="majorEastAsia" w:hAnsiTheme="majorEastAsia"/>
          <w:sz w:val="28"/>
          <w:szCs w:val="28"/>
        </w:rPr>
        <w:t>氏名：</w:t>
      </w:r>
    </w:p>
    <w:p w:rsidR="00DC1377" w:rsidRDefault="00DC1377">
      <w:pPr>
        <w:rPr>
          <w:rFonts w:asciiTheme="majorEastAsia" w:eastAsiaTheme="majorEastAsia" w:hAnsiTheme="majorEastAsia"/>
          <w:sz w:val="28"/>
          <w:szCs w:val="28"/>
        </w:rPr>
      </w:pPr>
    </w:p>
    <w:p w:rsidR="0065447A" w:rsidRPr="006146B0" w:rsidRDefault="0065447A">
      <w:pPr>
        <w:rPr>
          <w:rFonts w:asciiTheme="majorEastAsia" w:eastAsiaTheme="majorEastAsia" w:hAnsiTheme="majorEastAsia"/>
          <w:sz w:val="28"/>
          <w:szCs w:val="28"/>
        </w:rPr>
      </w:pPr>
    </w:p>
    <w:p w:rsidR="00DC1377" w:rsidRPr="006146B0" w:rsidRDefault="00DC1377" w:rsidP="00DC1377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博士学位</w:t>
      </w:r>
      <w:r w:rsidRPr="006146B0">
        <w:rPr>
          <w:rFonts w:asciiTheme="majorEastAsia" w:eastAsiaTheme="majorEastAsia" w:hAnsiTheme="majorEastAsia"/>
          <w:sz w:val="28"/>
          <w:szCs w:val="28"/>
        </w:rPr>
        <w:t>請求論文の題目：</w:t>
      </w:r>
    </w:p>
    <w:p w:rsidR="00DC1377" w:rsidRPr="006146B0" w:rsidRDefault="00DC1377" w:rsidP="00DC1377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</w:p>
    <w:p w:rsidR="00DC1377" w:rsidRPr="006146B0" w:rsidRDefault="00DC1377">
      <w:pPr>
        <w:rPr>
          <w:rFonts w:asciiTheme="majorEastAsia" w:eastAsiaTheme="majorEastAsia" w:hAnsiTheme="majorEastAsia"/>
          <w:sz w:val="28"/>
          <w:szCs w:val="28"/>
        </w:rPr>
      </w:pPr>
    </w:p>
    <w:p w:rsidR="00DC1377" w:rsidRPr="006146B0" w:rsidRDefault="00DC1377" w:rsidP="00DC1377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使用ソフトウェア</w:t>
      </w:r>
      <w:r w:rsidRPr="006146B0">
        <w:rPr>
          <w:rFonts w:asciiTheme="majorEastAsia" w:eastAsiaTheme="majorEastAsia" w:hAnsiTheme="majorEastAsia"/>
          <w:sz w:val="28"/>
          <w:szCs w:val="28"/>
        </w:rPr>
        <w:t>名：</w:t>
      </w:r>
    </w:p>
    <w:p w:rsidR="00DC1377" w:rsidRDefault="00DC1377" w:rsidP="00DC1377">
      <w:pPr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</w:p>
    <w:p w:rsidR="00DC1377" w:rsidRDefault="00DC1377" w:rsidP="00DC1377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:rsidR="006146B0" w:rsidRPr="006146B0" w:rsidRDefault="006146B0" w:rsidP="00DC1377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:rsidR="006146B0" w:rsidRPr="006146B0" w:rsidRDefault="006146B0" w:rsidP="00DC1377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:rsidR="006146B0" w:rsidRPr="006146B0" w:rsidRDefault="006146B0" w:rsidP="006146B0">
      <w:pPr>
        <w:ind w:leftChars="1282" w:left="2692"/>
        <w:jc w:val="right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 xml:space="preserve">　　　年　 　月　 　日</w:t>
      </w:r>
    </w:p>
    <w:p w:rsidR="006146B0" w:rsidRPr="006146B0" w:rsidRDefault="006146B0" w:rsidP="006146B0">
      <w:pPr>
        <w:spacing w:beforeLines="50" w:before="248"/>
        <w:ind w:leftChars="1282" w:left="2692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指導教員</w:t>
      </w:r>
      <w:r w:rsidRPr="006146B0">
        <w:rPr>
          <w:rFonts w:asciiTheme="majorEastAsia" w:eastAsiaTheme="majorEastAsia" w:hAnsiTheme="majorEastAsia"/>
          <w:sz w:val="28"/>
          <w:szCs w:val="28"/>
        </w:rPr>
        <w:t>／紹介教員</w:t>
      </w:r>
    </w:p>
    <w:p w:rsidR="006146B0" w:rsidRPr="006146B0" w:rsidRDefault="006146B0" w:rsidP="006146B0">
      <w:pPr>
        <w:spacing w:line="360" w:lineRule="auto"/>
        <w:ind w:leftChars="1282" w:left="2692"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 xml:space="preserve">所属コース　</w:t>
      </w:r>
      <w:r w:rsidRPr="006146B0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　　　　　　　　　　　　</w:t>
      </w:r>
    </w:p>
    <w:p w:rsidR="006146B0" w:rsidRDefault="006146B0" w:rsidP="006146B0">
      <w:pPr>
        <w:spacing w:line="360" w:lineRule="auto"/>
        <w:ind w:leftChars="1282" w:left="2692" w:firstLineChars="100" w:firstLine="280"/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6B0">
        <w:rPr>
          <w:rFonts w:asciiTheme="majorEastAsia" w:eastAsiaTheme="majorEastAsia" w:hAnsiTheme="majorEastAsia" w:hint="eastAsia"/>
          <w:sz w:val="28"/>
          <w:szCs w:val="28"/>
        </w:rPr>
        <w:t>氏名（自署）</w:t>
      </w:r>
      <w:r w:rsidRPr="006146B0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　　　　　　　　　　　　　</w:t>
      </w:r>
    </w:p>
    <w:p w:rsidR="0065447A" w:rsidRDefault="0065447A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</w:p>
    <w:sectPr w:rsidR="0065447A" w:rsidSect="00B53A02">
      <w:pgSz w:w="11906" w:h="16838" w:code="9"/>
      <w:pgMar w:top="1701" w:right="1701" w:bottom="1701" w:left="1701" w:header="851" w:footer="992" w:gutter="0"/>
      <w:cols w:space="425"/>
      <w:docGrid w:type="lines" w:linePitch="4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A02" w:rsidRDefault="00B53A02" w:rsidP="00B53A02">
      <w:r>
        <w:separator/>
      </w:r>
    </w:p>
  </w:endnote>
  <w:endnote w:type="continuationSeparator" w:id="0">
    <w:p w:rsidR="00B53A02" w:rsidRDefault="00B53A02" w:rsidP="00B5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A02" w:rsidRDefault="00B53A02" w:rsidP="00B53A02">
      <w:r>
        <w:separator/>
      </w:r>
    </w:p>
  </w:footnote>
  <w:footnote w:type="continuationSeparator" w:id="0">
    <w:p w:rsidR="00B53A02" w:rsidRDefault="00B53A02" w:rsidP="00B53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497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377"/>
    <w:rsid w:val="006146B0"/>
    <w:rsid w:val="0065447A"/>
    <w:rsid w:val="006A74C7"/>
    <w:rsid w:val="00AB67B8"/>
    <w:rsid w:val="00B53A02"/>
    <w:rsid w:val="00DC1377"/>
    <w:rsid w:val="00E52335"/>
    <w:rsid w:val="00EA05A9"/>
    <w:rsid w:val="00EF6CC3"/>
    <w:rsid w:val="00F9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3196F7-4EFF-4395-9066-0A53CD1C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4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44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3A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3A02"/>
  </w:style>
  <w:style w:type="paragraph" w:styleId="a7">
    <w:name w:val="footer"/>
    <w:basedOn w:val="a"/>
    <w:link w:val="a8"/>
    <w:uiPriority w:val="99"/>
    <w:unhideWhenUsed/>
    <w:rsid w:val="00B53A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3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62ADD910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中野　浩子</dc:creator>
  <cp:keywords/>
  <dc:description/>
  <cp:lastModifiedBy>中野　浩子</cp:lastModifiedBy>
  <cp:revision>2</cp:revision>
  <cp:lastPrinted>2014-12-12T05:13:00Z</cp:lastPrinted>
  <dcterms:created xsi:type="dcterms:W3CDTF">2015-01-30T01:38:00Z</dcterms:created>
  <dcterms:modified xsi:type="dcterms:W3CDTF">2015-01-30T01:38:00Z</dcterms:modified>
</cp:coreProperties>
</file>