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8B0" w:rsidRPr="00434A6E" w:rsidRDefault="00CE53FD" w:rsidP="00434A6E">
      <w:pPr>
        <w:tabs>
          <w:tab w:val="left" w:pos="6621"/>
          <w:tab w:val="left" w:pos="7464"/>
        </w:tabs>
        <w:jc w:val="center"/>
        <w:rPr>
          <w:rFonts w:asciiTheme="majorEastAsia" w:eastAsiaTheme="majorEastAsia" w:hAnsiTheme="majorEastAsia"/>
          <w:sz w:val="32"/>
          <w:szCs w:val="32"/>
          <w:lang w:eastAsia="ja-JP"/>
        </w:rPr>
      </w:pPr>
      <w:bookmarkStart w:id="0" w:name="_GoBack"/>
      <w:bookmarkEnd w:id="0"/>
      <w:r w:rsidRPr="00434A6E">
        <w:rPr>
          <w:rFonts w:asciiTheme="majorEastAsia" w:eastAsiaTheme="majorEastAsia" w:hAnsiTheme="majorEastAsia" w:hint="eastAsia"/>
          <w:position w:val="-4"/>
          <w:sz w:val="32"/>
          <w:szCs w:val="32"/>
          <w:lang w:eastAsia="ja-JP"/>
        </w:rPr>
        <w:t>給付奨学生推</w:t>
      </w:r>
      <w:r w:rsidR="005C379D" w:rsidRPr="00434A6E">
        <w:rPr>
          <w:rFonts w:asciiTheme="majorEastAsia" w:eastAsiaTheme="majorEastAsia" w:hAnsiTheme="majorEastAsia" w:hint="eastAsia"/>
          <w:position w:val="-4"/>
          <w:sz w:val="32"/>
          <w:szCs w:val="32"/>
          <w:lang w:eastAsia="ja-JP"/>
        </w:rPr>
        <w:t>薦書</w:t>
      </w:r>
    </w:p>
    <w:tbl>
      <w:tblPr>
        <w:tblStyle w:val="af"/>
        <w:tblW w:w="3118" w:type="dxa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25"/>
        <w:gridCol w:w="454"/>
        <w:gridCol w:w="425"/>
        <w:gridCol w:w="539"/>
        <w:gridCol w:w="425"/>
      </w:tblGrid>
      <w:tr w:rsidR="009459F9" w:rsidRPr="00434A6E" w:rsidTr="00BA5FDE">
        <w:tc>
          <w:tcPr>
            <w:tcW w:w="850" w:type="dxa"/>
            <w:vAlign w:val="bottom"/>
          </w:tcPr>
          <w:p w:rsidR="009459F9" w:rsidRPr="00434A6E" w:rsidRDefault="009459F9" w:rsidP="00BA5FDE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25" w:type="dxa"/>
            <w:vAlign w:val="bottom"/>
          </w:tcPr>
          <w:p w:rsidR="009459F9" w:rsidRPr="009459F9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9459F9">
              <w:rPr>
                <w:rFonts w:ascii="ＭＳ 明朝" w:hAnsi="ＭＳ 明朝" w:hint="eastAsia"/>
                <w:position w:val="-3"/>
                <w:sz w:val="18"/>
                <w:szCs w:val="18"/>
                <w:lang w:eastAsia="ja-JP"/>
              </w:rPr>
              <w:t>年</w:t>
            </w:r>
          </w:p>
        </w:tc>
        <w:tc>
          <w:tcPr>
            <w:tcW w:w="454" w:type="dxa"/>
            <w:vAlign w:val="bottom"/>
          </w:tcPr>
          <w:p w:rsidR="009459F9" w:rsidRPr="00434A6E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25" w:type="dxa"/>
            <w:vAlign w:val="bottom"/>
          </w:tcPr>
          <w:p w:rsidR="009459F9" w:rsidRPr="009459F9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9459F9">
              <w:rPr>
                <w:rFonts w:ascii="ＭＳ 明朝" w:hAnsi="ＭＳ 明朝" w:hint="eastAsia"/>
                <w:position w:val="-3"/>
                <w:sz w:val="18"/>
                <w:szCs w:val="18"/>
                <w:lang w:eastAsia="ja-JP"/>
              </w:rPr>
              <w:t>月</w:t>
            </w:r>
          </w:p>
        </w:tc>
        <w:tc>
          <w:tcPr>
            <w:tcW w:w="539" w:type="dxa"/>
            <w:vAlign w:val="bottom"/>
          </w:tcPr>
          <w:p w:rsidR="009459F9" w:rsidRPr="00434A6E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25" w:type="dxa"/>
            <w:vAlign w:val="bottom"/>
          </w:tcPr>
          <w:p w:rsidR="009459F9" w:rsidRPr="009459F9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9459F9">
              <w:rPr>
                <w:rFonts w:ascii="ＭＳ 明朝" w:hAnsi="ＭＳ 明朝" w:hint="eastAsia"/>
                <w:position w:val="-3"/>
                <w:sz w:val="18"/>
                <w:szCs w:val="18"/>
                <w:lang w:eastAsia="ja-JP"/>
              </w:rPr>
              <w:t>日</w:t>
            </w:r>
          </w:p>
        </w:tc>
      </w:tr>
    </w:tbl>
    <w:p w:rsidR="00AB58B0" w:rsidRPr="00434A6E" w:rsidRDefault="00CE53FD" w:rsidP="00434A6E">
      <w:pPr>
        <w:rPr>
          <w:rFonts w:ascii="ＭＳ 明朝" w:hAnsi="ＭＳ 明朝" w:cs="PMingLiU"/>
          <w:sz w:val="21"/>
          <w:szCs w:val="21"/>
          <w:lang w:eastAsia="ja-JP"/>
        </w:rPr>
      </w:pPr>
      <w:r w:rsidRPr="00434A6E">
        <w:rPr>
          <w:rFonts w:ascii="ＭＳ 明朝" w:hAnsi="ＭＳ 明朝" w:cs="PMingLiU" w:hint="eastAsia"/>
          <w:color w:val="231F20"/>
          <w:sz w:val="21"/>
          <w:szCs w:val="21"/>
          <w:lang w:eastAsia="ja-JP"/>
        </w:rPr>
        <w:t xml:space="preserve">公益財団法人同盟育成会　理事長　</w:t>
      </w:r>
      <w:r w:rsidR="00AB58B0" w:rsidRPr="00434A6E">
        <w:rPr>
          <w:rFonts w:ascii="ＭＳ 明朝" w:hAnsi="ＭＳ 明朝" w:cs="PMingLiU"/>
          <w:color w:val="231F20"/>
          <w:sz w:val="21"/>
          <w:szCs w:val="21"/>
          <w:lang w:eastAsia="ja-JP"/>
        </w:rPr>
        <w:t>殿</w:t>
      </w:r>
    </w:p>
    <w:tbl>
      <w:tblPr>
        <w:tblW w:w="0" w:type="auto"/>
        <w:tblInd w:w="449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3686"/>
        <w:gridCol w:w="397"/>
      </w:tblGrid>
      <w:tr w:rsidR="00FB0DA5" w:rsidRPr="00434A6E" w:rsidTr="00111C5F">
        <w:trPr>
          <w:trHeight w:val="510"/>
        </w:trPr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B0DA5" w:rsidRPr="00434A6E" w:rsidRDefault="0078753F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大</w:t>
            </w:r>
            <w:r w:rsidR="00BA5FDE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学</w:t>
            </w:r>
            <w:r w:rsidR="00BA5FDE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 xml:space="preserve"> </w:t>
            </w:r>
            <w:r w:rsidR="00F6792B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名</w:t>
            </w:r>
            <w:r w:rsidR="00FB0DA5" w:rsidRPr="00434A6E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4BFF" w:rsidRPr="00434A6E" w:rsidRDefault="00044BFF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21"/>
                <w:szCs w:val="21"/>
                <w:lang w:eastAsia="ja-JP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DA5" w:rsidRPr="00D6455D" w:rsidRDefault="00FB0DA5" w:rsidP="00434A6E">
            <w:pPr>
              <w:jc w:val="both"/>
              <w:rPr>
                <w:kern w:val="2"/>
                <w:sz w:val="16"/>
                <w:szCs w:val="16"/>
              </w:rPr>
            </w:pPr>
          </w:p>
        </w:tc>
      </w:tr>
      <w:tr w:rsidR="00FB0DA5" w:rsidRPr="00434A6E" w:rsidTr="00111C5F">
        <w:trPr>
          <w:trHeight w:val="510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B0DA5" w:rsidRPr="00434A6E" w:rsidRDefault="0078753F" w:rsidP="00F6792B">
            <w:pPr>
              <w:jc w:val="both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大学学</w:t>
            </w:r>
            <w:r w:rsidR="00F6792B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長</w:t>
            </w:r>
            <w:r w:rsidR="00FB0DA5" w:rsidRPr="00434A6E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B0DA5" w:rsidRPr="00434A6E" w:rsidRDefault="00FB0DA5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B0DA5" w:rsidRPr="00D6455D" w:rsidRDefault="00044BFF" w:rsidP="00434A6E">
            <w:pPr>
              <w:jc w:val="both"/>
              <w:rPr>
                <w:rFonts w:ascii="ＭＳ 明朝"/>
                <w:kern w:val="2"/>
                <w:sz w:val="16"/>
                <w:szCs w:val="16"/>
              </w:rPr>
            </w:pPr>
            <w:r w:rsidRPr="00D6455D">
              <w:rPr>
                <w:rFonts w:ascii="ＭＳ 明朝" w:hint="eastAsia"/>
                <w:kern w:val="2"/>
                <w:sz w:val="16"/>
                <w:szCs w:val="16"/>
                <w:lang w:eastAsia="ja-JP"/>
              </w:rPr>
              <w:t>㊞</w:t>
            </w:r>
          </w:p>
        </w:tc>
      </w:tr>
      <w:tr w:rsidR="00111C5F" w:rsidRPr="00434A6E" w:rsidTr="00111C5F">
        <w:trPr>
          <w:trHeight w:val="510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11C5F" w:rsidRDefault="00111C5F" w:rsidP="00F6792B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記入者名：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11C5F" w:rsidRPr="00434A6E" w:rsidRDefault="00111C5F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11C5F" w:rsidRPr="00D6455D" w:rsidRDefault="00111C5F" w:rsidP="00434A6E">
            <w:pPr>
              <w:jc w:val="both"/>
              <w:rPr>
                <w:rFonts w:ascii="ＭＳ 明朝"/>
                <w:kern w:val="2"/>
                <w:sz w:val="16"/>
                <w:szCs w:val="16"/>
                <w:lang w:eastAsia="ja-JP"/>
              </w:rPr>
            </w:pPr>
          </w:p>
        </w:tc>
      </w:tr>
    </w:tbl>
    <w:p w:rsidR="00AB58B0" w:rsidRPr="00434A6E" w:rsidRDefault="00AB58B0" w:rsidP="00434A6E">
      <w:pPr>
        <w:rPr>
          <w:rFonts w:ascii="ＭＳ 明朝" w:hAnsi="ＭＳ 明朝" w:cs="PMingLiU"/>
          <w:sz w:val="21"/>
          <w:szCs w:val="21"/>
          <w:lang w:eastAsia="ja-JP"/>
        </w:rPr>
      </w:pPr>
    </w:p>
    <w:p w:rsidR="00AB58B0" w:rsidRPr="00434A6E" w:rsidRDefault="00AB58B0" w:rsidP="00434A6E">
      <w:pPr>
        <w:pStyle w:val="a3"/>
        <w:spacing w:before="0"/>
        <w:ind w:left="0" w:firstLineChars="100" w:firstLine="210"/>
        <w:rPr>
          <w:rFonts w:ascii="ＭＳ 明朝" w:eastAsia="ＭＳ 明朝" w:hAnsi="ＭＳ 明朝"/>
          <w:lang w:eastAsia="ja-JP"/>
        </w:rPr>
      </w:pPr>
      <w:r w:rsidRPr="00434A6E">
        <w:rPr>
          <w:rFonts w:ascii="ＭＳ 明朝" w:eastAsia="ＭＳ 明朝" w:hAnsi="ＭＳ 明朝"/>
          <w:color w:val="231F20"/>
          <w:lang w:eastAsia="ja-JP"/>
        </w:rPr>
        <w:t>下記の</w:t>
      </w:r>
      <w:r w:rsidR="00CE53FD" w:rsidRPr="00434A6E">
        <w:rPr>
          <w:rFonts w:ascii="ＭＳ 明朝" w:eastAsia="ＭＳ 明朝" w:hAnsi="ＭＳ 明朝" w:hint="eastAsia"/>
          <w:color w:val="231F20"/>
          <w:lang w:eastAsia="ja-JP"/>
        </w:rPr>
        <w:t>学生を公益財団法人同盟育成会の給付奨学生に推薦いたします。</w:t>
      </w:r>
    </w:p>
    <w:p w:rsidR="00AB58B0" w:rsidRPr="00434A6E" w:rsidRDefault="00AB58B0" w:rsidP="00434A6E">
      <w:pPr>
        <w:rPr>
          <w:rFonts w:ascii="ＭＳ 明朝" w:hAnsi="ＭＳ 明朝" w:cs="PMingLiU"/>
          <w:sz w:val="21"/>
          <w:szCs w:val="21"/>
          <w:lang w:eastAsia="ja-JP"/>
        </w:rPr>
      </w:pPr>
    </w:p>
    <w:p w:rsidR="007202C7" w:rsidRPr="00434A6E" w:rsidRDefault="007202C7" w:rsidP="00434A6E">
      <w:pPr>
        <w:pStyle w:val="ab"/>
      </w:pPr>
      <w:r w:rsidRPr="00434A6E">
        <w:rPr>
          <w:rFonts w:hint="eastAsia"/>
        </w:rPr>
        <w:t>記</w:t>
      </w:r>
    </w:p>
    <w:tbl>
      <w:tblPr>
        <w:tblStyle w:val="af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352"/>
      </w:tblGrid>
      <w:tr w:rsidR="00CE53FD" w:rsidRPr="00CE53FD" w:rsidTr="002B5B2F">
        <w:trPr>
          <w:trHeight w:val="510"/>
        </w:trPr>
        <w:tc>
          <w:tcPr>
            <w:tcW w:w="4395" w:type="dxa"/>
            <w:tcBorders>
              <w:bottom w:val="single" w:sz="4" w:space="0" w:color="auto"/>
            </w:tcBorders>
            <w:vAlign w:val="bottom"/>
          </w:tcPr>
          <w:p w:rsidR="00CE53FD" w:rsidRPr="002B5B2F" w:rsidRDefault="00CE53FD" w:rsidP="00F6792B">
            <w:pPr>
              <w:jc w:val="both"/>
              <w:rPr>
                <w:rFonts w:ascii="ＭＳ 明朝" w:hAnsi="ＭＳ 明朝"/>
                <w:sz w:val="24"/>
                <w:szCs w:val="24"/>
                <w:lang w:eastAsia="ja-JP"/>
              </w:rPr>
            </w:pPr>
            <w:r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学部</w:t>
            </w:r>
            <w:r w:rsidR="00F6792B">
              <w:rPr>
                <w:rFonts w:ascii="ＭＳ 明朝" w:hAnsi="ＭＳ 明朝" w:hint="eastAsia"/>
                <w:sz w:val="18"/>
                <w:szCs w:val="18"/>
                <w:lang w:eastAsia="ja-JP"/>
              </w:rPr>
              <w:t>・</w:t>
            </w:r>
            <w:r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研究科</w:t>
            </w:r>
            <w:r w:rsidR="00044BFF"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：</w:t>
            </w:r>
            <w:r w:rsidR="002B5B2F" w:rsidRPr="002B5B2F"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bottom"/>
          </w:tcPr>
          <w:p w:rsidR="00CE53FD" w:rsidRPr="002B5B2F" w:rsidRDefault="00111C5F" w:rsidP="00044BFF">
            <w:pPr>
              <w:jc w:val="both"/>
              <w:rPr>
                <w:rFonts w:ascii="ＭＳ 明朝" w:hAnsi="ＭＳ 明朝"/>
                <w:sz w:val="24"/>
                <w:szCs w:val="24"/>
                <w:lang w:eastAsia="ja-JP"/>
              </w:rPr>
            </w:pPr>
            <w:r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学生氏名：</w:t>
            </w:r>
            <w:r w:rsidR="002B5B2F" w:rsidRPr="002B5B2F"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</w:tbl>
    <w:p w:rsidR="00BA5FDE" w:rsidRDefault="00BA5FDE" w:rsidP="005C379D">
      <w:pPr>
        <w:spacing w:before="5"/>
        <w:rPr>
          <w:rFonts w:ascii="ＭＳ 明朝" w:hAnsi="ＭＳ 明朝" w:cs="PMingLiU"/>
          <w:sz w:val="18"/>
          <w:szCs w:val="18"/>
          <w:lang w:eastAsia="ja-JP"/>
        </w:rPr>
      </w:pPr>
    </w:p>
    <w:p w:rsidR="00AB58B0" w:rsidRPr="00BA5FDE" w:rsidRDefault="00CE53FD" w:rsidP="005C379D">
      <w:pPr>
        <w:spacing w:before="5"/>
        <w:rPr>
          <w:rFonts w:ascii="ＭＳ 明朝" w:hAnsi="ＭＳ 明朝" w:cs="PMingLiU"/>
          <w:sz w:val="18"/>
          <w:szCs w:val="18"/>
          <w:lang w:eastAsia="ja-JP"/>
        </w:rPr>
      </w:pPr>
      <w:r w:rsidRPr="00BA5FDE">
        <w:rPr>
          <w:rFonts w:ascii="ＭＳ 明朝" w:hAnsi="ＭＳ 明朝" w:cs="PMingLiU" w:hint="eastAsia"/>
          <w:sz w:val="18"/>
          <w:szCs w:val="18"/>
          <w:lang w:eastAsia="ja-JP"/>
        </w:rPr>
        <w:t>推薦理由：</w:t>
      </w:r>
    </w:p>
    <w:tbl>
      <w:tblPr>
        <w:tblStyle w:val="af"/>
        <w:tblW w:w="0" w:type="auto"/>
        <w:tblInd w:w="170" w:type="dxa"/>
        <w:tblLook w:val="04A0" w:firstRow="1" w:lastRow="0" w:firstColumn="1" w:lastColumn="0" w:noHBand="0" w:noVBand="1"/>
      </w:tblPr>
      <w:tblGrid>
        <w:gridCol w:w="9751"/>
      </w:tblGrid>
      <w:tr w:rsidR="00434A6E" w:rsidTr="0078753F">
        <w:trPr>
          <w:trHeight w:val="8504"/>
        </w:trPr>
        <w:tc>
          <w:tcPr>
            <w:tcW w:w="9751" w:type="dxa"/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F6792B" w:rsidRPr="00434A6E" w:rsidRDefault="00F6792B" w:rsidP="00F6792B">
            <w:pPr>
              <w:rPr>
                <w:rFonts w:ascii="ＭＳ 明朝" w:hAnsi="ＭＳ 明朝" w:cs="PMingLiU"/>
                <w:sz w:val="21"/>
                <w:szCs w:val="21"/>
                <w:lang w:eastAsia="ja-JP"/>
              </w:rPr>
            </w:pPr>
          </w:p>
        </w:tc>
      </w:tr>
    </w:tbl>
    <w:p w:rsidR="00CE53FD" w:rsidRPr="006201BE" w:rsidRDefault="00CE53FD" w:rsidP="005C379D">
      <w:pPr>
        <w:spacing w:before="5"/>
        <w:rPr>
          <w:rFonts w:ascii="ＭＳ 明朝" w:hAnsi="ＭＳ 明朝" w:cs="PMingLiU"/>
          <w:sz w:val="24"/>
          <w:szCs w:val="24"/>
        </w:rPr>
      </w:pPr>
    </w:p>
    <w:sectPr w:rsidR="00CE53FD" w:rsidRPr="006201BE" w:rsidSect="002B5B2F">
      <w:headerReference w:type="default" r:id="rId7"/>
      <w:footerReference w:type="default" r:id="rId8"/>
      <w:pgSz w:w="11907" w:h="16840" w:code="9"/>
      <w:pgMar w:top="1134" w:right="1077" w:bottom="567" w:left="1077" w:header="0" w:footer="550" w:gutter="0"/>
      <w:pgNumType w:fmt="numberInDash"/>
      <w:cols w:space="720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842" w:rsidRDefault="001C5842" w:rsidP="004B3628">
      <w:r>
        <w:separator/>
      </w:r>
    </w:p>
  </w:endnote>
  <w:endnote w:type="continuationSeparator" w:id="0">
    <w:p w:rsidR="001C5842" w:rsidRDefault="001C5842" w:rsidP="004B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7BD" w:rsidRDefault="00CD07BD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842" w:rsidRDefault="001C5842" w:rsidP="004B3628">
      <w:r>
        <w:separator/>
      </w:r>
    </w:p>
  </w:footnote>
  <w:footnote w:type="continuationSeparator" w:id="0">
    <w:p w:rsidR="001C5842" w:rsidRDefault="001C5842" w:rsidP="004B3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7BD" w:rsidRDefault="00CD07BD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719"/>
  <w:drawingGridHorizontalSpacing w:val="110"/>
  <w:drawingGridVerticalSpacing w:val="371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628"/>
    <w:rsid w:val="00044BFF"/>
    <w:rsid w:val="0009490D"/>
    <w:rsid w:val="00096A31"/>
    <w:rsid w:val="000B0B01"/>
    <w:rsid w:val="00103E4B"/>
    <w:rsid w:val="00111C5F"/>
    <w:rsid w:val="0012419B"/>
    <w:rsid w:val="0013255C"/>
    <w:rsid w:val="00171378"/>
    <w:rsid w:val="00172DD5"/>
    <w:rsid w:val="00195FBA"/>
    <w:rsid w:val="0019791D"/>
    <w:rsid w:val="001A1C90"/>
    <w:rsid w:val="001B1765"/>
    <w:rsid w:val="001C5842"/>
    <w:rsid w:val="001E430B"/>
    <w:rsid w:val="00243237"/>
    <w:rsid w:val="0024432E"/>
    <w:rsid w:val="002732C3"/>
    <w:rsid w:val="00282077"/>
    <w:rsid w:val="002B5B2F"/>
    <w:rsid w:val="002C20DD"/>
    <w:rsid w:val="002E5F4A"/>
    <w:rsid w:val="002F4B0C"/>
    <w:rsid w:val="00311136"/>
    <w:rsid w:val="0038327D"/>
    <w:rsid w:val="00390BFB"/>
    <w:rsid w:val="003E73AA"/>
    <w:rsid w:val="00434A6E"/>
    <w:rsid w:val="00483DAB"/>
    <w:rsid w:val="00494F18"/>
    <w:rsid w:val="004B3628"/>
    <w:rsid w:val="004D1E49"/>
    <w:rsid w:val="00513A32"/>
    <w:rsid w:val="00537600"/>
    <w:rsid w:val="00552E91"/>
    <w:rsid w:val="00581873"/>
    <w:rsid w:val="00586E54"/>
    <w:rsid w:val="005A5B1A"/>
    <w:rsid w:val="005B115F"/>
    <w:rsid w:val="005C09FB"/>
    <w:rsid w:val="005C379D"/>
    <w:rsid w:val="005E6391"/>
    <w:rsid w:val="00611B32"/>
    <w:rsid w:val="006201BE"/>
    <w:rsid w:val="0065112B"/>
    <w:rsid w:val="00690131"/>
    <w:rsid w:val="0069678D"/>
    <w:rsid w:val="00696ACE"/>
    <w:rsid w:val="006A1847"/>
    <w:rsid w:val="006A6891"/>
    <w:rsid w:val="006B6904"/>
    <w:rsid w:val="006E2625"/>
    <w:rsid w:val="007202C7"/>
    <w:rsid w:val="007433B4"/>
    <w:rsid w:val="007514B7"/>
    <w:rsid w:val="0078753F"/>
    <w:rsid w:val="00792BD3"/>
    <w:rsid w:val="00797DD4"/>
    <w:rsid w:val="007B1642"/>
    <w:rsid w:val="007C3375"/>
    <w:rsid w:val="007D28E9"/>
    <w:rsid w:val="007E165F"/>
    <w:rsid w:val="007F5FB1"/>
    <w:rsid w:val="0082565F"/>
    <w:rsid w:val="00842ED0"/>
    <w:rsid w:val="00870579"/>
    <w:rsid w:val="00891CE1"/>
    <w:rsid w:val="008955D2"/>
    <w:rsid w:val="008F1928"/>
    <w:rsid w:val="008F5AF6"/>
    <w:rsid w:val="00902312"/>
    <w:rsid w:val="009100E7"/>
    <w:rsid w:val="0093058B"/>
    <w:rsid w:val="00933835"/>
    <w:rsid w:val="009459F9"/>
    <w:rsid w:val="00945F76"/>
    <w:rsid w:val="009E02AF"/>
    <w:rsid w:val="009F6888"/>
    <w:rsid w:val="00A63517"/>
    <w:rsid w:val="00AA0657"/>
    <w:rsid w:val="00AB21B9"/>
    <w:rsid w:val="00AB58B0"/>
    <w:rsid w:val="00AC1823"/>
    <w:rsid w:val="00AE6EAC"/>
    <w:rsid w:val="00B001F7"/>
    <w:rsid w:val="00B1592B"/>
    <w:rsid w:val="00B4489B"/>
    <w:rsid w:val="00B47EA9"/>
    <w:rsid w:val="00B56F25"/>
    <w:rsid w:val="00B72028"/>
    <w:rsid w:val="00B87244"/>
    <w:rsid w:val="00BA44E9"/>
    <w:rsid w:val="00BA5FDE"/>
    <w:rsid w:val="00BC51FB"/>
    <w:rsid w:val="00BE7097"/>
    <w:rsid w:val="00BF3014"/>
    <w:rsid w:val="00C163AE"/>
    <w:rsid w:val="00C55B34"/>
    <w:rsid w:val="00CA0053"/>
    <w:rsid w:val="00CA6DD8"/>
    <w:rsid w:val="00CB31D0"/>
    <w:rsid w:val="00CC2753"/>
    <w:rsid w:val="00CC3026"/>
    <w:rsid w:val="00CC5B40"/>
    <w:rsid w:val="00CD07BD"/>
    <w:rsid w:val="00CE53FD"/>
    <w:rsid w:val="00D07F64"/>
    <w:rsid w:val="00D3573A"/>
    <w:rsid w:val="00D6455D"/>
    <w:rsid w:val="00D65D62"/>
    <w:rsid w:val="00D94CC1"/>
    <w:rsid w:val="00DB6A71"/>
    <w:rsid w:val="00DE13AE"/>
    <w:rsid w:val="00DE38AE"/>
    <w:rsid w:val="00DE4C4A"/>
    <w:rsid w:val="00DF1B26"/>
    <w:rsid w:val="00E038BF"/>
    <w:rsid w:val="00E224AC"/>
    <w:rsid w:val="00E24828"/>
    <w:rsid w:val="00E26E54"/>
    <w:rsid w:val="00E460A7"/>
    <w:rsid w:val="00EA0D71"/>
    <w:rsid w:val="00EB4A25"/>
    <w:rsid w:val="00F226CD"/>
    <w:rsid w:val="00F602C6"/>
    <w:rsid w:val="00F6443A"/>
    <w:rsid w:val="00F6792B"/>
    <w:rsid w:val="00F7722B"/>
    <w:rsid w:val="00F836B4"/>
    <w:rsid w:val="00FB0DA5"/>
    <w:rsid w:val="00FC1072"/>
    <w:rsid w:val="00FC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AEAA34B1-21F0-4CE6-9694-81255E17B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B3628"/>
    <w:pPr>
      <w:widowControl w:val="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3628"/>
    <w:pPr>
      <w:widowControl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B3628"/>
    <w:pPr>
      <w:spacing w:before="37"/>
      <w:ind w:left="2279"/>
    </w:pPr>
    <w:rPr>
      <w:rFonts w:ascii="PMingLiU" w:eastAsia="PMingLiU" w:hAnsi="PMingLiU"/>
      <w:sz w:val="21"/>
      <w:szCs w:val="21"/>
    </w:rPr>
  </w:style>
  <w:style w:type="paragraph" w:customStyle="1" w:styleId="11">
    <w:name w:val="見出し 11"/>
    <w:basedOn w:val="a"/>
    <w:uiPriority w:val="1"/>
    <w:qFormat/>
    <w:rsid w:val="004B3628"/>
    <w:pPr>
      <w:spacing w:before="53"/>
      <w:ind w:left="195"/>
      <w:outlineLvl w:val="1"/>
    </w:pPr>
    <w:rPr>
      <w:rFonts w:ascii="PMingLiU" w:eastAsia="PMingLiU" w:hAnsi="PMingLiU"/>
      <w:sz w:val="29"/>
      <w:szCs w:val="29"/>
    </w:rPr>
  </w:style>
  <w:style w:type="paragraph" w:customStyle="1" w:styleId="21">
    <w:name w:val="見出し 21"/>
    <w:basedOn w:val="a"/>
    <w:uiPriority w:val="1"/>
    <w:qFormat/>
    <w:rsid w:val="004B3628"/>
    <w:pPr>
      <w:spacing w:before="10"/>
      <w:outlineLvl w:val="2"/>
    </w:pPr>
    <w:rPr>
      <w:rFonts w:ascii="PMingLiU" w:eastAsia="PMingLiU" w:hAnsi="PMingLiU"/>
      <w:sz w:val="28"/>
      <w:szCs w:val="28"/>
    </w:rPr>
  </w:style>
  <w:style w:type="paragraph" w:customStyle="1" w:styleId="31">
    <w:name w:val="見出し 31"/>
    <w:basedOn w:val="a"/>
    <w:uiPriority w:val="1"/>
    <w:qFormat/>
    <w:rsid w:val="004B3628"/>
    <w:pPr>
      <w:ind w:left="2069"/>
      <w:outlineLvl w:val="3"/>
    </w:pPr>
    <w:rPr>
      <w:rFonts w:ascii="Microsoft YaHei" w:eastAsia="Microsoft YaHei" w:hAnsi="Microsoft YaHei"/>
      <w:b/>
      <w:bCs/>
      <w:sz w:val="21"/>
      <w:szCs w:val="21"/>
    </w:rPr>
  </w:style>
  <w:style w:type="paragraph" w:styleId="a4">
    <w:name w:val="List Paragraph"/>
    <w:basedOn w:val="a"/>
    <w:uiPriority w:val="1"/>
    <w:qFormat/>
    <w:rsid w:val="004B3628"/>
  </w:style>
  <w:style w:type="paragraph" w:customStyle="1" w:styleId="TableParagraph">
    <w:name w:val="Table Paragraph"/>
    <w:basedOn w:val="a"/>
    <w:uiPriority w:val="1"/>
    <w:qFormat/>
    <w:rsid w:val="004B3628"/>
  </w:style>
  <w:style w:type="paragraph" w:styleId="a5">
    <w:name w:val="header"/>
    <w:basedOn w:val="a"/>
    <w:link w:val="a6"/>
    <w:uiPriority w:val="99"/>
    <w:unhideWhenUsed/>
    <w:rsid w:val="00CC30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3026"/>
  </w:style>
  <w:style w:type="paragraph" w:styleId="a7">
    <w:name w:val="footer"/>
    <w:basedOn w:val="a"/>
    <w:link w:val="a8"/>
    <w:uiPriority w:val="99"/>
    <w:unhideWhenUsed/>
    <w:rsid w:val="00CC3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3026"/>
  </w:style>
  <w:style w:type="paragraph" w:styleId="a9">
    <w:name w:val="Balloon Text"/>
    <w:basedOn w:val="a"/>
    <w:link w:val="aa"/>
    <w:uiPriority w:val="99"/>
    <w:semiHidden/>
    <w:unhideWhenUsed/>
    <w:rsid w:val="00CC3026"/>
    <w:rPr>
      <w:rFonts w:ascii="Cambria" w:eastAsia="ＭＳ ゴシック" w:hAnsi="Cambria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C3026"/>
    <w:rPr>
      <w:rFonts w:ascii="Cambria" w:eastAsia="ＭＳ ゴシック" w:hAnsi="Cambria" w:cs="Times New Roman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7202C7"/>
    <w:pPr>
      <w:jc w:val="center"/>
    </w:pPr>
    <w:rPr>
      <w:rFonts w:ascii="ＭＳ 明朝" w:hAnsi="ＭＳ 明朝" w:cs="PMingLiU"/>
      <w:sz w:val="21"/>
      <w:szCs w:val="21"/>
      <w:lang w:eastAsia="ja-JP"/>
    </w:rPr>
  </w:style>
  <w:style w:type="character" w:customStyle="1" w:styleId="ac">
    <w:name w:val="記 (文字)"/>
    <w:link w:val="ab"/>
    <w:uiPriority w:val="99"/>
    <w:rsid w:val="007202C7"/>
    <w:rPr>
      <w:rFonts w:ascii="ＭＳ 明朝" w:hAnsi="ＭＳ 明朝" w:cs="PMingLiU"/>
      <w:sz w:val="21"/>
      <w:szCs w:val="21"/>
      <w:lang w:eastAsia="ja-JP"/>
    </w:rPr>
  </w:style>
  <w:style w:type="paragraph" w:styleId="ad">
    <w:name w:val="Closing"/>
    <w:basedOn w:val="a"/>
    <w:link w:val="ae"/>
    <w:uiPriority w:val="99"/>
    <w:unhideWhenUsed/>
    <w:rsid w:val="007202C7"/>
    <w:pPr>
      <w:jc w:val="right"/>
    </w:pPr>
    <w:rPr>
      <w:rFonts w:ascii="ＭＳ 明朝" w:hAnsi="ＭＳ 明朝" w:cs="PMingLiU"/>
      <w:sz w:val="21"/>
      <w:szCs w:val="21"/>
      <w:lang w:eastAsia="ja-JP"/>
    </w:rPr>
  </w:style>
  <w:style w:type="character" w:customStyle="1" w:styleId="ae">
    <w:name w:val="結語 (文字)"/>
    <w:link w:val="ad"/>
    <w:uiPriority w:val="99"/>
    <w:rsid w:val="007202C7"/>
    <w:rPr>
      <w:rFonts w:ascii="ＭＳ 明朝" w:hAnsi="ＭＳ 明朝" w:cs="PMingLiU"/>
      <w:sz w:val="21"/>
      <w:szCs w:val="21"/>
      <w:lang w:eastAsia="ja-JP"/>
    </w:rPr>
  </w:style>
  <w:style w:type="table" w:styleId="af">
    <w:name w:val="Table Grid"/>
    <w:basedOn w:val="a1"/>
    <w:uiPriority w:val="59"/>
    <w:rsid w:val="00AC18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unhideWhenUsed/>
    <w:rsid w:val="00BE70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7C5E6-E498-4377-8F0C-993194334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F2F66A8F</Template>
  <TotalTime>0</TotalTime>
  <Pages>1</Pages>
  <Words>19</Words>
  <Characters>111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推薦書（事業主推薦）</vt:lpstr>
    </vt:vector>
  </TitlesOfParts>
  <Company>高齢・障害・求職者雇用支援機構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推薦書（事業主推薦）</dc:title>
  <dc:creator>高齢・障害・求職者雇用支援機構</dc:creator>
  <cp:lastModifiedBy>安達　佳子</cp:lastModifiedBy>
  <cp:revision>2</cp:revision>
  <cp:lastPrinted>2019-01-31T04:03:00Z</cp:lastPrinted>
  <dcterms:created xsi:type="dcterms:W3CDTF">2020-02-06T06:00:00Z</dcterms:created>
  <dcterms:modified xsi:type="dcterms:W3CDTF">2020-02-06T06:00:00Z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2016-04-05T00:00:00Z</vt:filetime>
  </property>
  <property fmtid="{D5CDD505-2E9C-101B-9397-08002B2CF9AE}" pid="3" name="Creator">
    <vt:lpwstr>Adobe InDesign CS4_J (6.0.6)</vt:lpwstr>
  </property>
  <property fmtid="{D5CDD505-2E9C-101B-9397-08002B2CF9AE}" pid="4" name="LastSaved">
    <vt:filetime>2016-12-27T00:00:00Z</vt:filetime>
  </property>
</Properties>
</file>