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55"/>
        <w:tblW w:w="10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1"/>
        <w:gridCol w:w="805"/>
        <w:gridCol w:w="610"/>
        <w:gridCol w:w="1984"/>
        <w:gridCol w:w="432"/>
        <w:gridCol w:w="277"/>
        <w:gridCol w:w="1276"/>
        <w:gridCol w:w="698"/>
        <w:gridCol w:w="152"/>
        <w:gridCol w:w="1122"/>
        <w:gridCol w:w="2130"/>
      </w:tblGrid>
      <w:tr w:rsidR="00BA3907" w:rsidRPr="00E952C8" w14:paraId="36449B35" w14:textId="77777777" w:rsidTr="002F6616">
        <w:trPr>
          <w:trHeight w:val="92"/>
        </w:trPr>
        <w:tc>
          <w:tcPr>
            <w:tcW w:w="10617" w:type="dxa"/>
            <w:gridSpan w:val="11"/>
            <w:tcBorders>
              <w:top w:val="nil"/>
              <w:left w:val="nil"/>
              <w:bottom w:val="single" w:sz="12" w:space="0" w:color="333333"/>
              <w:right w:val="nil"/>
            </w:tcBorders>
          </w:tcPr>
          <w:p w14:paraId="0C4460DC" w14:textId="77777777" w:rsidR="00B26997" w:rsidRPr="00450E3D" w:rsidRDefault="00B26997" w:rsidP="00BA3907">
            <w:pPr>
              <w:adjustRightInd w:val="0"/>
              <w:snapToGrid w:val="0"/>
              <w:rPr>
                <w:rFonts w:ascii="Arial" w:eastAsia="ＭＳ 明朝" w:hAnsi="Arial" w:cs="Arial"/>
                <w:b/>
                <w:sz w:val="16"/>
                <w:szCs w:val="16"/>
                <w:u w:color="333333"/>
                <w:lang w:eastAsia="ja-JP"/>
              </w:rPr>
            </w:pPr>
            <w:bookmarkStart w:id="0" w:name="_GoBack"/>
            <w:bookmarkEnd w:id="0"/>
          </w:p>
        </w:tc>
      </w:tr>
      <w:tr w:rsidR="00BA3907" w:rsidRPr="0014333C" w14:paraId="6FB394E3" w14:textId="77777777" w:rsidTr="002F6616">
        <w:trPr>
          <w:trHeight w:val="449"/>
        </w:trPr>
        <w:tc>
          <w:tcPr>
            <w:tcW w:w="10617" w:type="dxa"/>
            <w:gridSpan w:val="11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000000"/>
          </w:tcPr>
          <w:p w14:paraId="01031E71" w14:textId="3E1284A0" w:rsidR="00B26997" w:rsidRPr="00310C99" w:rsidRDefault="00B26997" w:rsidP="00BA3907">
            <w:pPr>
              <w:rPr>
                <w:rFonts w:ascii="Arial" w:eastAsia="ＭＳ 明朝" w:hAnsi="Arial" w:cs="Arial"/>
                <w:b/>
                <w:color w:val="FFFFFF"/>
                <w:u w:color="333333"/>
                <w:lang w:eastAsia="ja-JP"/>
              </w:rPr>
            </w:pPr>
            <w:r w:rsidRPr="00310C99">
              <w:rPr>
                <w:rFonts w:ascii="Arial" w:eastAsia="ＭＳ 明朝" w:hAnsi="Arial" w:cs="Arial" w:hint="eastAsia"/>
                <w:b/>
                <w:color w:val="FFFFFF"/>
                <w:u w:color="333333"/>
                <w:lang w:eastAsia="ja-JP"/>
              </w:rPr>
              <w:t>基本情報</w:t>
            </w:r>
          </w:p>
        </w:tc>
      </w:tr>
      <w:tr w:rsidR="00146BE4" w:rsidRPr="00E952C8" w14:paraId="148202DA" w14:textId="77777777" w:rsidTr="0052418C">
        <w:trPr>
          <w:trHeight w:val="449"/>
        </w:trPr>
        <w:tc>
          <w:tcPr>
            <w:tcW w:w="193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8" w:space="0" w:color="333333"/>
              <w:right w:val="single" w:sz="12" w:space="0" w:color="333333"/>
            </w:tcBorders>
            <w:vAlign w:val="center"/>
          </w:tcPr>
          <w:p w14:paraId="1B27F7E0" w14:textId="350C62F7" w:rsidR="00146BE4" w:rsidRDefault="007E7A24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氏名</w:t>
            </w:r>
          </w:p>
          <w:p w14:paraId="7464A29A" w14:textId="2D3CAB70" w:rsidR="00396C1B" w:rsidRDefault="007E7A24" w:rsidP="007E7A24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漢　字</w:t>
            </w:r>
            <w:r w:rsidR="00146BE4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　</w:t>
            </w:r>
          </w:p>
          <w:p w14:paraId="1B0288B4" w14:textId="21FA835D" w:rsidR="00396C1B" w:rsidRDefault="007E7A24" w:rsidP="007E7A24">
            <w:pPr>
              <w:ind w:firstLineChars="500" w:firstLine="899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（性別）</w:t>
            </w:r>
          </w:p>
          <w:p w14:paraId="5763BF60" w14:textId="196CF588" w:rsidR="00146BE4" w:rsidRPr="00310C99" w:rsidRDefault="007E7A24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パスポート英語表記</w:t>
            </w:r>
          </w:p>
        </w:tc>
        <w:tc>
          <w:tcPr>
            <w:tcW w:w="3026" w:type="dxa"/>
            <w:gridSpan w:val="3"/>
            <w:tcBorders>
              <w:top w:val="single" w:sz="12" w:space="0" w:color="333333"/>
              <w:left w:val="single" w:sz="12" w:space="0" w:color="333333"/>
              <w:bottom w:val="single" w:sz="8" w:space="0" w:color="333333"/>
              <w:right w:val="nil"/>
            </w:tcBorders>
            <w:vAlign w:val="center"/>
          </w:tcPr>
          <w:p w14:paraId="02841F0F" w14:textId="74C496C0" w:rsidR="00146BE4" w:rsidRDefault="00396C1B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>（フリガナ）</w:t>
            </w:r>
            <w:r w:rsidR="00146BE4" w:rsidRPr="00383D7E"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 xml:space="preserve">  </w:t>
            </w:r>
            <w:r w:rsidR="00146BE4" w:rsidRPr="00383D7E"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  <w:t xml:space="preserve">                </w:t>
            </w:r>
            <w:r w:rsidR="00146BE4"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 xml:space="preserve">　　　　　　　　　</w:t>
            </w:r>
          </w:p>
          <w:p w14:paraId="4EC4A447" w14:textId="602EC97C" w:rsidR="00146BE4" w:rsidRDefault="00146BE4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</w:pPr>
          </w:p>
          <w:p w14:paraId="10C7F8C7" w14:textId="77777777" w:rsidR="00146BE4" w:rsidRDefault="00146BE4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</w:pPr>
          </w:p>
          <w:p w14:paraId="509DC638" w14:textId="0D62F13E" w:rsidR="00146BE4" w:rsidRDefault="00146BE4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</w:pPr>
          </w:p>
        </w:tc>
        <w:tc>
          <w:tcPr>
            <w:tcW w:w="5655" w:type="dxa"/>
            <w:gridSpan w:val="6"/>
            <w:tcBorders>
              <w:top w:val="single" w:sz="12" w:space="0" w:color="333333"/>
              <w:left w:val="nil"/>
              <w:bottom w:val="single" w:sz="8" w:space="0" w:color="333333"/>
              <w:right w:val="single" w:sz="12" w:space="0" w:color="333333"/>
            </w:tcBorders>
            <w:vAlign w:val="center"/>
          </w:tcPr>
          <w:p w14:paraId="533C8781" w14:textId="664C69A0" w:rsidR="00146BE4" w:rsidRPr="00383D7E" w:rsidRDefault="00146BE4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 xml:space="preserve">　　　　　　　　　　　　　　　　　　　　　　　　　　　　　　　</w:t>
            </w:r>
          </w:p>
          <w:p w14:paraId="7374468F" w14:textId="2FF8BF03" w:rsidR="00396C1B" w:rsidRPr="00396C1B" w:rsidRDefault="00396C1B" w:rsidP="00396C1B">
            <w:pPr>
              <w:jc w:val="both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color w:val="333333"/>
                <w:sz w:val="16"/>
                <w:szCs w:val="16"/>
                <w:u w:color="333333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DD5131F" wp14:editId="5D1F1DBB">
                      <wp:simplePos x="0" y="0"/>
                      <wp:positionH relativeFrom="column">
                        <wp:posOffset>-2989580</wp:posOffset>
                      </wp:positionH>
                      <wp:positionV relativeFrom="paragraph">
                        <wp:posOffset>393065</wp:posOffset>
                      </wp:positionV>
                      <wp:extent cx="6496050" cy="9525"/>
                      <wp:effectExtent l="0" t="0" r="19050" b="28575"/>
                      <wp:wrapNone/>
                      <wp:docPr id="1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96050" cy="95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3333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A0CFF4" id="Line 8" o:spid="_x0000_s1026" style="position:absolute;left:0;text-align:lef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5.4pt,30.95pt" to="276.1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" strokecolor="#333">
                      <v:stroke dashstyle="dash"/>
                    </v:line>
                  </w:pict>
                </mc:Fallback>
              </mc:AlternateContent>
            </w:r>
          </w:p>
          <w:p w14:paraId="10FB7D4C" w14:textId="46606824" w:rsidR="00396C1B" w:rsidRDefault="00396C1B" w:rsidP="00396C1B">
            <w:pPr>
              <w:ind w:firstLineChars="2200" w:firstLine="3956"/>
              <w:jc w:val="both"/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>（　男　・　女　）</w:t>
            </w:r>
          </w:p>
          <w:p w14:paraId="448A9BA6" w14:textId="7FCDB187" w:rsidR="00146BE4" w:rsidRPr="00C00B6A" w:rsidRDefault="00146BE4" w:rsidP="00146BE4">
            <w:pPr>
              <w:jc w:val="both"/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</w:pPr>
          </w:p>
        </w:tc>
      </w:tr>
      <w:tr w:rsidR="00BA3907" w:rsidRPr="00E952C8" w14:paraId="330DA41E" w14:textId="77777777" w:rsidTr="007E7A24">
        <w:trPr>
          <w:trHeight w:val="449"/>
        </w:trPr>
        <w:tc>
          <w:tcPr>
            <w:tcW w:w="193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</w:tcPr>
          <w:p w14:paraId="5AB42CFA" w14:textId="77777777" w:rsidR="00B26997" w:rsidRPr="00310C99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生年月日</w:t>
            </w:r>
          </w:p>
        </w:tc>
        <w:tc>
          <w:tcPr>
            <w:tcW w:w="3026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vAlign w:val="center"/>
          </w:tcPr>
          <w:p w14:paraId="4D2E4D1C" w14:textId="4DB61FE0" w:rsidR="00B26997" w:rsidRPr="00383D7E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</w:pP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(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西暦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)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年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月　</w:t>
            </w:r>
            <w:r w:rsidR="007E7A24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日</w:t>
            </w:r>
          </w:p>
        </w:tc>
        <w:tc>
          <w:tcPr>
            <w:tcW w:w="2251" w:type="dxa"/>
            <w:gridSpan w:val="3"/>
            <w:tcBorders>
              <w:top w:val="single" w:sz="12" w:space="0" w:color="333333"/>
              <w:left w:val="single" w:sz="8" w:space="0" w:color="333333"/>
              <w:bottom w:val="single" w:sz="8" w:space="0" w:color="333333"/>
              <w:right w:val="single" w:sz="12" w:space="0" w:color="333333"/>
            </w:tcBorders>
            <w:vAlign w:val="center"/>
          </w:tcPr>
          <w:p w14:paraId="0451004B" w14:textId="77777777" w:rsidR="00B26997" w:rsidRPr="00383D7E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専修</w:t>
            </w:r>
          </w:p>
        </w:tc>
        <w:tc>
          <w:tcPr>
            <w:tcW w:w="3404" w:type="dxa"/>
            <w:gridSpan w:val="3"/>
            <w:tcBorders>
              <w:top w:val="single" w:sz="12" w:space="0" w:color="333333"/>
              <w:left w:val="single" w:sz="8" w:space="0" w:color="333333"/>
              <w:bottom w:val="single" w:sz="8" w:space="0" w:color="333333"/>
              <w:right w:val="single" w:sz="12" w:space="0" w:color="333333"/>
            </w:tcBorders>
            <w:vAlign w:val="center"/>
          </w:tcPr>
          <w:p w14:paraId="3284FDE9" w14:textId="77777777" w:rsidR="00B26997" w:rsidRPr="00383D7E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lang w:eastAsia="ja-JP"/>
              </w:rPr>
            </w:pPr>
          </w:p>
        </w:tc>
      </w:tr>
      <w:tr w:rsidR="00BA3907" w:rsidRPr="00E952C8" w14:paraId="38C5F57F" w14:textId="77777777" w:rsidTr="007E7A24">
        <w:trPr>
          <w:trHeight w:val="449"/>
        </w:trPr>
        <w:tc>
          <w:tcPr>
            <w:tcW w:w="193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2D5DEFE3" w14:textId="0C03BE0C" w:rsidR="00B26997" w:rsidRPr="00310C99" w:rsidRDefault="00C00B6A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国籍</w:t>
            </w:r>
          </w:p>
        </w:tc>
        <w:tc>
          <w:tcPr>
            <w:tcW w:w="3026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07C89AE7" w14:textId="77777777" w:rsidR="00B26997" w:rsidRPr="00E952C8" w:rsidRDefault="00B26997" w:rsidP="00BA3907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  <w:tc>
          <w:tcPr>
            <w:tcW w:w="2251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35EB55AD" w14:textId="77777777" w:rsidR="00B26997" w:rsidRPr="00E952C8" w:rsidRDefault="00B26997" w:rsidP="00BA3907">
            <w:pPr>
              <w:jc w:val="both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lang w:eastAsia="ja-JP"/>
              </w:rPr>
              <w:t>コース</w:t>
            </w:r>
          </w:p>
        </w:tc>
        <w:tc>
          <w:tcPr>
            <w:tcW w:w="3404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2042ABCF" w14:textId="77777777" w:rsidR="00B26997" w:rsidRPr="00E952C8" w:rsidRDefault="00B26997" w:rsidP="00BA3907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</w:p>
        </w:tc>
      </w:tr>
      <w:tr w:rsidR="00BA3907" w:rsidRPr="00E952C8" w14:paraId="4A79B0EE" w14:textId="77777777" w:rsidTr="007E7A24">
        <w:trPr>
          <w:trHeight w:val="476"/>
        </w:trPr>
        <w:tc>
          <w:tcPr>
            <w:tcW w:w="193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1D67E60D" w14:textId="2FB784EC" w:rsidR="00C00B6A" w:rsidRPr="00310C99" w:rsidRDefault="00C00B6A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学籍番号</w:t>
            </w:r>
          </w:p>
        </w:tc>
        <w:tc>
          <w:tcPr>
            <w:tcW w:w="3026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35F13D31" w14:textId="77777777" w:rsidR="00396C1B" w:rsidRPr="00383D7E" w:rsidRDefault="00396C1B" w:rsidP="00BA3907">
            <w:pPr>
              <w:jc w:val="both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  <w:tc>
          <w:tcPr>
            <w:tcW w:w="2251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02C54AAF" w14:textId="2ECF3340" w:rsidR="00B26997" w:rsidRPr="00383D7E" w:rsidRDefault="00C00B6A" w:rsidP="00BA3907">
            <w:pPr>
              <w:jc w:val="both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学年</w:t>
            </w:r>
          </w:p>
        </w:tc>
        <w:tc>
          <w:tcPr>
            <w:tcW w:w="3404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65CED2CB" w14:textId="203965D1" w:rsidR="00B26997" w:rsidRPr="00383D7E" w:rsidRDefault="00C00B6A" w:rsidP="00BA3907">
            <w:pPr>
              <w:jc w:val="both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学部・修士・博士　　　　　　年</w:t>
            </w:r>
          </w:p>
        </w:tc>
      </w:tr>
      <w:tr w:rsidR="00BA3907" w:rsidRPr="00E952C8" w14:paraId="1D74A032" w14:textId="77777777" w:rsidTr="00917E0C">
        <w:trPr>
          <w:trHeight w:val="408"/>
        </w:trPr>
        <w:tc>
          <w:tcPr>
            <w:tcW w:w="193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39857C9E" w14:textId="77777777" w:rsidR="00B26997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成績評価係数</w:t>
            </w:r>
          </w:p>
        </w:tc>
        <w:tc>
          <w:tcPr>
            <w:tcW w:w="8681" w:type="dxa"/>
            <w:gridSpan w:val="9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510A914A" w14:textId="4F9A3F3C" w:rsidR="00B26997" w:rsidRPr="00383D7E" w:rsidRDefault="00B26997" w:rsidP="007017CB">
            <w:pPr>
              <w:jc w:val="both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3F218B">
              <w:rPr>
                <w:rFonts w:ascii="Arial" w:eastAsia="ＭＳ 明朝" w:hAnsi="Arial" w:cs="Arial" w:hint="eastAsia"/>
                <w:color w:val="333333"/>
                <w:sz w:val="18"/>
                <w:szCs w:val="18"/>
                <w:u w:color="333333"/>
                <w:lang w:eastAsia="ja-JP"/>
              </w:rPr>
              <w:t>（</w:t>
            </w:r>
            <w:r>
              <w:rPr>
                <w:rFonts w:ascii="Arial" w:eastAsia="ＭＳ 明朝" w:hAnsi="Arial" w:cs="Arial" w:hint="eastAsia"/>
                <w:color w:val="333333"/>
                <w:sz w:val="18"/>
                <w:szCs w:val="18"/>
                <w:u w:color="333333"/>
                <w:lang w:eastAsia="ja-JP"/>
              </w:rPr>
              <w:t>別紙</w:t>
            </w:r>
            <w:r>
              <w:rPr>
                <w:rFonts w:ascii="Arial" w:eastAsia="ＭＳ 明朝" w:hAnsi="Arial" w:cs="Arial"/>
                <w:color w:val="333333"/>
                <w:sz w:val="18"/>
                <w:szCs w:val="18"/>
                <w:u w:color="333333"/>
                <w:lang w:eastAsia="ja-JP"/>
              </w:rPr>
              <w:t>で計算した</w:t>
            </w:r>
            <w:r w:rsidR="007017CB">
              <w:rPr>
                <w:rFonts w:ascii="Arial" w:eastAsia="ＭＳ 明朝" w:hAnsi="Arial" w:cs="Arial" w:hint="eastAsia"/>
                <w:color w:val="333333"/>
                <w:sz w:val="18"/>
                <w:szCs w:val="18"/>
                <w:u w:color="333333"/>
                <w:lang w:eastAsia="ja-JP"/>
              </w:rPr>
              <w:t>在籍課程</w:t>
            </w:r>
            <w:r>
              <w:rPr>
                <w:rFonts w:ascii="Arial" w:eastAsia="ＭＳ 明朝" w:hAnsi="Arial" w:cs="Arial" w:hint="eastAsia"/>
                <w:color w:val="333333"/>
                <w:sz w:val="18"/>
                <w:szCs w:val="18"/>
                <w:u w:color="333333"/>
                <w:lang w:eastAsia="ja-JP"/>
              </w:rPr>
              <w:t>について</w:t>
            </w:r>
            <w:r>
              <w:rPr>
                <w:rFonts w:ascii="Arial" w:eastAsia="ＭＳ 明朝" w:hAnsi="Arial" w:cs="Arial"/>
                <w:color w:val="333333"/>
                <w:sz w:val="18"/>
                <w:szCs w:val="18"/>
                <w:u w:color="333333"/>
                <w:lang w:eastAsia="ja-JP"/>
              </w:rPr>
              <w:t>記入</w:t>
            </w:r>
            <w:r w:rsidRPr="003F218B">
              <w:rPr>
                <w:rFonts w:ascii="Arial" w:eastAsia="ＭＳ 明朝" w:hAnsi="Arial" w:cs="Arial" w:hint="eastAsia"/>
                <w:color w:val="333333"/>
                <w:sz w:val="18"/>
                <w:szCs w:val="18"/>
                <w:u w:color="333333"/>
                <w:lang w:eastAsia="ja-JP"/>
              </w:rPr>
              <w:t>）</w:t>
            </w:r>
          </w:p>
        </w:tc>
      </w:tr>
      <w:tr w:rsidR="00B12B4E" w:rsidRPr="00E952C8" w14:paraId="18E57EAA" w14:textId="77777777" w:rsidTr="007E7A24">
        <w:trPr>
          <w:trHeight w:val="408"/>
        </w:trPr>
        <w:tc>
          <w:tcPr>
            <w:tcW w:w="4962" w:type="dxa"/>
            <w:gridSpan w:val="5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183495B6" w14:textId="60FE9E38" w:rsidR="00B12B4E" w:rsidRPr="003F218B" w:rsidRDefault="00B12B4E" w:rsidP="00BA3907">
            <w:pPr>
              <w:jc w:val="both"/>
              <w:rPr>
                <w:rFonts w:ascii="Arial" w:eastAsia="ＭＳ 明朝" w:hAnsi="Arial" w:cs="Arial"/>
                <w:color w:val="333333"/>
                <w:sz w:val="18"/>
                <w:szCs w:val="18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18"/>
                <w:szCs w:val="18"/>
                <w:u w:color="333333"/>
                <w:lang w:eastAsia="ja-JP"/>
              </w:rPr>
              <w:t>指導教員名（大学院学生）</w:t>
            </w:r>
            <w:r>
              <w:rPr>
                <w:rFonts w:ascii="Arial" w:eastAsia="ＭＳ 明朝" w:hAnsi="Arial" w:cs="Arial" w:hint="eastAsia"/>
                <w:color w:val="333333"/>
                <w:sz w:val="18"/>
                <w:szCs w:val="18"/>
                <w:u w:color="333333"/>
                <w:lang w:eastAsia="ja-JP"/>
              </w:rPr>
              <w:t xml:space="preserve">/ </w:t>
            </w:r>
            <w:r>
              <w:rPr>
                <w:rFonts w:ascii="Arial" w:eastAsia="ＭＳ 明朝" w:hAnsi="Arial" w:cs="Arial" w:hint="eastAsia"/>
                <w:color w:val="333333"/>
                <w:sz w:val="18"/>
                <w:szCs w:val="18"/>
                <w:u w:color="333333"/>
                <w:lang w:eastAsia="ja-JP"/>
              </w:rPr>
              <w:t>コース主任名（学部学生）</w:t>
            </w:r>
          </w:p>
        </w:tc>
        <w:tc>
          <w:tcPr>
            <w:tcW w:w="5655" w:type="dxa"/>
            <w:gridSpan w:val="6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73F1A8CC" w14:textId="4437CF02" w:rsidR="00B12B4E" w:rsidRPr="003F218B" w:rsidRDefault="00B12B4E" w:rsidP="00BA3907">
            <w:pPr>
              <w:jc w:val="both"/>
              <w:rPr>
                <w:rFonts w:ascii="Arial" w:eastAsia="ＭＳ 明朝" w:hAnsi="Arial" w:cs="Arial"/>
                <w:color w:val="333333"/>
                <w:sz w:val="18"/>
                <w:szCs w:val="18"/>
                <w:u w:color="333333"/>
                <w:lang w:eastAsia="ja-JP"/>
              </w:rPr>
            </w:pPr>
          </w:p>
        </w:tc>
      </w:tr>
      <w:tr w:rsidR="00BA3907" w:rsidRPr="00E952C8" w14:paraId="0726846A" w14:textId="77777777" w:rsidTr="00B12B4E">
        <w:trPr>
          <w:trHeight w:val="432"/>
        </w:trPr>
        <w:tc>
          <w:tcPr>
            <w:tcW w:w="193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1E326F9D" w14:textId="77777777" w:rsidR="00B26997" w:rsidRPr="009870B0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本人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連絡先</w:t>
            </w:r>
          </w:p>
        </w:tc>
        <w:tc>
          <w:tcPr>
            <w:tcW w:w="8681" w:type="dxa"/>
            <w:gridSpan w:val="9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0FF09E86" w14:textId="77777777" w:rsidR="00B26997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携帯</w:t>
            </w:r>
            <w:r w:rsidRPr="00310C99"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電話番号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：</w:t>
            </w:r>
          </w:p>
          <w:p w14:paraId="1CFE2EE8" w14:textId="77777777" w:rsidR="00B26997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Email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（携帯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電話不可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）：</w:t>
            </w:r>
          </w:p>
          <w:p w14:paraId="5E5A44E9" w14:textId="77777777" w:rsidR="00B26997" w:rsidRDefault="00B26997" w:rsidP="00BA390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現住所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>〒</w:t>
            </w:r>
          </w:p>
          <w:p w14:paraId="48127530" w14:textId="77777777" w:rsidR="00917E0C" w:rsidRPr="00310C99" w:rsidRDefault="00917E0C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</w:tr>
      <w:tr w:rsidR="00BA3907" w:rsidRPr="00E952C8" w14:paraId="0E75AB4F" w14:textId="77777777" w:rsidTr="00B12B4E">
        <w:trPr>
          <w:trHeight w:val="449"/>
        </w:trPr>
        <w:tc>
          <w:tcPr>
            <w:tcW w:w="1936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6BB27F0B" w14:textId="77777777" w:rsidR="00B26997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緊急連絡先</w:t>
            </w:r>
          </w:p>
          <w:p w14:paraId="39C0AD1A" w14:textId="77777777" w:rsidR="00B26997" w:rsidRPr="000C2CE7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（家族等</w:t>
            </w: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）</w:t>
            </w:r>
          </w:p>
        </w:tc>
        <w:tc>
          <w:tcPr>
            <w:tcW w:w="8681" w:type="dxa"/>
            <w:gridSpan w:val="9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</w:tcPr>
          <w:p w14:paraId="2FBD8BB3" w14:textId="77777777" w:rsidR="00B26997" w:rsidRPr="004A47AB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氏名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：　</w:t>
            </w:r>
            <w:r w:rsidRPr="004A47AB"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　　　　　　　　　　　　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申請者</w:t>
            </w:r>
            <w:r w:rsidRPr="004A47AB"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との関係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：</w:t>
            </w:r>
          </w:p>
          <w:p w14:paraId="399F24A4" w14:textId="77777777" w:rsidR="009507E5" w:rsidRDefault="009507E5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  <w:p w14:paraId="15A50FEC" w14:textId="77777777" w:rsidR="00B26997" w:rsidRPr="004A47AB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310C99"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電話番号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：</w:t>
            </w:r>
          </w:p>
          <w:p w14:paraId="1AFDD37B" w14:textId="11738C82" w:rsidR="00917E0C" w:rsidRPr="00396C1B" w:rsidRDefault="00B26997" w:rsidP="00BA390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 w:rsidRPr="00310C99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住所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 w:rsidRPr="00865B4F">
              <w:rPr>
                <w:rFonts w:ascii="Verdana" w:hAnsi="Verdana"/>
                <w:color w:val="000000"/>
                <w:sz w:val="20"/>
                <w:szCs w:val="20"/>
              </w:rPr>
              <w:t>〒</w:t>
            </w:r>
          </w:p>
          <w:p w14:paraId="29F09AF6" w14:textId="77777777" w:rsidR="009507E5" w:rsidRPr="00E66FFA" w:rsidRDefault="009507E5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</w:tr>
      <w:tr w:rsidR="00BA3907" w:rsidRPr="00E952C8" w14:paraId="65611D6C" w14:textId="77777777" w:rsidTr="002F6616">
        <w:trPr>
          <w:trHeight w:val="432"/>
        </w:trPr>
        <w:tc>
          <w:tcPr>
            <w:tcW w:w="10617" w:type="dxa"/>
            <w:gridSpan w:val="11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000000"/>
          </w:tcPr>
          <w:p w14:paraId="5339A44E" w14:textId="77777777" w:rsidR="00B26997" w:rsidRPr="003F2C21" w:rsidRDefault="00B26997" w:rsidP="00BA3907">
            <w:pPr>
              <w:rPr>
                <w:rFonts w:ascii="Arial" w:eastAsia="ＭＳ 明朝" w:hAnsi="Arial" w:cs="Arial"/>
                <w:b/>
                <w:color w:val="FFFFFF"/>
                <w:u w:color="333333"/>
                <w:lang w:eastAsia="ja-JP"/>
              </w:rPr>
            </w:pPr>
            <w:r w:rsidRPr="003F2C21">
              <w:rPr>
                <w:rFonts w:ascii="Arial" w:eastAsia="ＭＳ 明朝" w:hAnsi="Arial" w:cs="Arial" w:hint="eastAsia"/>
                <w:b/>
                <w:color w:val="FFFFFF"/>
                <w:u w:color="333333"/>
                <w:lang w:eastAsia="ja-JP"/>
              </w:rPr>
              <w:t>語学能力</w:t>
            </w:r>
          </w:p>
        </w:tc>
      </w:tr>
      <w:tr w:rsidR="00BA3907" w:rsidRPr="00BA3907" w14:paraId="382F544D" w14:textId="77777777" w:rsidTr="002F6616">
        <w:trPr>
          <w:trHeight w:val="432"/>
        </w:trPr>
        <w:tc>
          <w:tcPr>
            <w:tcW w:w="10617" w:type="dxa"/>
            <w:gridSpan w:val="11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59B2B750" w14:textId="09E37476" w:rsidR="00BA3907" w:rsidRPr="00B87D48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語学</w:t>
            </w:r>
            <w:r w:rsidR="00B26997"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能力</w:t>
            </w:r>
            <w:r w:rsidR="00B26997" w:rsidRPr="004A47AB"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試験結果</w:t>
            </w:r>
            <w:r w:rsidR="00396C1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(</w:t>
            </w:r>
            <w:r w:rsidR="00B26997"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スコア</w:t>
            </w:r>
            <w:r w:rsidR="00B26997" w:rsidRPr="004A47AB"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の写しを添付すること</w:t>
            </w:r>
            <w:r w:rsidR="00B26997" w:rsidRPr="008F5D27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)</w:t>
            </w:r>
            <w:r w:rsidR="00B26997" w:rsidRPr="00B87D4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</w:p>
        </w:tc>
      </w:tr>
      <w:tr w:rsidR="00BA3907" w:rsidRPr="00E952C8" w14:paraId="648DCBE5" w14:textId="77777777" w:rsidTr="00917E0C">
        <w:trPr>
          <w:trHeight w:val="432"/>
        </w:trPr>
        <w:tc>
          <w:tcPr>
            <w:tcW w:w="1131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0AC1D874" w14:textId="789652A6" w:rsidR="00B26997" w:rsidRPr="004A47AB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英語</w:t>
            </w:r>
          </w:p>
        </w:tc>
        <w:tc>
          <w:tcPr>
            <w:tcW w:w="3399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4999A2BF" w14:textId="77777777" w:rsidR="00B26997" w:rsidRPr="003F2C21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 w:rsidRPr="000C2CE7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IELTS </w:t>
            </w: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 w:rsidRPr="000C2CE7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TOEFL </w:t>
            </w: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 w:rsidRPr="000C2CE7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TOEIC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英検</w:t>
            </w:r>
          </w:p>
        </w:tc>
        <w:tc>
          <w:tcPr>
            <w:tcW w:w="709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2605539A" w14:textId="77777777" w:rsidR="00B26997" w:rsidRPr="004A47AB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点数</w:t>
            </w:r>
          </w:p>
        </w:tc>
        <w:tc>
          <w:tcPr>
            <w:tcW w:w="1276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35650919" w14:textId="77777777" w:rsidR="00B26997" w:rsidRPr="004A47AB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001AC8DF" w14:textId="77777777" w:rsidR="00B26997" w:rsidRPr="004A47AB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受験日</w:t>
            </w:r>
          </w:p>
        </w:tc>
        <w:tc>
          <w:tcPr>
            <w:tcW w:w="3252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1E98BCC0" w14:textId="77777777" w:rsidR="00B26997" w:rsidRPr="004A47AB" w:rsidRDefault="00B2699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(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西暦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)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年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 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月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日</w:t>
            </w:r>
          </w:p>
        </w:tc>
      </w:tr>
      <w:tr w:rsidR="00BA3907" w:rsidRPr="00E952C8" w14:paraId="235232C7" w14:textId="77777777" w:rsidTr="00917E0C">
        <w:trPr>
          <w:trHeight w:val="432"/>
        </w:trPr>
        <w:tc>
          <w:tcPr>
            <w:tcW w:w="1131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59B1CE34" w14:textId="2FD42976" w:rsidR="00BA3907" w:rsidRDefault="00396C1B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その他</w:t>
            </w:r>
          </w:p>
        </w:tc>
        <w:tc>
          <w:tcPr>
            <w:tcW w:w="3399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154092EF" w14:textId="22744270" w:rsidR="009A202F" w:rsidRPr="009A202F" w:rsidRDefault="009A202F" w:rsidP="00BA3907">
            <w:pPr>
              <w:rPr>
                <w:rFonts w:ascii="Arial" w:eastAsiaTheme="minorEastAsia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(</w:t>
            </w:r>
            <w:r>
              <w:rPr>
                <w:rFonts w:ascii="Arial" w:eastAsiaTheme="minorEastAsia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                       </w:t>
            </w:r>
            <w:r w:rsidR="00950F16"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語</w:t>
            </w:r>
            <w:r w:rsidR="00950F16"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Theme="minorEastAsia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) </w:t>
            </w:r>
          </w:p>
        </w:tc>
        <w:tc>
          <w:tcPr>
            <w:tcW w:w="709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69519FD5" w14:textId="51A71563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点数</w:t>
            </w:r>
          </w:p>
        </w:tc>
        <w:tc>
          <w:tcPr>
            <w:tcW w:w="1276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7B6D9361" w14:textId="77777777" w:rsidR="00BA3907" w:rsidRPr="004A47AB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35BBEABF" w14:textId="19150D08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受験日</w:t>
            </w:r>
          </w:p>
        </w:tc>
        <w:tc>
          <w:tcPr>
            <w:tcW w:w="3252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05297AA1" w14:textId="69D00787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(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西暦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)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年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 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月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日</w:t>
            </w:r>
          </w:p>
        </w:tc>
      </w:tr>
      <w:tr w:rsidR="00BA3907" w:rsidRPr="00E952C8" w14:paraId="280E8B8F" w14:textId="77777777" w:rsidTr="00917E0C">
        <w:trPr>
          <w:trHeight w:val="432"/>
        </w:trPr>
        <w:tc>
          <w:tcPr>
            <w:tcW w:w="1131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1E52C633" w14:textId="3F99955F" w:rsidR="00BA3907" w:rsidRDefault="009A202F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その他</w:t>
            </w:r>
          </w:p>
        </w:tc>
        <w:tc>
          <w:tcPr>
            <w:tcW w:w="3399" w:type="dxa"/>
            <w:gridSpan w:val="3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688A464D" w14:textId="612579FC" w:rsidR="00BA3907" w:rsidRPr="009A5B44" w:rsidRDefault="00950F16" w:rsidP="00BA3907">
            <w:pPr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(</w:t>
            </w:r>
            <w:r>
              <w:rPr>
                <w:rFonts w:ascii="Arial" w:eastAsiaTheme="minorEastAsia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                         </w:t>
            </w:r>
            <w:r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語</w:t>
            </w:r>
            <w:r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Theme="minorEastAsia" w:hAnsi="Arial" w:cs="Arial"/>
                <w:color w:val="333333"/>
                <w:sz w:val="20"/>
                <w:szCs w:val="20"/>
                <w:u w:color="333333"/>
                <w:lang w:eastAsia="ja-JP"/>
              </w:rPr>
              <w:t>)</w:t>
            </w:r>
          </w:p>
        </w:tc>
        <w:tc>
          <w:tcPr>
            <w:tcW w:w="709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1BB7E585" w14:textId="11EC5AC6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点数</w:t>
            </w:r>
          </w:p>
        </w:tc>
        <w:tc>
          <w:tcPr>
            <w:tcW w:w="1276" w:type="dxa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78ECE838" w14:textId="77777777" w:rsidR="00BA3907" w:rsidRPr="004A47AB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3395A26F" w14:textId="57A1AE24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受験日</w:t>
            </w:r>
          </w:p>
        </w:tc>
        <w:tc>
          <w:tcPr>
            <w:tcW w:w="3252" w:type="dxa"/>
            <w:gridSpan w:val="2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0E8539FE" w14:textId="628E39DE" w:rsidR="00BA3907" w:rsidRDefault="00BA3907" w:rsidP="00BA3907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(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西暦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)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年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 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月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日</w:t>
            </w:r>
          </w:p>
        </w:tc>
      </w:tr>
      <w:tr w:rsidR="009507E5" w:rsidRPr="00E952C8" w14:paraId="19D2EEE6" w14:textId="77777777" w:rsidTr="002F6616">
        <w:trPr>
          <w:trHeight w:val="432"/>
        </w:trPr>
        <w:tc>
          <w:tcPr>
            <w:tcW w:w="10617" w:type="dxa"/>
            <w:gridSpan w:val="11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5090B87B" w14:textId="30D8D801" w:rsidR="009507E5" w:rsidRDefault="009507E5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受験歴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が無い場合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は</w:t>
            </w:r>
            <w:r w:rsidR="00396C1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　　</w:t>
            </w: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当該言語学習活動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や成果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を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示す資料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を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添付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 w:rsidR="00396C1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（言語：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　　　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）</w:t>
            </w:r>
          </w:p>
          <w:p w14:paraId="6926141F" w14:textId="7B45025E" w:rsidR="009507E5" w:rsidRDefault="009507E5" w:rsidP="00396C1B">
            <w:pPr>
              <w:ind w:firstLineChars="1200" w:firstLine="2158"/>
              <w:rPr>
                <w:rFonts w:ascii="Arial" w:eastAsiaTheme="minorEastAsia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当該</w:t>
            </w:r>
            <w:r>
              <w:rPr>
                <w:rFonts w:ascii="Arial" w:eastAsiaTheme="minorEastAsia" w:hAnsi="Arial" w:cs="Arial"/>
                <w:color w:val="333333"/>
                <w:sz w:val="20"/>
                <w:szCs w:val="20"/>
                <w:u w:color="333333"/>
                <w:lang w:eastAsia="ja-JP"/>
              </w:rPr>
              <w:t>言語について</w:t>
            </w:r>
            <w:r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評価</w:t>
            </w:r>
            <w:r>
              <w:rPr>
                <w:rFonts w:ascii="Arial" w:eastAsiaTheme="minorEastAsia" w:hAnsi="Arial" w:cs="Arial"/>
                <w:color w:val="333333"/>
                <w:sz w:val="20"/>
                <w:szCs w:val="20"/>
                <w:u w:color="333333"/>
                <w:lang w:eastAsia="ja-JP"/>
              </w:rPr>
              <w:t>しうる</w:t>
            </w:r>
            <w:r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教</w:t>
            </w:r>
            <w:r>
              <w:rPr>
                <w:rFonts w:ascii="Arial" w:eastAsiaTheme="minorEastAsia" w:hAnsi="Arial" w:cs="Arial"/>
                <w:color w:val="333333"/>
                <w:sz w:val="20"/>
                <w:szCs w:val="20"/>
                <w:u w:color="333333"/>
                <w:lang w:eastAsia="ja-JP"/>
              </w:rPr>
              <w:t>員</w:t>
            </w:r>
            <w:r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等</w:t>
            </w:r>
            <w:r>
              <w:rPr>
                <w:rFonts w:ascii="Arial" w:eastAsiaTheme="minorEastAsia" w:hAnsi="Arial" w:cs="Arial"/>
                <w:color w:val="333333"/>
                <w:sz w:val="20"/>
                <w:szCs w:val="20"/>
                <w:u w:color="333333"/>
                <w:lang w:eastAsia="ja-JP"/>
              </w:rPr>
              <w:t>の評価を</w:t>
            </w:r>
            <w:r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添付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（言語：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 xml:space="preserve">　　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　　　　）</w:t>
            </w:r>
          </w:p>
          <w:p w14:paraId="69CDDE38" w14:textId="106BCD4C" w:rsidR="009507E5" w:rsidRPr="00396C1B" w:rsidRDefault="009507E5" w:rsidP="00396C1B">
            <w:pPr>
              <w:ind w:firstLineChars="1200" w:firstLine="2158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9A5B44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□</w:t>
            </w:r>
            <w:r>
              <w:rPr>
                <w:rFonts w:ascii="Arial" w:eastAsiaTheme="minorEastAsia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自己評価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（高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→</w:t>
            </w:r>
            <w: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  <w:t>低：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）</w:t>
            </w:r>
          </w:p>
        </w:tc>
      </w:tr>
      <w:tr w:rsidR="009507E5" w:rsidRPr="00E952C8" w14:paraId="24DA12F6" w14:textId="77777777" w:rsidTr="00917E0C">
        <w:trPr>
          <w:trHeight w:val="303"/>
        </w:trPr>
        <w:tc>
          <w:tcPr>
            <w:tcW w:w="2546" w:type="dxa"/>
            <w:gridSpan w:val="3"/>
            <w:tcBorders>
              <w:top w:val="single" w:sz="12" w:space="0" w:color="333333"/>
              <w:left w:val="single" w:sz="12" w:space="0" w:color="333333"/>
              <w:bottom w:val="single" w:sz="8" w:space="0" w:color="333333"/>
              <w:right w:val="single" w:sz="8" w:space="0" w:color="333333"/>
            </w:tcBorders>
          </w:tcPr>
          <w:p w14:paraId="2ED3F69F" w14:textId="77777777" w:rsidR="009507E5" w:rsidRPr="002622EE" w:rsidRDefault="009507E5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自己評価</w:t>
            </w:r>
          </w:p>
        </w:tc>
        <w:tc>
          <w:tcPr>
            <w:tcW w:w="1984" w:type="dxa"/>
            <w:tcBorders>
              <w:top w:val="single" w:sz="12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4A8F0DB" w14:textId="77777777" w:rsidR="009507E5" w:rsidRPr="003F2C21" w:rsidRDefault="009507E5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Reading</w:t>
            </w:r>
          </w:p>
        </w:tc>
        <w:tc>
          <w:tcPr>
            <w:tcW w:w="1985" w:type="dxa"/>
            <w:gridSpan w:val="3"/>
            <w:tcBorders>
              <w:top w:val="single" w:sz="12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02CB2CA" w14:textId="77777777" w:rsidR="009507E5" w:rsidRPr="003F2C21" w:rsidRDefault="009507E5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Writing</w:t>
            </w:r>
          </w:p>
        </w:tc>
        <w:tc>
          <w:tcPr>
            <w:tcW w:w="1972" w:type="dxa"/>
            <w:gridSpan w:val="3"/>
            <w:tcBorders>
              <w:top w:val="single" w:sz="12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DD3AFD2" w14:textId="77777777" w:rsidR="009507E5" w:rsidRPr="003F2C21" w:rsidRDefault="009507E5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Listening</w:t>
            </w:r>
          </w:p>
        </w:tc>
        <w:tc>
          <w:tcPr>
            <w:tcW w:w="2130" w:type="dxa"/>
            <w:tcBorders>
              <w:top w:val="single" w:sz="12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auto"/>
          </w:tcPr>
          <w:p w14:paraId="7D0CED38" w14:textId="77777777" w:rsidR="009507E5" w:rsidRPr="003F2C21" w:rsidRDefault="009507E5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E952C8">
              <w:rPr>
                <w:rFonts w:ascii="Arial" w:hAnsi="Arial" w:cs="Arial" w:hint="eastAsia"/>
                <w:color w:val="333333"/>
                <w:sz w:val="20"/>
                <w:szCs w:val="20"/>
                <w:u w:color="333333"/>
              </w:rPr>
              <w:t>Speaking</w:t>
            </w:r>
          </w:p>
        </w:tc>
      </w:tr>
      <w:tr w:rsidR="009507E5" w:rsidRPr="00E952C8" w14:paraId="0C769D8F" w14:textId="77777777" w:rsidTr="00917E0C">
        <w:trPr>
          <w:trHeight w:val="302"/>
        </w:trPr>
        <w:tc>
          <w:tcPr>
            <w:tcW w:w="2546" w:type="dxa"/>
            <w:gridSpan w:val="3"/>
            <w:tcBorders>
              <w:top w:val="single" w:sz="8" w:space="0" w:color="333333"/>
              <w:left w:val="single" w:sz="12" w:space="0" w:color="333333"/>
              <w:bottom w:val="single" w:sz="8" w:space="0" w:color="333333"/>
              <w:right w:val="single" w:sz="8" w:space="0" w:color="333333"/>
            </w:tcBorders>
          </w:tcPr>
          <w:p w14:paraId="5D163524" w14:textId="2B23BF5E" w:rsidR="00787DE5" w:rsidRPr="004A47AB" w:rsidRDefault="009507E5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英語</w:t>
            </w:r>
          </w:p>
        </w:tc>
        <w:tc>
          <w:tcPr>
            <w:tcW w:w="19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80194BF" w14:textId="65163DC2" w:rsidR="009507E5" w:rsidRPr="004A47AB" w:rsidRDefault="009507E5" w:rsidP="009507E5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1985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2FB44817" w14:textId="414CDEFB" w:rsidR="009507E5" w:rsidRPr="00E952C8" w:rsidRDefault="009507E5" w:rsidP="009507E5">
            <w:pPr>
              <w:ind w:left="90" w:hangingChars="50" w:hanging="90"/>
              <w:jc w:val="center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1972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323E78FE" w14:textId="4E66D535" w:rsidR="009507E5" w:rsidRPr="00E952C8" w:rsidRDefault="009507E5" w:rsidP="009507E5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213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auto"/>
          </w:tcPr>
          <w:p w14:paraId="21B46B90" w14:textId="3224F390" w:rsidR="009507E5" w:rsidRPr="00E952C8" w:rsidRDefault="009507E5" w:rsidP="009507E5">
            <w:pPr>
              <w:ind w:left="270" w:hangingChars="150" w:hanging="270"/>
              <w:jc w:val="center"/>
              <w:rPr>
                <w:rFonts w:ascii="Arial" w:hAnsi="Arial" w:cs="Arial"/>
                <w:color w:val="333333"/>
                <w:sz w:val="20"/>
                <w:szCs w:val="20"/>
                <w:u w:color="333333"/>
              </w:rPr>
            </w:pP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651478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</w:tr>
      <w:tr w:rsidR="009507E5" w:rsidRPr="00E952C8" w14:paraId="1197B9E4" w14:textId="77777777" w:rsidTr="00917E0C">
        <w:trPr>
          <w:trHeight w:val="302"/>
        </w:trPr>
        <w:tc>
          <w:tcPr>
            <w:tcW w:w="2546" w:type="dxa"/>
            <w:gridSpan w:val="3"/>
            <w:tcBorders>
              <w:top w:val="single" w:sz="8" w:space="0" w:color="333333"/>
              <w:left w:val="single" w:sz="12" w:space="0" w:color="333333"/>
              <w:bottom w:val="single" w:sz="8" w:space="0" w:color="333333"/>
              <w:right w:val="single" w:sz="8" w:space="0" w:color="333333"/>
            </w:tcBorders>
          </w:tcPr>
          <w:p w14:paraId="5C8F4611" w14:textId="75C59455" w:rsidR="009507E5" w:rsidRPr="004A47AB" w:rsidRDefault="009A202F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その他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(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　　　　　　語</w:t>
            </w:r>
            <w:r w:rsidR="00950F16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)</w:t>
            </w:r>
          </w:p>
        </w:tc>
        <w:tc>
          <w:tcPr>
            <w:tcW w:w="1984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7F7FD73C" w14:textId="7F0B73E5" w:rsidR="009507E5" w:rsidRPr="004A47AB" w:rsidRDefault="009507E5" w:rsidP="009507E5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1985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66710990" w14:textId="21D73AA5" w:rsidR="009507E5" w:rsidRPr="00651478" w:rsidRDefault="009507E5" w:rsidP="009507E5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1972" w:type="dxa"/>
            <w:gridSpan w:val="3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</w:tcPr>
          <w:p w14:paraId="1988C164" w14:textId="6CA7676C" w:rsidR="009507E5" w:rsidRPr="00651478" w:rsidRDefault="009507E5" w:rsidP="009507E5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2130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shd w:val="clear" w:color="auto" w:fill="auto"/>
          </w:tcPr>
          <w:p w14:paraId="2E6FD845" w14:textId="04DCBBA8" w:rsidR="009507E5" w:rsidRPr="00651478" w:rsidRDefault="009507E5" w:rsidP="009507E5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</w:tr>
      <w:tr w:rsidR="009507E5" w:rsidRPr="00E952C8" w14:paraId="4243E1D9" w14:textId="77777777" w:rsidTr="00917E0C">
        <w:trPr>
          <w:trHeight w:val="302"/>
        </w:trPr>
        <w:tc>
          <w:tcPr>
            <w:tcW w:w="2546" w:type="dxa"/>
            <w:gridSpan w:val="3"/>
            <w:tcBorders>
              <w:top w:val="single" w:sz="8" w:space="0" w:color="333333"/>
              <w:left w:val="single" w:sz="12" w:space="0" w:color="333333"/>
              <w:right w:val="single" w:sz="8" w:space="0" w:color="333333"/>
            </w:tcBorders>
          </w:tcPr>
          <w:p w14:paraId="36AD795F" w14:textId="37D86E46" w:rsidR="009507E5" w:rsidRDefault="009A202F" w:rsidP="009507E5">
            <w:pPr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その他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(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　　　　　　　語</w:t>
            </w:r>
            <w:r w:rsidR="00950F16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)</w:t>
            </w:r>
          </w:p>
        </w:tc>
        <w:tc>
          <w:tcPr>
            <w:tcW w:w="1984" w:type="dxa"/>
            <w:tcBorders>
              <w:top w:val="single" w:sz="8" w:space="0" w:color="333333"/>
              <w:left w:val="single" w:sz="8" w:space="0" w:color="333333"/>
              <w:right w:val="single" w:sz="8" w:space="0" w:color="333333"/>
            </w:tcBorders>
          </w:tcPr>
          <w:p w14:paraId="381610F9" w14:textId="544780B6" w:rsidR="009507E5" w:rsidRPr="004A47AB" w:rsidRDefault="009507E5" w:rsidP="009507E5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1985" w:type="dxa"/>
            <w:gridSpan w:val="3"/>
            <w:tcBorders>
              <w:top w:val="single" w:sz="8" w:space="0" w:color="333333"/>
              <w:left w:val="single" w:sz="8" w:space="0" w:color="333333"/>
              <w:right w:val="single" w:sz="8" w:space="0" w:color="333333"/>
            </w:tcBorders>
          </w:tcPr>
          <w:p w14:paraId="4195E3AB" w14:textId="5621AC3E" w:rsidR="009507E5" w:rsidRPr="004A47AB" w:rsidRDefault="009507E5" w:rsidP="009507E5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1972" w:type="dxa"/>
            <w:gridSpan w:val="3"/>
            <w:tcBorders>
              <w:top w:val="single" w:sz="8" w:space="0" w:color="333333"/>
              <w:left w:val="single" w:sz="8" w:space="0" w:color="333333"/>
              <w:right w:val="single" w:sz="8" w:space="0" w:color="333333"/>
            </w:tcBorders>
          </w:tcPr>
          <w:p w14:paraId="2E4BEE57" w14:textId="64D9B677" w:rsidR="009507E5" w:rsidRPr="004A47AB" w:rsidRDefault="009507E5" w:rsidP="009507E5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  <w:tc>
          <w:tcPr>
            <w:tcW w:w="2130" w:type="dxa"/>
            <w:tcBorders>
              <w:top w:val="single" w:sz="8" w:space="0" w:color="333333"/>
              <w:left w:val="single" w:sz="8" w:space="0" w:color="333333"/>
              <w:right w:val="single" w:sz="8" w:space="0" w:color="333333"/>
            </w:tcBorders>
            <w:shd w:val="clear" w:color="auto" w:fill="auto"/>
          </w:tcPr>
          <w:p w14:paraId="32034391" w14:textId="0F39DB4F" w:rsidR="009507E5" w:rsidRPr="004A47AB" w:rsidRDefault="009507E5" w:rsidP="009507E5">
            <w:pPr>
              <w:jc w:val="center"/>
              <w:rPr>
                <w:rFonts w:ascii="Arial" w:eastAsia="ＭＳ 明朝" w:hAnsi="Arial" w:cs="Arial"/>
                <w:color w:val="333333"/>
                <w:sz w:val="20"/>
                <w:szCs w:val="20"/>
                <w:u w:color="333333"/>
                <w:lang w:eastAsia="ja-JP"/>
              </w:rPr>
            </w:pP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５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４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３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２</w:t>
            </w:r>
            <w:r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 xml:space="preserve"> </w:t>
            </w:r>
            <w:r w:rsidRPr="004A47AB">
              <w:rPr>
                <w:rFonts w:ascii="Arial" w:eastAsia="ＭＳ 明朝" w:hAnsi="Arial" w:cs="Arial" w:hint="eastAsia"/>
                <w:color w:val="333333"/>
                <w:sz w:val="20"/>
                <w:szCs w:val="20"/>
                <w:u w:color="333333"/>
                <w:lang w:eastAsia="ja-JP"/>
              </w:rPr>
              <w:t>１</w:t>
            </w:r>
          </w:p>
        </w:tc>
      </w:tr>
      <w:tr w:rsidR="009507E5" w:rsidRPr="003F2C21" w14:paraId="51BE1C0B" w14:textId="77777777" w:rsidTr="002F6616">
        <w:trPr>
          <w:trHeight w:val="432"/>
        </w:trPr>
        <w:tc>
          <w:tcPr>
            <w:tcW w:w="10617" w:type="dxa"/>
            <w:gridSpan w:val="11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000000"/>
          </w:tcPr>
          <w:p w14:paraId="6C0688E1" w14:textId="5B29DFCB" w:rsidR="009507E5" w:rsidRPr="003F2C21" w:rsidRDefault="009507E5" w:rsidP="009507E5">
            <w:pPr>
              <w:rPr>
                <w:rFonts w:ascii="Arial" w:eastAsia="ＭＳ 明朝" w:hAnsi="Arial" w:cs="Arial"/>
                <w:b/>
                <w:color w:val="FFFFFF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b/>
                <w:color w:val="FFFFFF"/>
                <w:u w:color="333333"/>
                <w:lang w:eastAsia="ja-JP"/>
              </w:rPr>
              <w:t>留学</w:t>
            </w:r>
            <w:r>
              <w:rPr>
                <w:rFonts w:ascii="Arial" w:eastAsia="ＭＳ 明朝" w:hAnsi="Arial" w:cs="Arial"/>
                <w:b/>
                <w:color w:val="FFFFFF"/>
                <w:u w:color="333333"/>
                <w:lang w:eastAsia="ja-JP"/>
              </w:rPr>
              <w:t>経験</w:t>
            </w:r>
          </w:p>
        </w:tc>
      </w:tr>
      <w:tr w:rsidR="009507E5" w:rsidRPr="00085A3A" w14:paraId="0534EBA8" w14:textId="77777777" w:rsidTr="002F6616">
        <w:trPr>
          <w:trHeight w:val="473"/>
        </w:trPr>
        <w:tc>
          <w:tcPr>
            <w:tcW w:w="10617" w:type="dxa"/>
            <w:gridSpan w:val="11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71588EFE" w14:textId="77777777" w:rsidR="009507E5" w:rsidRDefault="009507E5" w:rsidP="009507E5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留学経験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が有る場合は、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国名・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滞在期間（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○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年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○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月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～○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年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○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月）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・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内容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（例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：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語学研修）を記入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。</w:t>
            </w:r>
          </w:p>
          <w:p w14:paraId="6D7290E5" w14:textId="77777777" w:rsidR="00396C1B" w:rsidRDefault="00396C1B" w:rsidP="009507E5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5F2D8D50" w14:textId="77777777" w:rsidR="00396C1B" w:rsidRDefault="00396C1B" w:rsidP="009507E5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71931418" w14:textId="77777777" w:rsidR="00396C1B" w:rsidRDefault="00396C1B" w:rsidP="009507E5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  <w:p w14:paraId="0546B907" w14:textId="11E2128D" w:rsidR="00396C1B" w:rsidRPr="00085A3A" w:rsidRDefault="00396C1B" w:rsidP="009507E5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</w:p>
        </w:tc>
      </w:tr>
      <w:tr w:rsidR="009507E5" w:rsidRPr="003F2C21" w14:paraId="403C31FD" w14:textId="77777777" w:rsidTr="002F6616">
        <w:trPr>
          <w:trHeight w:val="432"/>
        </w:trPr>
        <w:tc>
          <w:tcPr>
            <w:tcW w:w="10617" w:type="dxa"/>
            <w:gridSpan w:val="11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000000"/>
          </w:tcPr>
          <w:p w14:paraId="231037DF" w14:textId="77777777" w:rsidR="009507E5" w:rsidRPr="003F2C21" w:rsidRDefault="009507E5" w:rsidP="009507E5">
            <w:pPr>
              <w:rPr>
                <w:rFonts w:ascii="Arial" w:eastAsia="ＭＳ 明朝" w:hAnsi="Arial" w:cs="Arial"/>
                <w:b/>
                <w:color w:val="FFFFFF"/>
                <w:u w:color="333333"/>
                <w:lang w:eastAsia="ja-JP"/>
              </w:rPr>
            </w:pPr>
            <w:r>
              <w:rPr>
                <w:rFonts w:ascii="Arial" w:eastAsia="ＭＳ 明朝" w:hAnsi="Arial" w:cs="Arial" w:hint="eastAsia"/>
                <w:b/>
                <w:color w:val="FFFFFF"/>
                <w:u w:color="333333"/>
                <w:lang w:eastAsia="ja-JP"/>
              </w:rPr>
              <w:lastRenderedPageBreak/>
              <w:t>エッセイ</w:t>
            </w:r>
          </w:p>
        </w:tc>
      </w:tr>
      <w:tr w:rsidR="009507E5" w:rsidRPr="00085A3A" w14:paraId="750A1B43" w14:textId="77777777" w:rsidTr="002F6616">
        <w:trPr>
          <w:trHeight w:val="680"/>
        </w:trPr>
        <w:tc>
          <w:tcPr>
            <w:tcW w:w="10617" w:type="dxa"/>
            <w:gridSpan w:val="11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605697CA" w14:textId="77777777" w:rsidR="009507E5" w:rsidRPr="00085A3A" w:rsidRDefault="009507E5" w:rsidP="009507E5">
            <w:pPr>
              <w:rPr>
                <w:rFonts w:ascii="Arial" w:eastAsia="ＭＳ 明朝" w:hAnsi="Arial" w:cs="Arial"/>
                <w:sz w:val="20"/>
                <w:szCs w:val="28"/>
                <w:lang w:eastAsia="ja-JP"/>
              </w:rPr>
            </w:pP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プログラム参加を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希望する理由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、自己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の研究テーマ、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関連する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活動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 xml:space="preserve">　（例　ボランティア、インターン、留学等）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、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本プログラムに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参加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すること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と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自分の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進路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・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将来の計画と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の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繋がり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等を、可能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な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限り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具体的に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枠内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に記載してください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。（日本語・フォントサイズ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は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10pt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以上を</w:t>
            </w:r>
            <w:r>
              <w:rPr>
                <w:rFonts w:ascii="Arial" w:eastAsia="ＭＳ 明朝" w:hAnsi="Arial" w:cs="Arial"/>
                <w:sz w:val="20"/>
                <w:szCs w:val="28"/>
                <w:lang w:eastAsia="ja-JP"/>
              </w:rPr>
              <w:t>使用すること</w:t>
            </w:r>
            <w:r>
              <w:rPr>
                <w:rFonts w:ascii="Arial" w:eastAsia="ＭＳ 明朝" w:hAnsi="Arial" w:cs="Arial" w:hint="eastAsia"/>
                <w:sz w:val="20"/>
                <w:szCs w:val="28"/>
                <w:lang w:eastAsia="ja-JP"/>
              </w:rPr>
              <w:t>。）</w:t>
            </w:r>
          </w:p>
        </w:tc>
      </w:tr>
      <w:tr w:rsidR="009507E5" w:rsidRPr="00085A3A" w14:paraId="55DD571D" w14:textId="77777777" w:rsidTr="002F6616">
        <w:trPr>
          <w:trHeight w:val="620"/>
        </w:trPr>
        <w:tc>
          <w:tcPr>
            <w:tcW w:w="10617" w:type="dxa"/>
            <w:gridSpan w:val="11"/>
            <w:tcBorders>
              <w:top w:val="single" w:sz="12" w:space="0" w:color="333333"/>
              <w:left w:val="single" w:sz="12" w:space="0" w:color="333333"/>
              <w:bottom w:val="single" w:sz="12" w:space="0" w:color="333333"/>
              <w:right w:val="single" w:sz="12" w:space="0" w:color="333333"/>
            </w:tcBorders>
            <w:shd w:val="clear" w:color="auto" w:fill="FFFFFF"/>
          </w:tcPr>
          <w:p w14:paraId="64703484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422032A1" w14:textId="16C136E0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  <w:r w:rsidRPr="00BA3907">
              <w:rPr>
                <w:rFonts w:ascii="Arial" w:eastAsia="ＭＳ 明朝" w:hAnsi="Arial" w:cs="Arial"/>
                <w:lang w:eastAsia="ja-JP"/>
              </w:rPr>
              <w:t xml:space="preserve">　　　　　　　　　　　　</w:t>
            </w:r>
          </w:p>
          <w:p w14:paraId="68431258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70239B39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2106D112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1D8F60A7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148BE317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207BBA97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45B1F71D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5761FF95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6596CE1E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656E50AE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5419FFBF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047528BE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1DA8B926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6CD39C27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0D1A6A99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49782EBF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22A633F3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5D23AD98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3CC78286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4CE73482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5CD6334B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207ABCCF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1FAA0EA5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66F073A6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319182CB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36537745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3B135D85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00D77048" w14:textId="77777777" w:rsidR="009507E5" w:rsidRDefault="009507E5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750B82A8" w14:textId="77777777" w:rsidR="00950F16" w:rsidRDefault="00950F16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55A05134" w14:textId="77777777" w:rsidR="00950F16" w:rsidRDefault="00950F16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02582092" w14:textId="77777777" w:rsidR="00950F16" w:rsidRDefault="00950F16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09E62B01" w14:textId="77777777" w:rsidR="00950F16" w:rsidRDefault="00950F16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5E0C6E0D" w14:textId="77777777" w:rsidR="00950F16" w:rsidRDefault="00950F16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1DE6CB65" w14:textId="77777777" w:rsidR="00950F16" w:rsidRDefault="00950F16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3A15B4B6" w14:textId="77777777" w:rsidR="00950F16" w:rsidRDefault="00950F16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5BC88E9A" w14:textId="77777777" w:rsidR="00950F16" w:rsidRDefault="00950F16" w:rsidP="009507E5">
            <w:pPr>
              <w:rPr>
                <w:rFonts w:ascii="Arial" w:eastAsia="ＭＳ 明朝" w:hAnsi="Arial" w:cs="Arial"/>
                <w:lang w:eastAsia="ja-JP"/>
              </w:rPr>
            </w:pPr>
          </w:p>
          <w:p w14:paraId="245E6F37" w14:textId="75CE486A" w:rsidR="00950F16" w:rsidRPr="00BA3907" w:rsidRDefault="00950F16" w:rsidP="009507E5">
            <w:pPr>
              <w:rPr>
                <w:rFonts w:ascii="Arial" w:eastAsia="ＭＳ 明朝" w:hAnsi="Arial" w:cs="Arial"/>
                <w:lang w:eastAsia="ja-JP"/>
              </w:rPr>
            </w:pPr>
          </w:p>
        </w:tc>
      </w:tr>
    </w:tbl>
    <w:p w14:paraId="101918B2" w14:textId="77777777" w:rsidR="00D370FF" w:rsidRPr="0010384A" w:rsidRDefault="00D370FF" w:rsidP="00950F16">
      <w:pPr>
        <w:rPr>
          <w:rFonts w:eastAsia="ＭＳ 明朝"/>
          <w:color w:val="333333"/>
          <w:lang w:eastAsia="ja-JP"/>
        </w:rPr>
      </w:pPr>
    </w:p>
    <w:sectPr w:rsidR="00D370FF" w:rsidRPr="0010384A" w:rsidSect="00B26997">
      <w:headerReference w:type="default" r:id="rId8"/>
      <w:footerReference w:type="default" r:id="rId9"/>
      <w:pgSz w:w="11906" w:h="16838" w:code="9"/>
      <w:pgMar w:top="1361" w:right="720" w:bottom="340" w:left="720" w:header="170" w:footer="170" w:gutter="0"/>
      <w:cols w:space="425"/>
      <w:docGrid w:type="linesAndChars" w:linePitch="328" w:charSpace="-41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75D2AE" w14:textId="77777777" w:rsidR="00362B94" w:rsidRDefault="00362B94">
      <w:r>
        <w:separator/>
      </w:r>
    </w:p>
  </w:endnote>
  <w:endnote w:type="continuationSeparator" w:id="0">
    <w:p w14:paraId="3CA48B9C" w14:textId="77777777" w:rsidR="00362B94" w:rsidRDefault="00362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8C6EA" w14:textId="77777777" w:rsidR="001C4D87" w:rsidRDefault="001C4D8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2F44" w:rsidRPr="007C2F44">
      <w:rPr>
        <w:noProof/>
        <w:lang w:val="zh-TW"/>
      </w:rPr>
      <w:t>1</w:t>
    </w:r>
    <w:r>
      <w:rPr>
        <w:noProof/>
        <w:lang w:val="zh-TW"/>
      </w:rPr>
      <w:fldChar w:fldCharType="end"/>
    </w:r>
  </w:p>
  <w:p w14:paraId="69B3BDDF" w14:textId="77777777" w:rsidR="001C4D87" w:rsidRDefault="001C4D8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33E62C" w14:textId="77777777" w:rsidR="00362B94" w:rsidRDefault="00362B94">
      <w:r>
        <w:separator/>
      </w:r>
    </w:p>
  </w:footnote>
  <w:footnote w:type="continuationSeparator" w:id="0">
    <w:p w14:paraId="4846189F" w14:textId="77777777" w:rsidR="00362B94" w:rsidRDefault="00362B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C5F0B" w14:textId="1657DA1E" w:rsidR="001C4D87" w:rsidRDefault="001C4D87">
    <w:pPr>
      <w:pStyle w:val="a5"/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A436D8" wp14:editId="079265CB">
              <wp:simplePos x="0" y="0"/>
              <wp:positionH relativeFrom="column">
                <wp:posOffset>0</wp:posOffset>
              </wp:positionH>
              <wp:positionV relativeFrom="paragraph">
                <wp:posOffset>229235</wp:posOffset>
              </wp:positionV>
              <wp:extent cx="6858000" cy="517525"/>
              <wp:effectExtent l="0" t="0" r="0" b="0"/>
              <wp:wrapNone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0" cy="517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4C348" w14:textId="77777777" w:rsidR="00FC7968" w:rsidRDefault="001C4D87" w:rsidP="00B26997">
                          <w:pPr>
                            <w:rPr>
                              <w:rFonts w:ascii="Arial" w:eastAsia="ＭＳ 明朝" w:hAnsi="Arial" w:cs="Arial"/>
                              <w:b/>
                              <w:lang w:eastAsia="ja-JP"/>
                            </w:rPr>
                          </w:pPr>
                          <w:r w:rsidRPr="00310C99">
                            <w:rPr>
                              <w:rFonts w:ascii="Arial" w:eastAsia="ＭＳ 明朝" w:hAnsi="Arial" w:cs="Arial" w:hint="eastAsia"/>
                              <w:b/>
                              <w:lang w:eastAsia="ja-JP"/>
                            </w:rPr>
                            <w:t>東京大学</w:t>
                          </w:r>
                          <w:r w:rsidR="00FC7968">
                            <w:rPr>
                              <w:rFonts w:ascii="Arial" w:eastAsia="ＭＳ 明朝" w:hAnsi="Arial" w:cs="Arial" w:hint="eastAsia"/>
                              <w:b/>
                              <w:lang w:eastAsia="ja-JP"/>
                            </w:rPr>
                            <w:t>大学院</w:t>
                          </w:r>
                          <w:r w:rsidR="00FC7968">
                            <w:rPr>
                              <w:rFonts w:ascii="Arial" w:eastAsia="ＭＳ 明朝" w:hAnsi="Arial" w:cs="Arial"/>
                              <w:b/>
                              <w:lang w:eastAsia="ja-JP"/>
                            </w:rPr>
                            <w:t>教育学研究科・</w:t>
                          </w:r>
                          <w:r w:rsidRPr="00310C99">
                            <w:rPr>
                              <w:rFonts w:ascii="Arial" w:eastAsia="ＭＳ 明朝" w:hAnsi="Arial" w:cs="Arial"/>
                              <w:b/>
                              <w:lang w:eastAsia="ja-JP"/>
                            </w:rPr>
                            <w:t>教育学部</w:t>
                          </w:r>
                          <w:r>
                            <w:rPr>
                              <w:rFonts w:ascii="Arial" w:eastAsia="ＭＳ 明朝" w:hAnsi="Arial" w:cs="Arial" w:hint="eastAsia"/>
                              <w:b/>
                              <w:lang w:eastAsia="ja-JP"/>
                            </w:rPr>
                            <w:t xml:space="preserve">　</w:t>
                          </w:r>
                        </w:p>
                        <w:p w14:paraId="78CAFB94" w14:textId="461E40DE" w:rsidR="001C4D87" w:rsidRPr="00FC7968" w:rsidRDefault="001C4D87" w:rsidP="00B26997">
                          <w:pPr>
                            <w:rPr>
                              <w:rFonts w:ascii="ＭＳ 明朝" w:eastAsia="ＭＳ 明朝" w:hAnsi="ＭＳ 明朝"/>
                              <w:b/>
                              <w:lang w:eastAsia="ja-JP"/>
                            </w:rPr>
                          </w:pPr>
                          <w:r>
                            <w:rPr>
                              <w:rFonts w:ascii="ＭＳ 明朝" w:eastAsia="ＭＳ 明朝" w:hAnsi="ＭＳ 明朝" w:hint="eastAsia"/>
                              <w:b/>
                              <w:lang w:eastAsia="ja-JP"/>
                            </w:rPr>
                            <w:t>グローバル・リーダー</w:t>
                          </w:r>
                          <w:r>
                            <w:rPr>
                              <w:rFonts w:ascii="ＭＳ 明朝" w:eastAsia="ＭＳ 明朝" w:hAnsi="ＭＳ 明朝"/>
                              <w:b/>
                              <w:lang w:eastAsia="ja-JP"/>
                            </w:rPr>
                            <w:t>育成、スウェーデン研修</w:t>
                          </w:r>
                          <w:r>
                            <w:rPr>
                              <w:rFonts w:ascii="ＭＳ 明朝" w:eastAsia="ＭＳ 明朝" w:hAnsi="ＭＳ 明朝" w:hint="eastAsia"/>
                              <w:b/>
                              <w:lang w:eastAsia="ja-JP"/>
                            </w:rPr>
                            <w:t>プログラム</w:t>
                          </w:r>
                          <w:r w:rsidR="00F66DDB">
                            <w:rPr>
                              <w:rFonts w:ascii="Arial" w:eastAsia="ＭＳ 明朝" w:hAnsi="Arial" w:cs="Arial" w:hint="eastAsia"/>
                              <w:b/>
                              <w:lang w:eastAsia="ja-JP"/>
                            </w:rPr>
                            <w:t>201</w:t>
                          </w:r>
                          <w:r w:rsidR="00F66DDB">
                            <w:rPr>
                              <w:rFonts w:ascii="Arial" w:eastAsia="ＭＳ 明朝" w:hAnsi="Arial" w:cs="Arial"/>
                              <w:b/>
                              <w:lang w:eastAsia="ja-JP"/>
                            </w:rPr>
                            <w:t>6</w:t>
                          </w:r>
                          <w:r>
                            <w:rPr>
                              <w:rFonts w:ascii="Arial" w:eastAsia="ＭＳ 明朝" w:hAnsi="Arial" w:cs="Arial" w:hint="eastAsia"/>
                              <w:b/>
                              <w:lang w:eastAsia="ja-JP"/>
                            </w:rPr>
                            <w:t>年度</w:t>
                          </w:r>
                          <w:r>
                            <w:rPr>
                              <w:rFonts w:ascii="Arial" w:eastAsia="ＭＳ 明朝" w:hAnsi="Arial" w:cs="Arial"/>
                              <w:b/>
                              <w:lang w:eastAsia="ja-JP"/>
                            </w:rPr>
                            <w:t>募集</w:t>
                          </w:r>
                          <w:r w:rsidRPr="003B7625">
                            <w:rPr>
                              <w:rFonts w:ascii="Arial" w:eastAsia="ＭＳ 明朝" w:hAnsi="Arial" w:cs="Arial" w:hint="eastAsia"/>
                              <w:b/>
                              <w:lang w:eastAsia="ja-JP"/>
                            </w:rPr>
                            <w:t>【申請書】</w:t>
                          </w:r>
                        </w:p>
                        <w:p w14:paraId="1E224DD6" w14:textId="77777777" w:rsidR="001C4D87" w:rsidRPr="003B7625" w:rsidRDefault="001C4D87" w:rsidP="00B26997">
                          <w:pPr>
                            <w:rPr>
                              <w:rFonts w:ascii="Arial" w:eastAsia="ＭＳ 明朝" w:hAnsi="Arial" w:cs="Arial"/>
                              <w:b/>
                              <w:lang w:eastAsia="ja-JP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A436D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0;margin-top:18.05pt;width:540pt;height:4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" filled="f" stroked="f">
              <v:textbox>
                <w:txbxContent>
                  <w:p w14:paraId="5EF4C348" w14:textId="77777777" w:rsidR="00FC7968" w:rsidRDefault="001C4D87" w:rsidP="00B26997">
                    <w:pPr>
                      <w:rPr>
                        <w:rFonts w:ascii="Arial" w:eastAsia="ＭＳ 明朝" w:hAnsi="Arial" w:cs="Arial"/>
                        <w:b/>
                        <w:lang w:eastAsia="ja-JP"/>
                      </w:rPr>
                    </w:pPr>
                    <w:r w:rsidRPr="00310C99">
                      <w:rPr>
                        <w:rFonts w:ascii="Arial" w:eastAsia="ＭＳ 明朝" w:hAnsi="Arial" w:cs="Arial" w:hint="eastAsia"/>
                        <w:b/>
                        <w:lang w:eastAsia="ja-JP"/>
                      </w:rPr>
                      <w:t>東京大学</w:t>
                    </w:r>
                    <w:r w:rsidR="00FC7968">
                      <w:rPr>
                        <w:rFonts w:ascii="Arial" w:eastAsia="ＭＳ 明朝" w:hAnsi="Arial" w:cs="Arial" w:hint="eastAsia"/>
                        <w:b/>
                        <w:lang w:eastAsia="ja-JP"/>
                      </w:rPr>
                      <w:t>大学院</w:t>
                    </w:r>
                    <w:r w:rsidR="00FC7968">
                      <w:rPr>
                        <w:rFonts w:ascii="Arial" w:eastAsia="ＭＳ 明朝" w:hAnsi="Arial" w:cs="Arial"/>
                        <w:b/>
                        <w:lang w:eastAsia="ja-JP"/>
                      </w:rPr>
                      <w:t>教育学研究科・</w:t>
                    </w:r>
                    <w:r w:rsidRPr="00310C99">
                      <w:rPr>
                        <w:rFonts w:ascii="Arial" w:eastAsia="ＭＳ 明朝" w:hAnsi="Arial" w:cs="Arial"/>
                        <w:b/>
                        <w:lang w:eastAsia="ja-JP"/>
                      </w:rPr>
                      <w:t>教育学部</w:t>
                    </w:r>
                    <w:r>
                      <w:rPr>
                        <w:rFonts w:ascii="Arial" w:eastAsia="ＭＳ 明朝" w:hAnsi="Arial" w:cs="Arial" w:hint="eastAsia"/>
                        <w:b/>
                        <w:lang w:eastAsia="ja-JP"/>
                      </w:rPr>
                      <w:t xml:space="preserve">　</w:t>
                    </w:r>
                  </w:p>
                  <w:p w14:paraId="78CAFB94" w14:textId="461E40DE" w:rsidR="001C4D87" w:rsidRPr="00FC7968" w:rsidRDefault="001C4D87" w:rsidP="00B26997">
                    <w:pPr>
                      <w:rPr>
                        <w:rFonts w:ascii="ＭＳ 明朝" w:eastAsia="ＭＳ 明朝" w:hAnsi="ＭＳ 明朝"/>
                        <w:b/>
                        <w:lang w:eastAsia="ja-JP"/>
                      </w:rPr>
                    </w:pPr>
                    <w:r>
                      <w:rPr>
                        <w:rFonts w:ascii="ＭＳ 明朝" w:eastAsia="ＭＳ 明朝" w:hAnsi="ＭＳ 明朝" w:hint="eastAsia"/>
                        <w:b/>
                        <w:lang w:eastAsia="ja-JP"/>
                      </w:rPr>
                      <w:t>グローバル・リーダー</w:t>
                    </w:r>
                    <w:r>
                      <w:rPr>
                        <w:rFonts w:ascii="ＭＳ 明朝" w:eastAsia="ＭＳ 明朝" w:hAnsi="ＭＳ 明朝"/>
                        <w:b/>
                        <w:lang w:eastAsia="ja-JP"/>
                      </w:rPr>
                      <w:t>育成、スウェーデン研修</w:t>
                    </w:r>
                    <w:r>
                      <w:rPr>
                        <w:rFonts w:ascii="ＭＳ 明朝" w:eastAsia="ＭＳ 明朝" w:hAnsi="ＭＳ 明朝" w:hint="eastAsia"/>
                        <w:b/>
                        <w:lang w:eastAsia="ja-JP"/>
                      </w:rPr>
                      <w:t>プログラム</w:t>
                    </w:r>
                    <w:r w:rsidR="00F66DDB">
                      <w:rPr>
                        <w:rFonts w:ascii="Arial" w:eastAsia="ＭＳ 明朝" w:hAnsi="Arial" w:cs="Arial" w:hint="eastAsia"/>
                        <w:b/>
                        <w:lang w:eastAsia="ja-JP"/>
                      </w:rPr>
                      <w:t>201</w:t>
                    </w:r>
                    <w:r w:rsidR="00F66DDB">
                      <w:rPr>
                        <w:rFonts w:ascii="Arial" w:eastAsia="ＭＳ 明朝" w:hAnsi="Arial" w:cs="Arial"/>
                        <w:b/>
                        <w:lang w:eastAsia="ja-JP"/>
                      </w:rPr>
                      <w:t>6</w:t>
                    </w:r>
                    <w:r>
                      <w:rPr>
                        <w:rFonts w:ascii="Arial" w:eastAsia="ＭＳ 明朝" w:hAnsi="Arial" w:cs="Arial" w:hint="eastAsia"/>
                        <w:b/>
                        <w:lang w:eastAsia="ja-JP"/>
                      </w:rPr>
                      <w:t>年度</w:t>
                    </w:r>
                    <w:r>
                      <w:rPr>
                        <w:rFonts w:ascii="Arial" w:eastAsia="ＭＳ 明朝" w:hAnsi="Arial" w:cs="Arial"/>
                        <w:b/>
                        <w:lang w:eastAsia="ja-JP"/>
                      </w:rPr>
                      <w:t>募集</w:t>
                    </w:r>
                    <w:r w:rsidRPr="003B7625">
                      <w:rPr>
                        <w:rFonts w:ascii="Arial" w:eastAsia="ＭＳ 明朝" w:hAnsi="Arial" w:cs="Arial" w:hint="eastAsia"/>
                        <w:b/>
                        <w:lang w:eastAsia="ja-JP"/>
                      </w:rPr>
                      <w:t>【申請書】</w:t>
                    </w:r>
                  </w:p>
                  <w:p w14:paraId="1E224DD6" w14:textId="77777777" w:rsidR="001C4D87" w:rsidRPr="003B7625" w:rsidRDefault="001C4D87" w:rsidP="00B26997">
                    <w:pPr>
                      <w:rPr>
                        <w:rFonts w:ascii="Arial" w:eastAsia="ＭＳ 明朝" w:hAnsi="Arial" w:cs="Arial"/>
                        <w:b/>
                        <w:lang w:eastAsia="ja-JP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24526"/>
    <w:multiLevelType w:val="hybridMultilevel"/>
    <w:tmpl w:val="FE8AA08A"/>
    <w:lvl w:ilvl="0" w:tplc="6FB291B8">
      <w:start w:val="1"/>
      <w:numFmt w:val="decimal"/>
      <w:lvlText w:val="%1."/>
      <w:lvlJc w:val="left"/>
      <w:pPr>
        <w:ind w:left="720" w:hanging="720"/>
      </w:pPr>
      <w:rPr>
        <w:rFonts w:ascii="DFKai-SB" w:eastAsia="DFKai-SB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0304D"/>
    <w:multiLevelType w:val="hybridMultilevel"/>
    <w:tmpl w:val="DAB4DDD6"/>
    <w:lvl w:ilvl="0" w:tplc="A3CC706E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799CD9C4">
      <w:start w:val="1"/>
      <w:numFmt w:val="decimal"/>
      <w:lvlText w:val="(%3)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FC71905"/>
    <w:multiLevelType w:val="hybridMultilevel"/>
    <w:tmpl w:val="AB1E2734"/>
    <w:lvl w:ilvl="0" w:tplc="FFEA4CE6">
      <w:start w:val="1"/>
      <w:numFmt w:val="bullet"/>
      <w:lvlText w:val="□"/>
      <w:lvlJc w:val="left"/>
      <w:pPr>
        <w:ind w:left="360" w:hanging="360"/>
      </w:pPr>
      <w:rPr>
        <w:rFonts w:ascii="PMingLiU" w:eastAsia="PMingLiU" w:hAnsi="PMingLiU" w:cs="Arial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ADD4C30"/>
    <w:multiLevelType w:val="hybridMultilevel"/>
    <w:tmpl w:val="44E42A84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480"/>
  <w:drawingGridHorizontalSpacing w:val="110"/>
  <w:drawingGridVerticalSpacing w:val="16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620"/>
    <w:rsid w:val="00000465"/>
    <w:rsid w:val="000031A4"/>
    <w:rsid w:val="00003396"/>
    <w:rsid w:val="00004282"/>
    <w:rsid w:val="0001015E"/>
    <w:rsid w:val="00010B40"/>
    <w:rsid w:val="000114E3"/>
    <w:rsid w:val="0001236D"/>
    <w:rsid w:val="000163EC"/>
    <w:rsid w:val="00016D08"/>
    <w:rsid w:val="000219A9"/>
    <w:rsid w:val="00022BFE"/>
    <w:rsid w:val="00026A10"/>
    <w:rsid w:val="00027E17"/>
    <w:rsid w:val="00030614"/>
    <w:rsid w:val="0003365E"/>
    <w:rsid w:val="00035907"/>
    <w:rsid w:val="00040747"/>
    <w:rsid w:val="000407DC"/>
    <w:rsid w:val="000432F0"/>
    <w:rsid w:val="00043B1A"/>
    <w:rsid w:val="00047A37"/>
    <w:rsid w:val="00047B35"/>
    <w:rsid w:val="000512F8"/>
    <w:rsid w:val="000527A9"/>
    <w:rsid w:val="000531BA"/>
    <w:rsid w:val="00053450"/>
    <w:rsid w:val="000537FD"/>
    <w:rsid w:val="00053D1D"/>
    <w:rsid w:val="0005575B"/>
    <w:rsid w:val="00062194"/>
    <w:rsid w:val="00063CDD"/>
    <w:rsid w:val="000640C5"/>
    <w:rsid w:val="000651C4"/>
    <w:rsid w:val="000678E9"/>
    <w:rsid w:val="00077512"/>
    <w:rsid w:val="00083E1C"/>
    <w:rsid w:val="000853B5"/>
    <w:rsid w:val="00085A3A"/>
    <w:rsid w:val="000920A6"/>
    <w:rsid w:val="000944E1"/>
    <w:rsid w:val="0009457A"/>
    <w:rsid w:val="000A0D12"/>
    <w:rsid w:val="000A3B32"/>
    <w:rsid w:val="000A5620"/>
    <w:rsid w:val="000A6944"/>
    <w:rsid w:val="000B46A4"/>
    <w:rsid w:val="000C2CE7"/>
    <w:rsid w:val="000C6C5D"/>
    <w:rsid w:val="000D072C"/>
    <w:rsid w:val="000D2DE2"/>
    <w:rsid w:val="000D4F57"/>
    <w:rsid w:val="000D55E0"/>
    <w:rsid w:val="000E3346"/>
    <w:rsid w:val="000E4698"/>
    <w:rsid w:val="000E4EC6"/>
    <w:rsid w:val="000E5BE1"/>
    <w:rsid w:val="000E6273"/>
    <w:rsid w:val="000F06A3"/>
    <w:rsid w:val="000F0E26"/>
    <w:rsid w:val="000F22A8"/>
    <w:rsid w:val="000F54BD"/>
    <w:rsid w:val="001008CB"/>
    <w:rsid w:val="00101777"/>
    <w:rsid w:val="0010384A"/>
    <w:rsid w:val="00104CE2"/>
    <w:rsid w:val="00112259"/>
    <w:rsid w:val="001172DB"/>
    <w:rsid w:val="001221EE"/>
    <w:rsid w:val="0012445F"/>
    <w:rsid w:val="00126542"/>
    <w:rsid w:val="00132731"/>
    <w:rsid w:val="00135E32"/>
    <w:rsid w:val="0014333C"/>
    <w:rsid w:val="001450A9"/>
    <w:rsid w:val="00146B87"/>
    <w:rsid w:val="00146BE4"/>
    <w:rsid w:val="001503BC"/>
    <w:rsid w:val="00151326"/>
    <w:rsid w:val="00151C2E"/>
    <w:rsid w:val="00154B48"/>
    <w:rsid w:val="00155A25"/>
    <w:rsid w:val="00160CE1"/>
    <w:rsid w:val="00166AE2"/>
    <w:rsid w:val="0017001B"/>
    <w:rsid w:val="001756B4"/>
    <w:rsid w:val="0017674B"/>
    <w:rsid w:val="001834A3"/>
    <w:rsid w:val="00187653"/>
    <w:rsid w:val="00190F52"/>
    <w:rsid w:val="0019137E"/>
    <w:rsid w:val="00192BE9"/>
    <w:rsid w:val="00192CB9"/>
    <w:rsid w:val="00194BDD"/>
    <w:rsid w:val="0019549D"/>
    <w:rsid w:val="001968C8"/>
    <w:rsid w:val="001A222C"/>
    <w:rsid w:val="001A2468"/>
    <w:rsid w:val="001A6D2D"/>
    <w:rsid w:val="001A79EE"/>
    <w:rsid w:val="001B05DC"/>
    <w:rsid w:val="001B0956"/>
    <w:rsid w:val="001B546A"/>
    <w:rsid w:val="001C2F71"/>
    <w:rsid w:val="001C4D87"/>
    <w:rsid w:val="001C6516"/>
    <w:rsid w:val="001C7564"/>
    <w:rsid w:val="001C7CA5"/>
    <w:rsid w:val="001C7DDA"/>
    <w:rsid w:val="001D2B1A"/>
    <w:rsid w:val="001D6CB5"/>
    <w:rsid w:val="001E275C"/>
    <w:rsid w:val="001E691E"/>
    <w:rsid w:val="001F3DDF"/>
    <w:rsid w:val="0020260A"/>
    <w:rsid w:val="00205790"/>
    <w:rsid w:val="00221D44"/>
    <w:rsid w:val="00231607"/>
    <w:rsid w:val="00231AEF"/>
    <w:rsid w:val="0024647A"/>
    <w:rsid w:val="00246BC6"/>
    <w:rsid w:val="002511E0"/>
    <w:rsid w:val="00251E68"/>
    <w:rsid w:val="0025299D"/>
    <w:rsid w:val="0025340D"/>
    <w:rsid w:val="002554D6"/>
    <w:rsid w:val="002604C4"/>
    <w:rsid w:val="002622EE"/>
    <w:rsid w:val="0026706B"/>
    <w:rsid w:val="00270CCE"/>
    <w:rsid w:val="00275351"/>
    <w:rsid w:val="0027604E"/>
    <w:rsid w:val="002779CE"/>
    <w:rsid w:val="002802B7"/>
    <w:rsid w:val="00280387"/>
    <w:rsid w:val="00283ABF"/>
    <w:rsid w:val="002873F7"/>
    <w:rsid w:val="0029402F"/>
    <w:rsid w:val="002956EF"/>
    <w:rsid w:val="002A153A"/>
    <w:rsid w:val="002B4B3D"/>
    <w:rsid w:val="002B6CD5"/>
    <w:rsid w:val="002C13FB"/>
    <w:rsid w:val="002C3FFA"/>
    <w:rsid w:val="002C5776"/>
    <w:rsid w:val="002C648F"/>
    <w:rsid w:val="002D05B1"/>
    <w:rsid w:val="002D2C1E"/>
    <w:rsid w:val="002D7A8D"/>
    <w:rsid w:val="002D7B47"/>
    <w:rsid w:val="002E6E40"/>
    <w:rsid w:val="002F506F"/>
    <w:rsid w:val="002F5C87"/>
    <w:rsid w:val="002F6616"/>
    <w:rsid w:val="0030021E"/>
    <w:rsid w:val="00301ADF"/>
    <w:rsid w:val="00304B73"/>
    <w:rsid w:val="00310C99"/>
    <w:rsid w:val="00313AD8"/>
    <w:rsid w:val="003224B5"/>
    <w:rsid w:val="00323181"/>
    <w:rsid w:val="00333BB9"/>
    <w:rsid w:val="00335057"/>
    <w:rsid w:val="00341836"/>
    <w:rsid w:val="003512E3"/>
    <w:rsid w:val="003536F2"/>
    <w:rsid w:val="003553F4"/>
    <w:rsid w:val="00357192"/>
    <w:rsid w:val="00361485"/>
    <w:rsid w:val="00362B94"/>
    <w:rsid w:val="00363334"/>
    <w:rsid w:val="003646E7"/>
    <w:rsid w:val="00364CAD"/>
    <w:rsid w:val="003762A7"/>
    <w:rsid w:val="00382A77"/>
    <w:rsid w:val="00383D7E"/>
    <w:rsid w:val="00385373"/>
    <w:rsid w:val="0039012D"/>
    <w:rsid w:val="00396C1B"/>
    <w:rsid w:val="00396FAF"/>
    <w:rsid w:val="003A6BAA"/>
    <w:rsid w:val="003B02DA"/>
    <w:rsid w:val="003B03D6"/>
    <w:rsid w:val="003B1FDA"/>
    <w:rsid w:val="003B74CB"/>
    <w:rsid w:val="003B7625"/>
    <w:rsid w:val="003C42BC"/>
    <w:rsid w:val="003C5E42"/>
    <w:rsid w:val="003C7A69"/>
    <w:rsid w:val="003D38ED"/>
    <w:rsid w:val="003D4E65"/>
    <w:rsid w:val="003D65E3"/>
    <w:rsid w:val="003E244E"/>
    <w:rsid w:val="003E3086"/>
    <w:rsid w:val="003E3F56"/>
    <w:rsid w:val="003F15BC"/>
    <w:rsid w:val="003F1E0A"/>
    <w:rsid w:val="003F218B"/>
    <w:rsid w:val="003F2C21"/>
    <w:rsid w:val="003F45C9"/>
    <w:rsid w:val="00401015"/>
    <w:rsid w:val="00402DBD"/>
    <w:rsid w:val="0040480D"/>
    <w:rsid w:val="00406395"/>
    <w:rsid w:val="0041378E"/>
    <w:rsid w:val="00420231"/>
    <w:rsid w:val="00421316"/>
    <w:rsid w:val="00425AE8"/>
    <w:rsid w:val="00431920"/>
    <w:rsid w:val="00431980"/>
    <w:rsid w:val="004336C5"/>
    <w:rsid w:val="0043650F"/>
    <w:rsid w:val="00436CE5"/>
    <w:rsid w:val="00436D38"/>
    <w:rsid w:val="00445318"/>
    <w:rsid w:val="00445E49"/>
    <w:rsid w:val="00450E3D"/>
    <w:rsid w:val="004533D5"/>
    <w:rsid w:val="00456A30"/>
    <w:rsid w:val="00466653"/>
    <w:rsid w:val="00466DCF"/>
    <w:rsid w:val="0047049A"/>
    <w:rsid w:val="00471372"/>
    <w:rsid w:val="00473799"/>
    <w:rsid w:val="0047480C"/>
    <w:rsid w:val="00487D16"/>
    <w:rsid w:val="00492556"/>
    <w:rsid w:val="0049488D"/>
    <w:rsid w:val="00497682"/>
    <w:rsid w:val="004A41BA"/>
    <w:rsid w:val="004A47AB"/>
    <w:rsid w:val="004A5109"/>
    <w:rsid w:val="004B1D88"/>
    <w:rsid w:val="004B33A5"/>
    <w:rsid w:val="004B4C46"/>
    <w:rsid w:val="004C7028"/>
    <w:rsid w:val="004D0EDB"/>
    <w:rsid w:val="004D3613"/>
    <w:rsid w:val="004D6D01"/>
    <w:rsid w:val="004E0CF1"/>
    <w:rsid w:val="004E2856"/>
    <w:rsid w:val="004E7BBF"/>
    <w:rsid w:val="004F22C7"/>
    <w:rsid w:val="004F5D7D"/>
    <w:rsid w:val="004F64C1"/>
    <w:rsid w:val="00504B5C"/>
    <w:rsid w:val="005076C5"/>
    <w:rsid w:val="0051268C"/>
    <w:rsid w:val="0052418C"/>
    <w:rsid w:val="0052793D"/>
    <w:rsid w:val="005306DE"/>
    <w:rsid w:val="00532726"/>
    <w:rsid w:val="00533C72"/>
    <w:rsid w:val="00534AAD"/>
    <w:rsid w:val="005406D4"/>
    <w:rsid w:val="00541F7D"/>
    <w:rsid w:val="00542F68"/>
    <w:rsid w:val="005430ED"/>
    <w:rsid w:val="00543C34"/>
    <w:rsid w:val="005502FB"/>
    <w:rsid w:val="00550442"/>
    <w:rsid w:val="00550994"/>
    <w:rsid w:val="00551CE7"/>
    <w:rsid w:val="00562B14"/>
    <w:rsid w:val="00565F92"/>
    <w:rsid w:val="005736B3"/>
    <w:rsid w:val="00575ABC"/>
    <w:rsid w:val="005779AF"/>
    <w:rsid w:val="00584A1F"/>
    <w:rsid w:val="00585888"/>
    <w:rsid w:val="00590564"/>
    <w:rsid w:val="0059310E"/>
    <w:rsid w:val="00593357"/>
    <w:rsid w:val="005A1659"/>
    <w:rsid w:val="005A4F3E"/>
    <w:rsid w:val="005B1788"/>
    <w:rsid w:val="005C7B35"/>
    <w:rsid w:val="005D4D70"/>
    <w:rsid w:val="005D4FFB"/>
    <w:rsid w:val="005D69BE"/>
    <w:rsid w:val="005E5DD6"/>
    <w:rsid w:val="005F2EC1"/>
    <w:rsid w:val="00607FD4"/>
    <w:rsid w:val="006140FB"/>
    <w:rsid w:val="006148B7"/>
    <w:rsid w:val="00615175"/>
    <w:rsid w:val="00616D41"/>
    <w:rsid w:val="00623A83"/>
    <w:rsid w:val="00630A0E"/>
    <w:rsid w:val="0063427D"/>
    <w:rsid w:val="00636012"/>
    <w:rsid w:val="00640A67"/>
    <w:rsid w:val="00641D09"/>
    <w:rsid w:val="00647097"/>
    <w:rsid w:val="00651478"/>
    <w:rsid w:val="0065641A"/>
    <w:rsid w:val="00660428"/>
    <w:rsid w:val="00666123"/>
    <w:rsid w:val="006661D0"/>
    <w:rsid w:val="00667B02"/>
    <w:rsid w:val="006703E3"/>
    <w:rsid w:val="00671FCE"/>
    <w:rsid w:val="00672B2A"/>
    <w:rsid w:val="00680C6A"/>
    <w:rsid w:val="00684D19"/>
    <w:rsid w:val="006939BB"/>
    <w:rsid w:val="0069748D"/>
    <w:rsid w:val="00697584"/>
    <w:rsid w:val="006A3C3A"/>
    <w:rsid w:val="006C2120"/>
    <w:rsid w:val="006C39AE"/>
    <w:rsid w:val="006C5275"/>
    <w:rsid w:val="006D0FDD"/>
    <w:rsid w:val="006D27C9"/>
    <w:rsid w:val="006D3B54"/>
    <w:rsid w:val="006D46F9"/>
    <w:rsid w:val="006D609F"/>
    <w:rsid w:val="006E24C7"/>
    <w:rsid w:val="006E2742"/>
    <w:rsid w:val="006F2AD5"/>
    <w:rsid w:val="00701393"/>
    <w:rsid w:val="00701747"/>
    <w:rsid w:val="007017CB"/>
    <w:rsid w:val="00704AF2"/>
    <w:rsid w:val="00713CF1"/>
    <w:rsid w:val="0071683F"/>
    <w:rsid w:val="00717461"/>
    <w:rsid w:val="0071787A"/>
    <w:rsid w:val="007231FA"/>
    <w:rsid w:val="00734511"/>
    <w:rsid w:val="00742E6F"/>
    <w:rsid w:val="007439D8"/>
    <w:rsid w:val="00744B4A"/>
    <w:rsid w:val="00747116"/>
    <w:rsid w:val="007476A2"/>
    <w:rsid w:val="007528FF"/>
    <w:rsid w:val="00757746"/>
    <w:rsid w:val="007617C0"/>
    <w:rsid w:val="0076282F"/>
    <w:rsid w:val="007665A9"/>
    <w:rsid w:val="0077187B"/>
    <w:rsid w:val="00772161"/>
    <w:rsid w:val="0077259A"/>
    <w:rsid w:val="00775715"/>
    <w:rsid w:val="00776729"/>
    <w:rsid w:val="00777544"/>
    <w:rsid w:val="00782203"/>
    <w:rsid w:val="00782C27"/>
    <w:rsid w:val="00787DE5"/>
    <w:rsid w:val="00790933"/>
    <w:rsid w:val="007977A0"/>
    <w:rsid w:val="007979C2"/>
    <w:rsid w:val="007A2FD1"/>
    <w:rsid w:val="007A30CA"/>
    <w:rsid w:val="007A5793"/>
    <w:rsid w:val="007A5C1C"/>
    <w:rsid w:val="007C0C59"/>
    <w:rsid w:val="007C191D"/>
    <w:rsid w:val="007C2F44"/>
    <w:rsid w:val="007C4167"/>
    <w:rsid w:val="007C4235"/>
    <w:rsid w:val="007C5116"/>
    <w:rsid w:val="007C77F7"/>
    <w:rsid w:val="007D5124"/>
    <w:rsid w:val="007D5E29"/>
    <w:rsid w:val="007E06F2"/>
    <w:rsid w:val="007E4B9E"/>
    <w:rsid w:val="007E57A4"/>
    <w:rsid w:val="007E7A24"/>
    <w:rsid w:val="007F2667"/>
    <w:rsid w:val="007F2AF8"/>
    <w:rsid w:val="007F3E82"/>
    <w:rsid w:val="007F5D8B"/>
    <w:rsid w:val="007F676A"/>
    <w:rsid w:val="00802227"/>
    <w:rsid w:val="00810365"/>
    <w:rsid w:val="00817F61"/>
    <w:rsid w:val="008218E6"/>
    <w:rsid w:val="00823930"/>
    <w:rsid w:val="00826D33"/>
    <w:rsid w:val="0083196B"/>
    <w:rsid w:val="0083423A"/>
    <w:rsid w:val="008434A8"/>
    <w:rsid w:val="00851EE0"/>
    <w:rsid w:val="008531DD"/>
    <w:rsid w:val="008532AD"/>
    <w:rsid w:val="00856124"/>
    <w:rsid w:val="00856399"/>
    <w:rsid w:val="008569E6"/>
    <w:rsid w:val="008575BF"/>
    <w:rsid w:val="00863C97"/>
    <w:rsid w:val="00864440"/>
    <w:rsid w:val="00865FB0"/>
    <w:rsid w:val="00866F58"/>
    <w:rsid w:val="00874278"/>
    <w:rsid w:val="008758B5"/>
    <w:rsid w:val="00880470"/>
    <w:rsid w:val="0088203B"/>
    <w:rsid w:val="0088440D"/>
    <w:rsid w:val="00884925"/>
    <w:rsid w:val="0088790A"/>
    <w:rsid w:val="00893805"/>
    <w:rsid w:val="00896830"/>
    <w:rsid w:val="008A1105"/>
    <w:rsid w:val="008A3FBB"/>
    <w:rsid w:val="008B5E31"/>
    <w:rsid w:val="008B6110"/>
    <w:rsid w:val="008C7924"/>
    <w:rsid w:val="008C7B18"/>
    <w:rsid w:val="008D6A04"/>
    <w:rsid w:val="008D6CBF"/>
    <w:rsid w:val="008D7A86"/>
    <w:rsid w:val="008E21FD"/>
    <w:rsid w:val="008E256B"/>
    <w:rsid w:val="008E6600"/>
    <w:rsid w:val="008F00CD"/>
    <w:rsid w:val="008F08DE"/>
    <w:rsid w:val="008F5D27"/>
    <w:rsid w:val="008F68EF"/>
    <w:rsid w:val="0090166B"/>
    <w:rsid w:val="009039C6"/>
    <w:rsid w:val="0091225B"/>
    <w:rsid w:val="00914258"/>
    <w:rsid w:val="009177C7"/>
    <w:rsid w:val="00917E0C"/>
    <w:rsid w:val="00920501"/>
    <w:rsid w:val="00921886"/>
    <w:rsid w:val="00923068"/>
    <w:rsid w:val="0093249D"/>
    <w:rsid w:val="009411A1"/>
    <w:rsid w:val="00943145"/>
    <w:rsid w:val="00943A35"/>
    <w:rsid w:val="00950276"/>
    <w:rsid w:val="009507E5"/>
    <w:rsid w:val="00950F16"/>
    <w:rsid w:val="00954883"/>
    <w:rsid w:val="00957CB2"/>
    <w:rsid w:val="0096024E"/>
    <w:rsid w:val="00961944"/>
    <w:rsid w:val="00962153"/>
    <w:rsid w:val="00972408"/>
    <w:rsid w:val="00972732"/>
    <w:rsid w:val="00981FD9"/>
    <w:rsid w:val="00985E78"/>
    <w:rsid w:val="009870B0"/>
    <w:rsid w:val="009879F6"/>
    <w:rsid w:val="00991195"/>
    <w:rsid w:val="009913D5"/>
    <w:rsid w:val="009916E4"/>
    <w:rsid w:val="009921A9"/>
    <w:rsid w:val="00995194"/>
    <w:rsid w:val="009A07C0"/>
    <w:rsid w:val="009A1461"/>
    <w:rsid w:val="009A202F"/>
    <w:rsid w:val="009B5E15"/>
    <w:rsid w:val="009C66D1"/>
    <w:rsid w:val="009C67B7"/>
    <w:rsid w:val="009D340D"/>
    <w:rsid w:val="009D5E48"/>
    <w:rsid w:val="009E1871"/>
    <w:rsid w:val="009E247C"/>
    <w:rsid w:val="009E2765"/>
    <w:rsid w:val="009E698E"/>
    <w:rsid w:val="009F0FE5"/>
    <w:rsid w:val="009F1306"/>
    <w:rsid w:val="009F49E6"/>
    <w:rsid w:val="009F4E17"/>
    <w:rsid w:val="00A00C78"/>
    <w:rsid w:val="00A01A9A"/>
    <w:rsid w:val="00A036B5"/>
    <w:rsid w:val="00A03ADD"/>
    <w:rsid w:val="00A03DEB"/>
    <w:rsid w:val="00A0495B"/>
    <w:rsid w:val="00A06AC3"/>
    <w:rsid w:val="00A07FD5"/>
    <w:rsid w:val="00A10789"/>
    <w:rsid w:val="00A152BB"/>
    <w:rsid w:val="00A22C4F"/>
    <w:rsid w:val="00A26A77"/>
    <w:rsid w:val="00A318FF"/>
    <w:rsid w:val="00A31B3E"/>
    <w:rsid w:val="00A326FA"/>
    <w:rsid w:val="00A33034"/>
    <w:rsid w:val="00A33293"/>
    <w:rsid w:val="00A369CB"/>
    <w:rsid w:val="00A37F5F"/>
    <w:rsid w:val="00A41561"/>
    <w:rsid w:val="00A42D9D"/>
    <w:rsid w:val="00A467E0"/>
    <w:rsid w:val="00A475D7"/>
    <w:rsid w:val="00A542F7"/>
    <w:rsid w:val="00A549E3"/>
    <w:rsid w:val="00A55718"/>
    <w:rsid w:val="00A61E27"/>
    <w:rsid w:val="00A67CCA"/>
    <w:rsid w:val="00A720A1"/>
    <w:rsid w:val="00A72550"/>
    <w:rsid w:val="00A734A5"/>
    <w:rsid w:val="00A748A8"/>
    <w:rsid w:val="00A74D02"/>
    <w:rsid w:val="00A77571"/>
    <w:rsid w:val="00A80ABE"/>
    <w:rsid w:val="00A904EE"/>
    <w:rsid w:val="00A95A1F"/>
    <w:rsid w:val="00A96784"/>
    <w:rsid w:val="00A9705E"/>
    <w:rsid w:val="00AA1D4B"/>
    <w:rsid w:val="00AA2351"/>
    <w:rsid w:val="00AA475F"/>
    <w:rsid w:val="00AA643A"/>
    <w:rsid w:val="00AB2DDD"/>
    <w:rsid w:val="00AB35D5"/>
    <w:rsid w:val="00AB6FDE"/>
    <w:rsid w:val="00AC76F8"/>
    <w:rsid w:val="00AC7BF9"/>
    <w:rsid w:val="00AD1048"/>
    <w:rsid w:val="00AD2E10"/>
    <w:rsid w:val="00AE36A1"/>
    <w:rsid w:val="00AF1C8E"/>
    <w:rsid w:val="00AF297E"/>
    <w:rsid w:val="00AF2DE0"/>
    <w:rsid w:val="00AF4DFE"/>
    <w:rsid w:val="00AF6DEA"/>
    <w:rsid w:val="00B01C2F"/>
    <w:rsid w:val="00B03712"/>
    <w:rsid w:val="00B11ECA"/>
    <w:rsid w:val="00B12B4E"/>
    <w:rsid w:val="00B13B5D"/>
    <w:rsid w:val="00B144EF"/>
    <w:rsid w:val="00B160D9"/>
    <w:rsid w:val="00B16947"/>
    <w:rsid w:val="00B26997"/>
    <w:rsid w:val="00B30A48"/>
    <w:rsid w:val="00B34EFD"/>
    <w:rsid w:val="00B378E3"/>
    <w:rsid w:val="00B44948"/>
    <w:rsid w:val="00B466BA"/>
    <w:rsid w:val="00B46BDA"/>
    <w:rsid w:val="00B47100"/>
    <w:rsid w:val="00B50846"/>
    <w:rsid w:val="00B71A1C"/>
    <w:rsid w:val="00B72C02"/>
    <w:rsid w:val="00B75637"/>
    <w:rsid w:val="00B828FF"/>
    <w:rsid w:val="00B829F1"/>
    <w:rsid w:val="00B830E5"/>
    <w:rsid w:val="00B83A2D"/>
    <w:rsid w:val="00B87D48"/>
    <w:rsid w:val="00B97947"/>
    <w:rsid w:val="00BA1191"/>
    <w:rsid w:val="00BA3907"/>
    <w:rsid w:val="00BA7AE3"/>
    <w:rsid w:val="00BB46B0"/>
    <w:rsid w:val="00BC3CAE"/>
    <w:rsid w:val="00BC73A0"/>
    <w:rsid w:val="00BD0031"/>
    <w:rsid w:val="00BD0473"/>
    <w:rsid w:val="00BD2190"/>
    <w:rsid w:val="00BD371F"/>
    <w:rsid w:val="00BD3E56"/>
    <w:rsid w:val="00BF5806"/>
    <w:rsid w:val="00BF5FEF"/>
    <w:rsid w:val="00C00B6A"/>
    <w:rsid w:val="00C010B6"/>
    <w:rsid w:val="00C02D7C"/>
    <w:rsid w:val="00C050F2"/>
    <w:rsid w:val="00C05251"/>
    <w:rsid w:val="00C05DD6"/>
    <w:rsid w:val="00C07953"/>
    <w:rsid w:val="00C11836"/>
    <w:rsid w:val="00C14C73"/>
    <w:rsid w:val="00C14F0E"/>
    <w:rsid w:val="00C172CD"/>
    <w:rsid w:val="00C220C2"/>
    <w:rsid w:val="00C25603"/>
    <w:rsid w:val="00C25884"/>
    <w:rsid w:val="00C259B8"/>
    <w:rsid w:val="00C26941"/>
    <w:rsid w:val="00C30ECA"/>
    <w:rsid w:val="00C4121E"/>
    <w:rsid w:val="00C418BD"/>
    <w:rsid w:val="00C4433F"/>
    <w:rsid w:val="00C446A2"/>
    <w:rsid w:val="00C50DA8"/>
    <w:rsid w:val="00C52839"/>
    <w:rsid w:val="00C61AC7"/>
    <w:rsid w:val="00C65C6B"/>
    <w:rsid w:val="00C7127D"/>
    <w:rsid w:val="00C73A3F"/>
    <w:rsid w:val="00C76A10"/>
    <w:rsid w:val="00C84DBF"/>
    <w:rsid w:val="00C901C9"/>
    <w:rsid w:val="00C97491"/>
    <w:rsid w:val="00CA35DA"/>
    <w:rsid w:val="00CB0FE9"/>
    <w:rsid w:val="00CB1BCB"/>
    <w:rsid w:val="00CC08CD"/>
    <w:rsid w:val="00CC1C87"/>
    <w:rsid w:val="00CC3EE2"/>
    <w:rsid w:val="00CD0B1F"/>
    <w:rsid w:val="00CD102B"/>
    <w:rsid w:val="00CD137A"/>
    <w:rsid w:val="00CD2E61"/>
    <w:rsid w:val="00CE1C05"/>
    <w:rsid w:val="00CE4D53"/>
    <w:rsid w:val="00CE6A43"/>
    <w:rsid w:val="00CF4545"/>
    <w:rsid w:val="00CF5EB1"/>
    <w:rsid w:val="00CF747E"/>
    <w:rsid w:val="00D02D04"/>
    <w:rsid w:val="00D03179"/>
    <w:rsid w:val="00D0739E"/>
    <w:rsid w:val="00D14DE3"/>
    <w:rsid w:val="00D1762A"/>
    <w:rsid w:val="00D27A5B"/>
    <w:rsid w:val="00D30786"/>
    <w:rsid w:val="00D32282"/>
    <w:rsid w:val="00D34FB9"/>
    <w:rsid w:val="00D370FF"/>
    <w:rsid w:val="00D45BC6"/>
    <w:rsid w:val="00D461E6"/>
    <w:rsid w:val="00D47B54"/>
    <w:rsid w:val="00D5084E"/>
    <w:rsid w:val="00D52E9E"/>
    <w:rsid w:val="00D57549"/>
    <w:rsid w:val="00D57A13"/>
    <w:rsid w:val="00D66B2B"/>
    <w:rsid w:val="00D7238B"/>
    <w:rsid w:val="00D72AD8"/>
    <w:rsid w:val="00D76474"/>
    <w:rsid w:val="00D85150"/>
    <w:rsid w:val="00D916F2"/>
    <w:rsid w:val="00D92280"/>
    <w:rsid w:val="00DA263E"/>
    <w:rsid w:val="00DA49C7"/>
    <w:rsid w:val="00DA5294"/>
    <w:rsid w:val="00DA6211"/>
    <w:rsid w:val="00DA6D58"/>
    <w:rsid w:val="00DB05D2"/>
    <w:rsid w:val="00DB5A75"/>
    <w:rsid w:val="00DB743A"/>
    <w:rsid w:val="00DD377F"/>
    <w:rsid w:val="00DD4BFC"/>
    <w:rsid w:val="00DD4F30"/>
    <w:rsid w:val="00DD7E6E"/>
    <w:rsid w:val="00DE0C2F"/>
    <w:rsid w:val="00DE2F35"/>
    <w:rsid w:val="00DE52BC"/>
    <w:rsid w:val="00DE6AFC"/>
    <w:rsid w:val="00DE74B2"/>
    <w:rsid w:val="00DF043B"/>
    <w:rsid w:val="00E0150A"/>
    <w:rsid w:val="00E03497"/>
    <w:rsid w:val="00E165D1"/>
    <w:rsid w:val="00E22C98"/>
    <w:rsid w:val="00E30D1D"/>
    <w:rsid w:val="00E30D53"/>
    <w:rsid w:val="00E35BD4"/>
    <w:rsid w:val="00E454C4"/>
    <w:rsid w:val="00E4630E"/>
    <w:rsid w:val="00E47255"/>
    <w:rsid w:val="00E47621"/>
    <w:rsid w:val="00E50617"/>
    <w:rsid w:val="00E57DE7"/>
    <w:rsid w:val="00E63586"/>
    <w:rsid w:val="00E66FFA"/>
    <w:rsid w:val="00E75E33"/>
    <w:rsid w:val="00E81588"/>
    <w:rsid w:val="00E86C9B"/>
    <w:rsid w:val="00E952C8"/>
    <w:rsid w:val="00E95728"/>
    <w:rsid w:val="00E96861"/>
    <w:rsid w:val="00EA5D74"/>
    <w:rsid w:val="00EB25BD"/>
    <w:rsid w:val="00EB327D"/>
    <w:rsid w:val="00EB5550"/>
    <w:rsid w:val="00EC1FC0"/>
    <w:rsid w:val="00ED6996"/>
    <w:rsid w:val="00EE4C0D"/>
    <w:rsid w:val="00EE6DD3"/>
    <w:rsid w:val="00EF4843"/>
    <w:rsid w:val="00EF4885"/>
    <w:rsid w:val="00EF7026"/>
    <w:rsid w:val="00F00157"/>
    <w:rsid w:val="00F002DA"/>
    <w:rsid w:val="00F029ED"/>
    <w:rsid w:val="00F050D1"/>
    <w:rsid w:val="00F06396"/>
    <w:rsid w:val="00F070D9"/>
    <w:rsid w:val="00F15B69"/>
    <w:rsid w:val="00F17198"/>
    <w:rsid w:val="00F20672"/>
    <w:rsid w:val="00F21321"/>
    <w:rsid w:val="00F22B60"/>
    <w:rsid w:val="00F2448A"/>
    <w:rsid w:val="00F3082D"/>
    <w:rsid w:val="00F31876"/>
    <w:rsid w:val="00F34BA8"/>
    <w:rsid w:val="00F36701"/>
    <w:rsid w:val="00F43731"/>
    <w:rsid w:val="00F44FBB"/>
    <w:rsid w:val="00F471C8"/>
    <w:rsid w:val="00F52FCE"/>
    <w:rsid w:val="00F542A4"/>
    <w:rsid w:val="00F54543"/>
    <w:rsid w:val="00F55301"/>
    <w:rsid w:val="00F56D52"/>
    <w:rsid w:val="00F579D6"/>
    <w:rsid w:val="00F66DDB"/>
    <w:rsid w:val="00F76842"/>
    <w:rsid w:val="00F76B90"/>
    <w:rsid w:val="00F80C31"/>
    <w:rsid w:val="00F8406C"/>
    <w:rsid w:val="00F844BA"/>
    <w:rsid w:val="00F855E8"/>
    <w:rsid w:val="00F9260F"/>
    <w:rsid w:val="00F929F9"/>
    <w:rsid w:val="00F9758C"/>
    <w:rsid w:val="00F97AFB"/>
    <w:rsid w:val="00FA506D"/>
    <w:rsid w:val="00FB4F90"/>
    <w:rsid w:val="00FB772B"/>
    <w:rsid w:val="00FC05EF"/>
    <w:rsid w:val="00FC7968"/>
    <w:rsid w:val="00FD1E1D"/>
    <w:rsid w:val="00FD344B"/>
    <w:rsid w:val="00FD3A32"/>
    <w:rsid w:val="00FD5393"/>
    <w:rsid w:val="00FD58F2"/>
    <w:rsid w:val="00FD73C2"/>
    <w:rsid w:val="00FD77F2"/>
    <w:rsid w:val="00FE2816"/>
    <w:rsid w:val="00FE32C5"/>
    <w:rsid w:val="00FF1649"/>
    <w:rsid w:val="00FF4B85"/>
    <w:rsid w:val="00FF5447"/>
    <w:rsid w:val="00FF5ED6"/>
    <w:rsid w:val="00FF7BF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12C5CD5"/>
  <w15:docId w15:val="{EB345A81-BEE9-47A3-98DF-D297F6F5B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620"/>
    <w:pPr>
      <w:widowControl w:val="0"/>
    </w:pPr>
    <w:rPr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562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0A5620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6604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ヘッダー (文字)"/>
    <w:link w:val="a5"/>
    <w:uiPriority w:val="99"/>
    <w:rsid w:val="00660428"/>
    <w:rPr>
      <w:kern w:val="2"/>
    </w:rPr>
  </w:style>
  <w:style w:type="paragraph" w:styleId="a7">
    <w:name w:val="footer"/>
    <w:basedOn w:val="a"/>
    <w:link w:val="a8"/>
    <w:uiPriority w:val="99"/>
    <w:rsid w:val="006604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フッター (文字)"/>
    <w:link w:val="a7"/>
    <w:uiPriority w:val="99"/>
    <w:rsid w:val="00660428"/>
    <w:rPr>
      <w:kern w:val="2"/>
    </w:rPr>
  </w:style>
  <w:style w:type="paragraph" w:styleId="a9">
    <w:name w:val="List Paragraph"/>
    <w:basedOn w:val="a"/>
    <w:uiPriority w:val="34"/>
    <w:qFormat/>
    <w:rsid w:val="009A1461"/>
    <w:pPr>
      <w:ind w:leftChars="200" w:left="480"/>
    </w:pPr>
    <w:rPr>
      <w:rFonts w:ascii="Calibri" w:hAnsi="Calibri"/>
      <w:szCs w:val="22"/>
    </w:rPr>
  </w:style>
  <w:style w:type="character" w:styleId="aa">
    <w:name w:val="Placeholder Text"/>
    <w:uiPriority w:val="99"/>
    <w:semiHidden/>
    <w:rsid w:val="006C2120"/>
    <w:rPr>
      <w:color w:val="808080"/>
    </w:rPr>
  </w:style>
  <w:style w:type="character" w:styleId="ab">
    <w:name w:val="annotation reference"/>
    <w:rsid w:val="000E4698"/>
    <w:rPr>
      <w:sz w:val="18"/>
      <w:szCs w:val="18"/>
    </w:rPr>
  </w:style>
  <w:style w:type="paragraph" w:styleId="ac">
    <w:name w:val="annotation text"/>
    <w:basedOn w:val="a"/>
    <w:link w:val="ad"/>
    <w:rsid w:val="000E4698"/>
  </w:style>
  <w:style w:type="character" w:customStyle="1" w:styleId="ad">
    <w:name w:val="コメント文字列 (文字)"/>
    <w:link w:val="ac"/>
    <w:rsid w:val="000E4698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0E4698"/>
    <w:rPr>
      <w:b/>
      <w:bCs/>
    </w:rPr>
  </w:style>
  <w:style w:type="character" w:customStyle="1" w:styleId="af">
    <w:name w:val="コメント内容 (文字)"/>
    <w:link w:val="ae"/>
    <w:rsid w:val="000E4698"/>
    <w:rPr>
      <w:b/>
      <w:bCs/>
      <w:kern w:val="2"/>
      <w:sz w:val="24"/>
      <w:szCs w:val="24"/>
    </w:rPr>
  </w:style>
  <w:style w:type="paragraph" w:styleId="af0">
    <w:name w:val="Revision"/>
    <w:hidden/>
    <w:uiPriority w:val="99"/>
    <w:semiHidden/>
    <w:rsid w:val="000E4698"/>
    <w:rPr>
      <w:kern w:val="2"/>
      <w:sz w:val="24"/>
      <w:szCs w:val="24"/>
      <w:lang w:eastAsia="zh-TW"/>
    </w:rPr>
  </w:style>
  <w:style w:type="paragraph" w:styleId="af1">
    <w:name w:val="Balloon Text"/>
    <w:basedOn w:val="a"/>
    <w:link w:val="af2"/>
    <w:rsid w:val="000E4698"/>
    <w:rPr>
      <w:rFonts w:ascii="Cambria" w:hAnsi="Cambria"/>
      <w:sz w:val="18"/>
      <w:szCs w:val="18"/>
    </w:rPr>
  </w:style>
  <w:style w:type="character" w:customStyle="1" w:styleId="af2">
    <w:name w:val="吹き出し (文字)"/>
    <w:link w:val="af1"/>
    <w:rsid w:val="000E4698"/>
    <w:rPr>
      <w:rFonts w:ascii="Cambria" w:eastAsia="PMingLiU" w:hAnsi="Cambria" w:cs="Times New Roman"/>
      <w:kern w:val="2"/>
      <w:sz w:val="18"/>
      <w:szCs w:val="18"/>
    </w:rPr>
  </w:style>
  <w:style w:type="character" w:styleId="af3">
    <w:name w:val="FollowedHyperlink"/>
    <w:rsid w:val="00AF6DE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935F4-81A6-4C68-96B0-B1E038F4A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9F7C7BF0</Template>
  <TotalTime>0</TotalTime>
  <Pages>2</Pages>
  <Words>595</Words>
  <Characters>521</Characters>
  <Application>Microsoft Office Word</Application>
  <DocSecurity>4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>Microsoft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竹内　明子</cp:lastModifiedBy>
  <cp:revision>2</cp:revision>
  <cp:lastPrinted>2016-06-14T05:40:00Z</cp:lastPrinted>
  <dcterms:created xsi:type="dcterms:W3CDTF">2016-08-19T01:49:00Z</dcterms:created>
  <dcterms:modified xsi:type="dcterms:W3CDTF">2016-08-19T01:49:00Z</dcterms:modified>
</cp:coreProperties>
</file>