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A4E01" w14:textId="77777777" w:rsidR="00347FAE" w:rsidRDefault="00DA059D" w:rsidP="00416B0E">
      <w:pPr>
        <w:spacing w:line="300" w:lineRule="exact"/>
        <w:jc w:val="left"/>
        <w:rPr>
          <w:rFonts w:ascii="Verdana" w:hAnsi="Verdana"/>
          <w:b/>
          <w:noProof/>
          <w:sz w:val="24"/>
        </w:rPr>
      </w:pPr>
      <w:r w:rsidRPr="00DA059D">
        <w:rPr>
          <w:rFonts w:hint="eastAsia"/>
          <w:b/>
          <w:sz w:val="24"/>
        </w:rPr>
        <w:t>ストックホルム</w:t>
      </w:r>
      <w:r w:rsidRPr="00DA059D">
        <w:rPr>
          <w:b/>
          <w:sz w:val="24"/>
        </w:rPr>
        <w:t>大学教育学部</w:t>
      </w:r>
      <w:r w:rsidRPr="00DA059D">
        <w:rPr>
          <w:rFonts w:hint="eastAsia"/>
          <w:b/>
          <w:sz w:val="24"/>
        </w:rPr>
        <w:t xml:space="preserve">への交換留学派遣候補学生　</w:t>
      </w:r>
      <w:r w:rsidRPr="00DA059D">
        <w:rPr>
          <w:rFonts w:hint="eastAsia"/>
          <w:b/>
          <w:sz w:val="24"/>
        </w:rPr>
        <w:t>2015</w:t>
      </w:r>
      <w:r w:rsidRPr="00DA059D">
        <w:rPr>
          <w:b/>
          <w:sz w:val="24"/>
        </w:rPr>
        <w:t>年度</w:t>
      </w:r>
      <w:r w:rsidR="009A5173">
        <w:rPr>
          <w:rFonts w:ascii="Verdana" w:hAnsi="Verdana" w:hint="eastAsia"/>
          <w:b/>
          <w:noProof/>
          <w:sz w:val="24"/>
        </w:rPr>
        <w:t xml:space="preserve">　</w:t>
      </w:r>
    </w:p>
    <w:p w14:paraId="63B1B258" w14:textId="659F5B5F" w:rsidR="004918D9" w:rsidRDefault="00D17240" w:rsidP="00416B0E">
      <w:pPr>
        <w:spacing w:line="300" w:lineRule="exact"/>
        <w:jc w:val="left"/>
        <w:rPr>
          <w:rFonts w:ascii="Verdana" w:hAnsi="Verdana"/>
          <w:b/>
          <w:sz w:val="24"/>
        </w:rPr>
      </w:pPr>
      <w:r w:rsidRPr="004918D9">
        <w:rPr>
          <w:rFonts w:ascii="Verdana" w:hAnsi="Verdana"/>
          <w:b/>
          <w:sz w:val="24"/>
        </w:rPr>
        <w:t>申請</w:t>
      </w:r>
      <w:r w:rsidR="00247419" w:rsidRPr="004918D9">
        <w:rPr>
          <w:rFonts w:ascii="Verdana" w:hAnsi="Verdana"/>
          <w:b/>
          <w:sz w:val="24"/>
        </w:rPr>
        <w:t>書</w:t>
      </w:r>
    </w:p>
    <w:p w14:paraId="57613862" w14:textId="5DF6CDBD" w:rsidR="00375804" w:rsidRPr="0004670E" w:rsidRDefault="00347FAE" w:rsidP="00347FAE">
      <w:pPr>
        <w:tabs>
          <w:tab w:val="left" w:pos="6720"/>
        </w:tabs>
        <w:spacing w:line="300" w:lineRule="exact"/>
        <w:jc w:val="left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ab/>
      </w:r>
    </w:p>
    <w:p w14:paraId="47BCE32A" w14:textId="34639AC0" w:rsidR="00375804" w:rsidRPr="00865B4F" w:rsidRDefault="001A236A" w:rsidP="00375804">
      <w:pPr>
        <w:spacing w:line="300" w:lineRule="exact"/>
        <w:jc w:val="right"/>
        <w:rPr>
          <w:rFonts w:ascii="Verdana" w:hAnsi="Verdana"/>
          <w:sz w:val="24"/>
        </w:rPr>
      </w:pPr>
      <w:r w:rsidRPr="00865B4F">
        <w:rPr>
          <w:rFonts w:ascii="Verdana" w:hAnsi="Verdana" w:hint="eastAsia"/>
          <w:sz w:val="24"/>
        </w:rPr>
        <w:t>201</w:t>
      </w:r>
      <w:r w:rsidR="00152B76" w:rsidRPr="00865B4F">
        <w:rPr>
          <w:rFonts w:ascii="Verdana" w:hAnsi="Verdana" w:hint="eastAsia"/>
          <w:sz w:val="24"/>
        </w:rPr>
        <w:t xml:space="preserve">　</w:t>
      </w:r>
      <w:r w:rsidRPr="00865B4F">
        <w:rPr>
          <w:rFonts w:ascii="Verdana" w:hAnsi="Verdana" w:hint="eastAsia"/>
          <w:sz w:val="24"/>
        </w:rPr>
        <w:t>年　　月　　日</w:t>
      </w:r>
    </w:p>
    <w:tbl>
      <w:tblPr>
        <w:tblStyle w:val="ab"/>
        <w:tblW w:w="5000" w:type="pct"/>
        <w:jc w:val="center"/>
        <w:tblLook w:val="04A0" w:firstRow="1" w:lastRow="0" w:firstColumn="1" w:lastColumn="0" w:noHBand="0" w:noVBand="1"/>
      </w:tblPr>
      <w:tblGrid>
        <w:gridCol w:w="2263"/>
        <w:gridCol w:w="1843"/>
        <w:gridCol w:w="2083"/>
        <w:gridCol w:w="1496"/>
        <w:gridCol w:w="2509"/>
      </w:tblGrid>
      <w:tr w:rsidR="007018E3" w:rsidRPr="00865B4F" w14:paraId="142C0D46" w14:textId="77777777" w:rsidTr="00FE5A88">
        <w:trPr>
          <w:trHeight w:val="944"/>
          <w:jc w:val="center"/>
        </w:trPr>
        <w:tc>
          <w:tcPr>
            <w:tcW w:w="2263" w:type="dxa"/>
          </w:tcPr>
          <w:p w14:paraId="47D0FB4E" w14:textId="57D5C93C" w:rsidR="007018E3" w:rsidRPr="00865B4F" w:rsidRDefault="007018E3" w:rsidP="004A7DE2">
            <w:pPr>
              <w:spacing w:line="240" w:lineRule="exact"/>
              <w:rPr>
                <w:rFonts w:ascii="Arial" w:eastAsia="ＭＳ Ｐ明朝" w:hAnsi="Arial" w:cs="Arial"/>
                <w:sz w:val="20"/>
                <w:szCs w:val="20"/>
              </w:rPr>
            </w:pPr>
            <w:r w:rsidRPr="00865B4F">
              <w:rPr>
                <w:rFonts w:ascii="Arial" w:eastAsia="ＭＳ Ｐ明朝" w:hAnsi="ＭＳ Ｐ明朝" w:cs="Arial"/>
                <w:sz w:val="20"/>
                <w:szCs w:val="20"/>
              </w:rPr>
              <w:t>氏名</w:t>
            </w:r>
          </w:p>
          <w:p w14:paraId="3745ACBD" w14:textId="3CC182ED" w:rsidR="007018E3" w:rsidRPr="00865B4F" w:rsidRDefault="004D4D72" w:rsidP="004D437A">
            <w:pPr>
              <w:spacing w:line="240" w:lineRule="exact"/>
              <w:jc w:val="left"/>
              <w:rPr>
                <w:rFonts w:ascii="Verdana" w:hAnsi="Verdana"/>
                <w:sz w:val="24"/>
              </w:rPr>
            </w:pPr>
            <w:r>
              <w:rPr>
                <w:rFonts w:ascii="ＭＳ Ｐ明朝" w:eastAsia="ＭＳ Ｐ明朝" w:hAnsi="ＭＳ Ｐ明朝" w:cs="Arial"/>
                <w:sz w:val="16"/>
                <w:szCs w:val="16"/>
              </w:rPr>
              <w:t>*</w:t>
            </w:r>
            <w:r w:rsidR="007018E3" w:rsidRPr="002969A2">
              <w:rPr>
                <w:rFonts w:ascii="Arial" w:eastAsia="ＭＳ Ｐ明朝" w:hAnsi="ＭＳ Ｐ明朝" w:cs="Arial"/>
                <w:sz w:val="16"/>
                <w:szCs w:val="16"/>
              </w:rPr>
              <w:t>日本語</w:t>
            </w:r>
            <w:r w:rsidR="007018E3" w:rsidRPr="002969A2">
              <w:rPr>
                <w:rFonts w:ascii="Arial" w:eastAsia="ＭＳ Ｐ明朝" w:hAnsi="ＭＳ Ｐ明朝" w:cs="Arial" w:hint="eastAsia"/>
                <w:sz w:val="16"/>
                <w:szCs w:val="16"/>
              </w:rPr>
              <w:t>表記</w:t>
            </w:r>
            <w:r w:rsidR="007018E3" w:rsidRPr="002969A2">
              <w:rPr>
                <w:rFonts w:ascii="Arial" w:eastAsia="ＭＳ Ｐ明朝" w:hAnsi="ＭＳ Ｐ明朝" w:cs="Arial"/>
                <w:sz w:val="16"/>
                <w:szCs w:val="16"/>
              </w:rPr>
              <w:t>及び</w:t>
            </w:r>
            <w:r w:rsidRPr="002969A2">
              <w:rPr>
                <w:rFonts w:ascii="Arial" w:eastAsia="ＭＳ Ｐ明朝" w:hAnsi="ＭＳ Ｐ明朝" w:cs="Arial" w:hint="eastAsia"/>
                <w:sz w:val="16"/>
                <w:szCs w:val="16"/>
              </w:rPr>
              <w:t>パスポートのアルファベット表</w:t>
            </w:r>
            <w:r w:rsidR="007018E3" w:rsidRPr="002969A2">
              <w:rPr>
                <w:rFonts w:ascii="Arial" w:eastAsia="ＭＳ Ｐ明朝" w:hAnsi="ＭＳ Ｐ明朝" w:cs="Arial"/>
                <w:sz w:val="16"/>
                <w:szCs w:val="16"/>
              </w:rPr>
              <w:t>記</w:t>
            </w:r>
          </w:p>
        </w:tc>
        <w:tc>
          <w:tcPr>
            <w:tcW w:w="3926" w:type="dxa"/>
            <w:gridSpan w:val="2"/>
            <w:vAlign w:val="center"/>
          </w:tcPr>
          <w:p w14:paraId="07009A7E" w14:textId="77777777" w:rsidR="007018E3" w:rsidRPr="00865B4F" w:rsidRDefault="007018E3" w:rsidP="007018E3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865B4F">
              <w:rPr>
                <w:rFonts w:ascii="Arial" w:hAnsi="Verdana" w:cs="Arial"/>
                <w:sz w:val="20"/>
                <w:szCs w:val="20"/>
              </w:rPr>
              <w:t>例）東大　太郎</w:t>
            </w:r>
          </w:p>
          <w:p w14:paraId="3D33805B" w14:textId="77777777" w:rsidR="007018E3" w:rsidRPr="00865B4F" w:rsidRDefault="007018E3" w:rsidP="00B94A5E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 w:rsidRPr="00865B4F">
              <w:rPr>
                <w:rFonts w:ascii="Arial" w:hAnsi="Arial" w:cs="Arial"/>
                <w:sz w:val="20"/>
                <w:szCs w:val="20"/>
              </w:rPr>
              <w:t>TODAI Taro</w:t>
            </w:r>
            <w:r w:rsidRPr="00865B4F">
              <w:rPr>
                <w:rFonts w:ascii="Arial" w:hAnsi="Verdana" w:cs="Arial"/>
                <w:sz w:val="20"/>
                <w:szCs w:val="20"/>
              </w:rPr>
              <w:t xml:space="preserve">　</w:t>
            </w:r>
            <w:r w:rsidRPr="00865B4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865B4F">
              <w:rPr>
                <w:rFonts w:ascii="Arial" w:hAnsi="Arial" w:cs="Arial"/>
                <w:sz w:val="20"/>
                <w:szCs w:val="20"/>
              </w:rPr>
              <w:t>FAMILY→Given</w:t>
            </w:r>
            <w:proofErr w:type="spellEnd"/>
            <w:r w:rsidRPr="00865B4F">
              <w:rPr>
                <w:rFonts w:ascii="Arial" w:hAnsi="Arial" w:cs="Arial"/>
                <w:sz w:val="20"/>
                <w:szCs w:val="20"/>
              </w:rPr>
              <w:t>)</w:t>
            </w:r>
            <w:r w:rsidRPr="00865B4F">
              <w:rPr>
                <w:rFonts w:ascii="Arial" w:hAnsi="Verdana" w:cs="Arial"/>
                <w:sz w:val="20"/>
                <w:szCs w:val="20"/>
              </w:rPr>
              <w:t xml:space="preserve">　　</w:t>
            </w:r>
          </w:p>
        </w:tc>
        <w:tc>
          <w:tcPr>
            <w:tcW w:w="1496" w:type="dxa"/>
            <w:vAlign w:val="center"/>
          </w:tcPr>
          <w:p w14:paraId="7BCFFFD1" w14:textId="77777777" w:rsidR="007018E3" w:rsidRPr="00865B4F" w:rsidRDefault="007018E3" w:rsidP="007018E3">
            <w:pPr>
              <w:spacing w:line="300" w:lineRule="exact"/>
              <w:rPr>
                <w:rFonts w:ascii="Verdana" w:hAnsi="Verdana"/>
                <w:sz w:val="24"/>
              </w:rPr>
            </w:pPr>
            <w:r w:rsidRPr="00865B4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865B4F">
              <w:rPr>
                <w:rFonts w:ascii="Arial" w:hAnsi="Verdana" w:cs="Arial"/>
                <w:color w:val="000000"/>
                <w:sz w:val="20"/>
                <w:szCs w:val="20"/>
              </w:rPr>
              <w:t>．</w:t>
            </w: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>学籍番号</w:t>
            </w:r>
          </w:p>
        </w:tc>
        <w:tc>
          <w:tcPr>
            <w:tcW w:w="2509" w:type="dxa"/>
            <w:vAlign w:val="center"/>
          </w:tcPr>
          <w:p w14:paraId="7595F02E" w14:textId="77777777" w:rsidR="007018E3" w:rsidRPr="00865B4F" w:rsidRDefault="007018E3" w:rsidP="0065449E">
            <w:pPr>
              <w:spacing w:line="300" w:lineRule="exact"/>
              <w:rPr>
                <w:rFonts w:ascii="Verdana" w:hAnsi="Verdana"/>
                <w:sz w:val="24"/>
              </w:rPr>
            </w:pPr>
          </w:p>
        </w:tc>
      </w:tr>
      <w:tr w:rsidR="007018E3" w:rsidRPr="00865B4F" w14:paraId="36320861" w14:textId="77777777" w:rsidTr="00FE5A88">
        <w:trPr>
          <w:trHeight w:val="926"/>
          <w:jc w:val="center"/>
        </w:trPr>
        <w:tc>
          <w:tcPr>
            <w:tcW w:w="2263" w:type="dxa"/>
            <w:vAlign w:val="center"/>
          </w:tcPr>
          <w:p w14:paraId="7905F3F1" w14:textId="722A374D" w:rsidR="007018E3" w:rsidRPr="00865B4F" w:rsidRDefault="007018E3" w:rsidP="007018E3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 w:rsidRPr="00865B4F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基本情報</w:t>
            </w:r>
          </w:p>
        </w:tc>
        <w:tc>
          <w:tcPr>
            <w:tcW w:w="7931" w:type="dxa"/>
            <w:gridSpan w:val="4"/>
            <w:vAlign w:val="center"/>
          </w:tcPr>
          <w:p w14:paraId="746C699F" w14:textId="1B489C88" w:rsidR="007018E3" w:rsidRPr="00865B4F" w:rsidRDefault="007018E3" w:rsidP="007018E3">
            <w:pPr>
              <w:spacing w:line="240" w:lineRule="exact"/>
              <w:rPr>
                <w:rFonts w:ascii="Verdana" w:hAnsi="Verdana"/>
                <w:color w:val="000000"/>
                <w:sz w:val="20"/>
                <w:szCs w:val="20"/>
              </w:rPr>
            </w:pP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年齢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   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　歳</w:t>
            </w:r>
            <w:r w:rsidRPr="00865B4F">
              <w:rPr>
                <w:rFonts w:ascii="Verdana" w:hAnsi="Verdana" w:hint="eastAsia"/>
                <w:color w:val="000000"/>
                <w:sz w:val="16"/>
                <w:szCs w:val="16"/>
              </w:rPr>
              <w:t>（</w:t>
            </w:r>
            <w:r w:rsidRPr="00865B4F">
              <w:rPr>
                <w:rFonts w:ascii="Verdana" w:hAnsi="Verdana" w:hint="eastAsia"/>
                <w:color w:val="000000"/>
                <w:sz w:val="16"/>
                <w:szCs w:val="16"/>
              </w:rPr>
              <w:t>201</w:t>
            </w:r>
            <w:r w:rsidR="00007882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  <w:r w:rsidRPr="00865B4F">
              <w:rPr>
                <w:rFonts w:ascii="Verdana" w:hAnsi="Verdana" w:hint="eastAsia"/>
                <w:color w:val="000000"/>
                <w:sz w:val="16"/>
                <w:szCs w:val="16"/>
              </w:rPr>
              <w:t>年</w:t>
            </w:r>
            <w:r w:rsidRPr="00865B4F">
              <w:rPr>
                <w:rFonts w:ascii="Verdana" w:hAnsi="Verdana" w:hint="eastAsia"/>
                <w:color w:val="000000"/>
                <w:sz w:val="16"/>
                <w:szCs w:val="16"/>
              </w:rPr>
              <w:t>4</w:t>
            </w:r>
            <w:r w:rsidRPr="00865B4F">
              <w:rPr>
                <w:rFonts w:ascii="Verdana" w:hAnsi="Verdana" w:hint="eastAsia"/>
                <w:color w:val="000000"/>
                <w:sz w:val="16"/>
                <w:szCs w:val="16"/>
              </w:rPr>
              <w:t>月</w:t>
            </w:r>
            <w:r w:rsidRPr="00865B4F">
              <w:rPr>
                <w:rFonts w:ascii="Verdana" w:hAnsi="Verdana" w:hint="eastAsia"/>
                <w:color w:val="000000"/>
                <w:sz w:val="16"/>
                <w:szCs w:val="16"/>
              </w:rPr>
              <w:t>1</w:t>
            </w:r>
            <w:r w:rsidRPr="00865B4F">
              <w:rPr>
                <w:rFonts w:ascii="Verdana" w:hAnsi="Verdana" w:hint="eastAsia"/>
                <w:color w:val="000000"/>
                <w:sz w:val="16"/>
                <w:szCs w:val="16"/>
              </w:rPr>
              <w:t xml:space="preserve">日現在）　　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生年月日：西暦　年　月　日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  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性別：</w:t>
            </w:r>
          </w:p>
          <w:p w14:paraId="7E1CE960" w14:textId="21C9589C" w:rsidR="007018E3" w:rsidRPr="00865B4F" w:rsidRDefault="007018E3" w:rsidP="0029652B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国籍：</w:t>
            </w:r>
            <w:r w:rsidRPr="00865B4F">
              <w:rPr>
                <w:rFonts w:ascii="Verdana" w:hAnsi="Verdana" w:hint="eastAsia"/>
                <w:sz w:val="20"/>
                <w:szCs w:val="20"/>
              </w:rPr>
              <w:t xml:space="preserve">　　</w:t>
            </w:r>
            <w:r w:rsidR="00FD2F63">
              <w:rPr>
                <w:rFonts w:ascii="Verdana" w:hAnsi="Verdana" w:hint="eastAsia"/>
                <w:sz w:val="20"/>
                <w:szCs w:val="20"/>
              </w:rPr>
              <w:t xml:space="preserve">  </w:t>
            </w:r>
            <w:r w:rsidR="00B0338E">
              <w:rPr>
                <w:rFonts w:ascii="Verdana" w:hAnsi="Verdana" w:hint="eastAsia"/>
                <w:sz w:val="20"/>
                <w:szCs w:val="20"/>
              </w:rPr>
              <w:t xml:space="preserve">　</w:t>
            </w:r>
            <w:r w:rsidR="00EC4B38">
              <w:rPr>
                <w:rFonts w:ascii="Verdana" w:hAnsi="Verdana" w:hint="eastAsia"/>
                <w:sz w:val="20"/>
                <w:szCs w:val="20"/>
              </w:rPr>
              <w:t xml:space="preserve">　</w:t>
            </w:r>
            <w:r w:rsidR="0029652B">
              <w:rPr>
                <w:rFonts w:ascii="Verdana" w:hAnsi="Verdana" w:hint="eastAsia"/>
                <w:sz w:val="20"/>
                <w:szCs w:val="20"/>
              </w:rPr>
              <w:t>（</w:t>
            </w:r>
            <w:r w:rsidR="00B0338E">
              <w:rPr>
                <w:rFonts w:ascii="Verdana" w:hAnsi="Verdana" w:hint="eastAsia"/>
                <w:sz w:val="20"/>
                <w:szCs w:val="20"/>
              </w:rPr>
              <w:t>日本国籍以外</w:t>
            </w:r>
            <w:r w:rsidRPr="00865B4F">
              <w:rPr>
                <w:rFonts w:ascii="Verdana" w:hAnsi="Verdana" w:hint="eastAsia"/>
                <w:sz w:val="20"/>
                <w:szCs w:val="20"/>
              </w:rPr>
              <w:t>の場合）日本永住許可の有無</w:t>
            </w:r>
            <w:r w:rsidR="0029652B">
              <w:rPr>
                <w:rFonts w:ascii="Verdana" w:hAnsi="Verdana" w:hint="eastAsia"/>
                <w:sz w:val="20"/>
                <w:szCs w:val="20"/>
              </w:rPr>
              <w:t xml:space="preserve">：　</w:t>
            </w:r>
            <w:r w:rsidRPr="00865B4F">
              <w:rPr>
                <w:rFonts w:ascii="Verdana" w:hAnsi="Verdana" w:hint="eastAsia"/>
                <w:sz w:val="20"/>
                <w:szCs w:val="20"/>
              </w:rPr>
              <w:t>有・無</w:t>
            </w:r>
          </w:p>
        </w:tc>
      </w:tr>
      <w:tr w:rsidR="007018E3" w:rsidRPr="00865B4F" w14:paraId="62A9BF9D" w14:textId="77777777" w:rsidTr="00FE5A88">
        <w:trPr>
          <w:trHeight w:val="1171"/>
          <w:jc w:val="center"/>
        </w:trPr>
        <w:tc>
          <w:tcPr>
            <w:tcW w:w="2263" w:type="dxa"/>
            <w:vAlign w:val="center"/>
          </w:tcPr>
          <w:p w14:paraId="3878387F" w14:textId="6A34CF64" w:rsidR="007018E3" w:rsidRPr="00865B4F" w:rsidRDefault="007018E3" w:rsidP="007018E3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 w:rsidRPr="00865B4F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本人</w:t>
            </w:r>
            <w:r w:rsidRPr="00865B4F">
              <w:rPr>
                <w:rFonts w:ascii="Arial" w:eastAsia="ＭＳ Ｐ明朝" w:hAnsi="ＭＳ Ｐ明朝" w:cs="Arial" w:hint="eastAsia"/>
                <w:color w:val="000000"/>
                <w:sz w:val="20"/>
                <w:szCs w:val="20"/>
              </w:rPr>
              <w:t>の連絡先</w:t>
            </w:r>
          </w:p>
        </w:tc>
        <w:tc>
          <w:tcPr>
            <w:tcW w:w="7931" w:type="dxa"/>
            <w:gridSpan w:val="4"/>
            <w:vAlign w:val="center"/>
          </w:tcPr>
          <w:p w14:paraId="771C3002" w14:textId="77777777" w:rsidR="007018E3" w:rsidRPr="00865B4F" w:rsidRDefault="007018E3" w:rsidP="00E859A9">
            <w:pPr>
              <w:spacing w:line="240" w:lineRule="exact"/>
              <w:rPr>
                <w:rFonts w:ascii="Verdana" w:hAnsi="Verdana"/>
                <w:color w:val="000000"/>
                <w:sz w:val="20"/>
                <w:szCs w:val="20"/>
              </w:rPr>
            </w:pP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携帯電話番号：</w:t>
            </w:r>
          </w:p>
          <w:p w14:paraId="0F6AAEB2" w14:textId="77777777" w:rsidR="007018E3" w:rsidRPr="00865B4F" w:rsidRDefault="007018E3" w:rsidP="00E859A9">
            <w:pPr>
              <w:spacing w:line="240" w:lineRule="exact"/>
              <w:rPr>
                <w:rFonts w:ascii="Verdana" w:hAnsi="Verdana"/>
                <w:color w:val="000000"/>
                <w:sz w:val="20"/>
                <w:szCs w:val="20"/>
              </w:rPr>
            </w:pP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E-mail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（携帯電話不可）：</w:t>
            </w:r>
          </w:p>
          <w:p w14:paraId="0170E264" w14:textId="44591F08" w:rsidR="00A35351" w:rsidRPr="00865B4F" w:rsidRDefault="007018E3" w:rsidP="007B56D3">
            <w:pPr>
              <w:spacing w:line="300" w:lineRule="exact"/>
              <w:rPr>
                <w:rFonts w:ascii="Verdana" w:hAnsi="Verdana"/>
                <w:sz w:val="24"/>
              </w:rPr>
            </w:pP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住所：</w:t>
            </w: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>〒</w:t>
            </w:r>
          </w:p>
        </w:tc>
      </w:tr>
      <w:tr w:rsidR="007018E3" w:rsidRPr="00865B4F" w14:paraId="557FBFD0" w14:textId="77777777" w:rsidTr="00FE5A88">
        <w:trPr>
          <w:trHeight w:val="567"/>
          <w:jc w:val="center"/>
        </w:trPr>
        <w:tc>
          <w:tcPr>
            <w:tcW w:w="2263" w:type="dxa"/>
            <w:vAlign w:val="center"/>
          </w:tcPr>
          <w:p w14:paraId="2528C719" w14:textId="6AD83EC7" w:rsidR="007018E3" w:rsidRPr="00865B4F" w:rsidRDefault="007018E3" w:rsidP="007018E3">
            <w:pPr>
              <w:spacing w:line="240" w:lineRule="exact"/>
              <w:rPr>
                <w:rFonts w:ascii="Arial" w:eastAsia="ＭＳ Ｐ明朝" w:hAnsi="Arial" w:cs="Arial"/>
                <w:color w:val="000000"/>
                <w:sz w:val="20"/>
                <w:szCs w:val="20"/>
              </w:rPr>
            </w:pPr>
            <w:r w:rsidRPr="00865B4F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家族等関係者の</w:t>
            </w:r>
          </w:p>
          <w:p w14:paraId="286ADFF4" w14:textId="77777777" w:rsidR="007018E3" w:rsidRPr="00865B4F" w:rsidRDefault="007018E3" w:rsidP="005A7B82">
            <w:pPr>
              <w:spacing w:line="300" w:lineRule="exact"/>
              <w:ind w:firstLineChars="100" w:firstLine="200"/>
              <w:jc w:val="left"/>
              <w:rPr>
                <w:rFonts w:ascii="Verdana" w:hAnsi="Verdana"/>
                <w:sz w:val="24"/>
              </w:rPr>
            </w:pPr>
            <w:r w:rsidRPr="00865B4F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連絡先</w:t>
            </w:r>
            <w:r w:rsidRPr="00865B4F" w:rsidDel="00D249CC">
              <w:rPr>
                <w:rFonts w:ascii="Arial" w:eastAsia="ＭＳ Ｐ明朝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931" w:type="dxa"/>
            <w:gridSpan w:val="4"/>
            <w:vAlign w:val="center"/>
          </w:tcPr>
          <w:p w14:paraId="271E4D43" w14:textId="77777777" w:rsidR="007018E3" w:rsidRPr="00865B4F" w:rsidRDefault="007018E3" w:rsidP="007018E3">
            <w:pPr>
              <w:spacing w:line="240" w:lineRule="exact"/>
              <w:rPr>
                <w:rFonts w:ascii="Verdana" w:hAnsi="Verdana"/>
                <w:color w:val="000000"/>
                <w:sz w:val="20"/>
                <w:szCs w:val="20"/>
              </w:rPr>
            </w:pP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氏名：　　　　　　申請者との関係：　　電話番号</w:t>
            </w: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 xml:space="preserve"> :</w:t>
            </w:r>
          </w:p>
          <w:p w14:paraId="5F0B7476" w14:textId="47D91B70" w:rsidR="00A35351" w:rsidRPr="00865B4F" w:rsidRDefault="007018E3" w:rsidP="007B56D3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>住所</w:t>
            </w: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 xml:space="preserve">: </w:t>
            </w: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>〒</w:t>
            </w:r>
          </w:p>
        </w:tc>
      </w:tr>
      <w:tr w:rsidR="00FD339C" w:rsidRPr="00DA059D" w14:paraId="3D494996" w14:textId="77777777" w:rsidTr="00FE5A88">
        <w:trPr>
          <w:trHeight w:val="657"/>
          <w:jc w:val="center"/>
        </w:trPr>
        <w:tc>
          <w:tcPr>
            <w:tcW w:w="2263" w:type="dxa"/>
            <w:vAlign w:val="center"/>
          </w:tcPr>
          <w:p w14:paraId="20EE6C73" w14:textId="74B4E4FD" w:rsidR="00FD339C" w:rsidRPr="00865B4F" w:rsidRDefault="00FD339C" w:rsidP="00FD339C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>
              <w:rPr>
                <w:rFonts w:ascii="Arial" w:eastAsia="ＭＳ Ｐ明朝" w:hAnsi="ＭＳ Ｐ明朝" w:cs="Arial" w:hint="eastAsia"/>
                <w:color w:val="000000"/>
                <w:sz w:val="20"/>
                <w:szCs w:val="20"/>
              </w:rPr>
              <w:t>入進学</w:t>
            </w:r>
            <w:r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年月</w:t>
            </w:r>
          </w:p>
        </w:tc>
        <w:tc>
          <w:tcPr>
            <w:tcW w:w="7931" w:type="dxa"/>
            <w:gridSpan w:val="4"/>
            <w:vAlign w:val="center"/>
          </w:tcPr>
          <w:p w14:paraId="4F63A8A3" w14:textId="46D15E3C" w:rsidR="00FD339C" w:rsidRPr="008F5777" w:rsidRDefault="00FD339C" w:rsidP="00FD339C">
            <w:pPr>
              <w:spacing w:line="240" w:lineRule="exact"/>
              <w:jc w:val="left"/>
              <w:rPr>
                <w:rFonts w:eastAsia="ＭＳ Ｐ明朝" w:hAnsi="ＭＳ Ｐ明朝"/>
                <w:color w:val="000000"/>
                <w:sz w:val="20"/>
                <w:szCs w:val="20"/>
              </w:rPr>
            </w:pPr>
            <w:r>
              <w:rPr>
                <w:rFonts w:eastAsia="ＭＳ Ｐ明朝" w:hint="eastAsia"/>
                <w:color w:val="000000"/>
                <w:sz w:val="20"/>
                <w:szCs w:val="20"/>
              </w:rPr>
              <w:t>学部・修士</w:t>
            </w:r>
            <w:r>
              <w:rPr>
                <w:rFonts w:eastAsia="ＭＳ Ｐ明朝"/>
                <w:color w:val="000000"/>
                <w:sz w:val="20"/>
                <w:szCs w:val="20"/>
              </w:rPr>
              <w:t>・博士</w:t>
            </w:r>
            <w:r>
              <w:rPr>
                <w:rFonts w:eastAsia="ＭＳ Ｐ明朝" w:hint="eastAsia"/>
                <w:color w:val="000000"/>
                <w:sz w:val="20"/>
                <w:szCs w:val="20"/>
              </w:rPr>
              <w:t xml:space="preserve">　</w:t>
            </w:r>
            <w:r>
              <w:rPr>
                <w:rFonts w:eastAsia="ＭＳ Ｐ明朝"/>
                <w:color w:val="000000"/>
                <w:sz w:val="20"/>
                <w:szCs w:val="20"/>
              </w:rPr>
              <w:t xml:space="preserve">　　　</w:t>
            </w:r>
            <w:r>
              <w:rPr>
                <w:rFonts w:eastAsia="ＭＳ Ｐ明朝" w:hint="eastAsia"/>
                <w:color w:val="000000"/>
                <w:sz w:val="20"/>
                <w:szCs w:val="20"/>
              </w:rPr>
              <w:t xml:space="preserve">　</w:t>
            </w:r>
            <w:r>
              <w:rPr>
                <w:rFonts w:eastAsia="ＭＳ Ｐ明朝"/>
                <w:color w:val="000000"/>
                <w:sz w:val="20"/>
                <w:szCs w:val="20"/>
              </w:rPr>
              <w:t xml:space="preserve">　年　</w:t>
            </w:r>
            <w:r>
              <w:rPr>
                <w:rFonts w:eastAsia="ＭＳ Ｐ明朝" w:hint="eastAsia"/>
                <w:color w:val="000000"/>
                <w:sz w:val="20"/>
                <w:szCs w:val="20"/>
              </w:rPr>
              <w:t xml:space="preserve">　</w:t>
            </w:r>
            <w:r>
              <w:rPr>
                <w:rFonts w:eastAsia="ＭＳ Ｐ明朝"/>
                <w:color w:val="000000"/>
                <w:sz w:val="20"/>
                <w:szCs w:val="20"/>
              </w:rPr>
              <w:t xml:space="preserve">　　　　月</w:t>
            </w:r>
          </w:p>
        </w:tc>
      </w:tr>
      <w:tr w:rsidR="00FD339C" w:rsidRPr="00865B4F" w14:paraId="046670CC" w14:textId="77777777" w:rsidTr="00FE5A88">
        <w:trPr>
          <w:trHeight w:val="1304"/>
          <w:jc w:val="center"/>
        </w:trPr>
        <w:tc>
          <w:tcPr>
            <w:tcW w:w="2263" w:type="dxa"/>
            <w:vAlign w:val="center"/>
          </w:tcPr>
          <w:p w14:paraId="14A358CC" w14:textId="1F9A95DC" w:rsidR="00FD339C" w:rsidRPr="00865B4F" w:rsidRDefault="00FD339C" w:rsidP="00FD339C">
            <w:pPr>
              <w:spacing w:line="300" w:lineRule="exact"/>
              <w:rPr>
                <w:rFonts w:ascii="Verdana" w:hAnsi="Verdana"/>
                <w:sz w:val="24"/>
              </w:rPr>
            </w:pPr>
            <w:r w:rsidRPr="00865B4F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現在の所属・学年</w:t>
            </w:r>
          </w:p>
        </w:tc>
        <w:tc>
          <w:tcPr>
            <w:tcW w:w="7931" w:type="dxa"/>
            <w:gridSpan w:val="4"/>
            <w:vAlign w:val="center"/>
          </w:tcPr>
          <w:p w14:paraId="54B8F1E5" w14:textId="52E25C59" w:rsidR="00FD339C" w:rsidRDefault="00FD339C" w:rsidP="00FD339C">
            <w:pPr>
              <w:spacing w:line="240" w:lineRule="exact"/>
              <w:jc w:val="left"/>
              <w:rPr>
                <w:rFonts w:eastAsia="ＭＳ Ｐ明朝" w:hAnsi="ＭＳ Ｐ明朝"/>
                <w:color w:val="000000"/>
                <w:sz w:val="20"/>
                <w:szCs w:val="20"/>
              </w:rPr>
            </w:pPr>
            <w:r>
              <w:rPr>
                <w:rFonts w:eastAsia="ＭＳ Ｐ明朝" w:hAnsi="ＭＳ Ｐ明朝" w:hint="eastAsia"/>
                <w:color w:val="000000"/>
                <w:sz w:val="20"/>
                <w:szCs w:val="20"/>
              </w:rPr>
              <w:t>学科：</w:t>
            </w:r>
          </w:p>
          <w:p w14:paraId="5624C84A" w14:textId="50FD9AAC" w:rsidR="00FD339C" w:rsidRDefault="00FD339C" w:rsidP="00FD339C">
            <w:pPr>
              <w:spacing w:line="240" w:lineRule="exact"/>
              <w:jc w:val="left"/>
              <w:rPr>
                <w:rFonts w:eastAsia="ＭＳ Ｐ明朝" w:hAnsi="ＭＳ Ｐ明朝"/>
                <w:color w:val="000000"/>
                <w:sz w:val="20"/>
                <w:szCs w:val="20"/>
              </w:rPr>
            </w:pPr>
            <w:r>
              <w:rPr>
                <w:rFonts w:eastAsia="ＭＳ Ｐ明朝" w:hAnsi="ＭＳ Ｐ明朝" w:hint="eastAsia"/>
                <w:color w:val="000000"/>
                <w:sz w:val="20"/>
                <w:szCs w:val="20"/>
              </w:rPr>
              <w:t>専攻：</w:t>
            </w:r>
          </w:p>
          <w:p w14:paraId="5C24A083" w14:textId="2C23983F" w:rsidR="00FD339C" w:rsidRDefault="00FD339C" w:rsidP="00FD339C">
            <w:pPr>
              <w:spacing w:line="240" w:lineRule="exact"/>
              <w:jc w:val="left"/>
              <w:rPr>
                <w:rFonts w:eastAsia="ＭＳ Ｐ明朝" w:hAnsi="ＭＳ Ｐ明朝"/>
                <w:color w:val="000000"/>
                <w:sz w:val="20"/>
                <w:szCs w:val="20"/>
              </w:rPr>
            </w:pPr>
            <w:r>
              <w:rPr>
                <w:rFonts w:eastAsia="ＭＳ Ｐ明朝" w:hAnsi="ＭＳ Ｐ明朝" w:hint="eastAsia"/>
                <w:color w:val="000000"/>
                <w:sz w:val="20"/>
                <w:szCs w:val="20"/>
              </w:rPr>
              <w:t>コース：</w:t>
            </w:r>
          </w:p>
          <w:p w14:paraId="0FF9FCDD" w14:textId="13716468" w:rsidR="00FD339C" w:rsidRPr="00865B4F" w:rsidRDefault="00FD339C" w:rsidP="00FD339C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>
              <w:rPr>
                <w:rFonts w:eastAsia="ＭＳ Ｐ明朝" w:hAnsi="ＭＳ Ｐ明朝" w:hint="eastAsia"/>
                <w:color w:val="000000"/>
                <w:sz w:val="20"/>
                <w:szCs w:val="20"/>
              </w:rPr>
              <w:t>学年：</w:t>
            </w:r>
          </w:p>
        </w:tc>
      </w:tr>
      <w:tr w:rsidR="00FD339C" w:rsidRPr="00865B4F" w14:paraId="68D64177" w14:textId="77777777" w:rsidTr="00FE5A88">
        <w:trPr>
          <w:trHeight w:val="706"/>
          <w:jc w:val="center"/>
        </w:trPr>
        <w:tc>
          <w:tcPr>
            <w:tcW w:w="2263" w:type="dxa"/>
            <w:vAlign w:val="center"/>
          </w:tcPr>
          <w:p w14:paraId="380C2029" w14:textId="0873E547" w:rsidR="00FD339C" w:rsidRPr="00B8557A" w:rsidRDefault="00FD339C" w:rsidP="007018E3">
            <w:pPr>
              <w:spacing w:line="300" w:lineRule="exact"/>
              <w:rPr>
                <w:rFonts w:ascii="Arial" w:eastAsia="ＭＳ Ｐ明朝" w:hAnsi="Arial" w:cs="Arial"/>
                <w:color w:val="000000"/>
                <w:sz w:val="20"/>
                <w:szCs w:val="20"/>
              </w:rPr>
            </w:pPr>
            <w:r w:rsidRPr="00B8557A">
              <w:rPr>
                <w:rFonts w:eastAsia="ＭＳ Ｐ明朝" w:hAnsi="ＭＳ Ｐ明朝"/>
                <w:sz w:val="20"/>
                <w:szCs w:val="20"/>
              </w:rPr>
              <w:t>指導教員等氏名</w:t>
            </w:r>
          </w:p>
        </w:tc>
        <w:tc>
          <w:tcPr>
            <w:tcW w:w="7931" w:type="dxa"/>
            <w:gridSpan w:val="4"/>
            <w:vAlign w:val="center"/>
          </w:tcPr>
          <w:p w14:paraId="5494358A" w14:textId="77777777" w:rsidR="00FD339C" w:rsidRPr="00B8557A" w:rsidRDefault="00FD339C" w:rsidP="007018E3">
            <w:pPr>
              <w:spacing w:line="240" w:lineRule="exact"/>
              <w:rPr>
                <w:rFonts w:eastAsia="ＭＳ Ｐ明朝" w:hAnsi="ＭＳ Ｐ明朝"/>
                <w:sz w:val="20"/>
                <w:szCs w:val="20"/>
              </w:rPr>
            </w:pPr>
            <w:r w:rsidRPr="00B8557A">
              <w:rPr>
                <w:rFonts w:eastAsia="ＭＳ Ｐ明朝" w:hAnsi="ＭＳ Ｐ明朝"/>
                <w:sz w:val="20"/>
                <w:szCs w:val="20"/>
              </w:rPr>
              <w:t>（</w:t>
            </w:r>
            <w:r w:rsidRPr="00B8557A">
              <w:rPr>
                <w:rFonts w:eastAsia="ＭＳ Ｐ明朝" w:hAnsi="ＭＳ Ｐ明朝" w:hint="eastAsia"/>
                <w:sz w:val="20"/>
                <w:szCs w:val="20"/>
              </w:rPr>
              <w:t>大学院学生は</w:t>
            </w:r>
            <w:r w:rsidRPr="00B8557A">
              <w:rPr>
                <w:rFonts w:eastAsia="ＭＳ Ｐ明朝" w:hAnsi="ＭＳ Ｐ明朝"/>
                <w:sz w:val="20"/>
                <w:szCs w:val="20"/>
              </w:rPr>
              <w:t>指導教員</w:t>
            </w:r>
            <w:r w:rsidRPr="00B8557A">
              <w:rPr>
                <w:rFonts w:eastAsia="ＭＳ Ｐ明朝" w:hAnsi="ＭＳ Ｐ明朝" w:hint="eastAsia"/>
                <w:sz w:val="20"/>
                <w:szCs w:val="20"/>
              </w:rPr>
              <w:t>、学部学生はコース主任を記入</w:t>
            </w:r>
            <w:r w:rsidRPr="00B8557A">
              <w:rPr>
                <w:rFonts w:eastAsia="ＭＳ Ｐ明朝" w:hAnsi="ＭＳ Ｐ明朝"/>
                <w:sz w:val="20"/>
                <w:szCs w:val="20"/>
              </w:rPr>
              <w:t>）</w:t>
            </w:r>
          </w:p>
          <w:p w14:paraId="17CE8523" w14:textId="34F2B3D0" w:rsidR="00FD339C" w:rsidRPr="00B8557A" w:rsidRDefault="00FD339C" w:rsidP="007018E3">
            <w:pPr>
              <w:spacing w:line="240" w:lineRule="exact"/>
              <w:rPr>
                <w:rFonts w:eastAsia="ＭＳ Ｐ明朝"/>
                <w:color w:val="000000"/>
                <w:sz w:val="20"/>
                <w:szCs w:val="20"/>
              </w:rPr>
            </w:pPr>
          </w:p>
        </w:tc>
      </w:tr>
      <w:tr w:rsidR="003A06F8" w:rsidRPr="00865B4F" w14:paraId="6B98AF03" w14:textId="77777777" w:rsidTr="00FE5A88">
        <w:trPr>
          <w:trHeight w:val="1261"/>
          <w:jc w:val="center"/>
        </w:trPr>
        <w:tc>
          <w:tcPr>
            <w:tcW w:w="2263" w:type="dxa"/>
            <w:vAlign w:val="center"/>
          </w:tcPr>
          <w:p w14:paraId="74818562" w14:textId="7812AAA8" w:rsidR="003A06F8" w:rsidRPr="00865B4F" w:rsidRDefault="003A06F8" w:rsidP="003A06F8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 w:rsidRPr="00D010C5">
              <w:rPr>
                <w:rFonts w:ascii="Arial" w:eastAsia="ＭＳ Ｐ明朝" w:hAnsi="ＭＳ Ｐ明朝" w:cs="Arial"/>
                <w:sz w:val="18"/>
                <w:szCs w:val="20"/>
              </w:rPr>
              <w:t>留学した場合の入学から卒業・修了までの予定</w:t>
            </w:r>
          </w:p>
        </w:tc>
        <w:tc>
          <w:tcPr>
            <w:tcW w:w="7931" w:type="dxa"/>
            <w:gridSpan w:val="4"/>
            <w:tcBorders>
              <w:bottom w:val="single" w:sz="4" w:space="0" w:color="000000"/>
            </w:tcBorders>
            <w:vAlign w:val="center"/>
          </w:tcPr>
          <w:p w14:paraId="27E6FC4F" w14:textId="47203CCF" w:rsidR="003A06F8" w:rsidRPr="00F77393" w:rsidRDefault="003A06F8" w:rsidP="00431444">
            <w:pPr>
              <w:spacing w:line="276" w:lineRule="auto"/>
              <w:rPr>
                <w:rFonts w:eastAsia="ＭＳ Ｐ明朝" w:hAnsi="ＭＳ Ｐ明朝"/>
                <w:sz w:val="18"/>
                <w:szCs w:val="18"/>
              </w:rPr>
            </w:pPr>
            <w:r w:rsidRPr="00F77393">
              <w:rPr>
                <w:rFonts w:eastAsia="ＭＳ Ｐ明朝" w:hAnsi="ＭＳ Ｐ明朝" w:hint="eastAsia"/>
                <w:sz w:val="18"/>
                <w:szCs w:val="18"/>
                <w:u w:val="single"/>
              </w:rPr>
              <w:t>留学前の東大での授業履修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：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20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 xml:space="preserve">　　年（学年：　</w:t>
            </w:r>
            <w:r w:rsidR="00431444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年）の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[</w:t>
            </w:r>
            <w:r w:rsidR="00431444">
              <w:rPr>
                <w:rFonts w:eastAsia="ＭＳ Ｐ明朝" w:hAnsi="ＭＳ Ｐ明朝" w:hint="eastAsia"/>
                <w:sz w:val="18"/>
                <w:szCs w:val="18"/>
              </w:rPr>
              <w:t xml:space="preserve">　　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]</w:t>
            </w:r>
            <w:r w:rsidR="00FD339C">
              <w:rPr>
                <w:rFonts w:eastAsia="ＭＳ Ｐ明朝" w:hAnsi="ＭＳ Ｐ明朝" w:hint="eastAsia"/>
                <w:sz w:val="18"/>
                <w:szCs w:val="18"/>
              </w:rPr>
              <w:t>ターム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まで</w:t>
            </w:r>
          </w:p>
          <w:p w14:paraId="5689EE45" w14:textId="0348E5CC" w:rsidR="00F77393" w:rsidRDefault="003A06F8" w:rsidP="00431444">
            <w:pPr>
              <w:spacing w:line="276" w:lineRule="auto"/>
              <w:rPr>
                <w:rFonts w:eastAsia="ＭＳ Ｐ明朝" w:hAnsi="ＭＳ Ｐ明朝"/>
                <w:sz w:val="18"/>
                <w:szCs w:val="18"/>
              </w:rPr>
            </w:pPr>
            <w:r w:rsidRPr="00F77393">
              <w:rPr>
                <w:rFonts w:eastAsia="ＭＳ Ｐ明朝" w:hAnsi="ＭＳ Ｐ明朝" w:hint="eastAsia"/>
                <w:sz w:val="18"/>
                <w:szCs w:val="18"/>
                <w:u w:val="single"/>
              </w:rPr>
              <w:t>留学後の東大での授業履修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：</w:t>
            </w:r>
            <w:r w:rsidR="00C83253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20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 xml:space="preserve">　　年（学年：　</w:t>
            </w:r>
            <w:r w:rsidR="00431444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年）の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[</w:t>
            </w:r>
            <w:r w:rsidR="00431444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="00431444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]</w:t>
            </w:r>
            <w:r w:rsidR="00FD339C">
              <w:rPr>
                <w:rFonts w:eastAsia="ＭＳ Ｐ明朝" w:hAnsi="ＭＳ Ｐ明朝" w:hint="eastAsia"/>
                <w:sz w:val="18"/>
                <w:szCs w:val="18"/>
              </w:rPr>
              <w:t>ターム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から</w:t>
            </w:r>
          </w:p>
          <w:p w14:paraId="107ECD5A" w14:textId="204E2174" w:rsidR="00467B1E" w:rsidRPr="00865B4F" w:rsidRDefault="003A06F8" w:rsidP="00FD339C">
            <w:pPr>
              <w:spacing w:line="276" w:lineRule="auto"/>
              <w:rPr>
                <w:rFonts w:eastAsia="ＭＳ Ｐ明朝" w:hAnsi="ＭＳ Ｐ明朝"/>
                <w:sz w:val="18"/>
                <w:szCs w:val="18"/>
              </w:rPr>
            </w:pPr>
            <w:r w:rsidRPr="00F77393">
              <w:rPr>
                <w:rFonts w:eastAsia="ＭＳ Ｐ明朝" w:hAnsi="ＭＳ Ｐ明朝"/>
                <w:sz w:val="18"/>
                <w:szCs w:val="18"/>
                <w:u w:val="single"/>
              </w:rPr>
              <w:t>卒業・修了</w:t>
            </w:r>
            <w:r w:rsidRPr="00F77393">
              <w:rPr>
                <w:rFonts w:eastAsia="ＭＳ Ｐ明朝" w:hAnsi="ＭＳ Ｐ明朝" w:hint="eastAsia"/>
                <w:sz w:val="18"/>
                <w:szCs w:val="18"/>
                <w:u w:val="single"/>
              </w:rPr>
              <w:t>予定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：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20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 xml:space="preserve">　　</w:t>
            </w:r>
            <w:r w:rsidRPr="00F77393">
              <w:rPr>
                <w:rFonts w:eastAsia="ＭＳ Ｐ明朝" w:hAnsi="ＭＳ Ｐ明朝"/>
                <w:sz w:val="18"/>
                <w:szCs w:val="18"/>
              </w:rPr>
              <w:t>年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="00FD339C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Pr="00F77393">
              <w:rPr>
                <w:rFonts w:eastAsia="ＭＳ Ｐ明朝" w:hAnsi="ＭＳ Ｐ明朝"/>
                <w:sz w:val="18"/>
                <w:szCs w:val="18"/>
              </w:rPr>
              <w:t>月</w:t>
            </w:r>
          </w:p>
        </w:tc>
      </w:tr>
      <w:tr w:rsidR="00B8557A" w:rsidRPr="00865B4F" w14:paraId="78644D53" w14:textId="77777777" w:rsidTr="00FE5A88">
        <w:trPr>
          <w:jc w:val="center"/>
        </w:trPr>
        <w:tc>
          <w:tcPr>
            <w:tcW w:w="2263" w:type="dxa"/>
            <w:vMerge w:val="restart"/>
            <w:tcBorders>
              <w:right w:val="single" w:sz="4" w:space="0" w:color="000000"/>
            </w:tcBorders>
            <w:vAlign w:val="center"/>
          </w:tcPr>
          <w:p w14:paraId="32DF1FE5" w14:textId="0672867B" w:rsidR="00B8557A" w:rsidRPr="00D536C2" w:rsidRDefault="00B8557A" w:rsidP="00EE478A">
            <w:pPr>
              <w:spacing w:line="240" w:lineRule="exact"/>
              <w:rPr>
                <w:rFonts w:ascii="Arial" w:eastAsia="ＭＳ Ｐ明朝" w:hAnsi="Arial" w:cs="Arial"/>
                <w:color w:val="000000"/>
                <w:sz w:val="20"/>
                <w:szCs w:val="20"/>
              </w:rPr>
            </w:pPr>
            <w:r w:rsidRPr="00D536C2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留学希望</w:t>
            </w:r>
            <w:r w:rsidRPr="00D536C2">
              <w:rPr>
                <w:rFonts w:ascii="Arial" w:eastAsia="ＭＳ Ｐ明朝" w:hAnsi="ＭＳ Ｐ明朝" w:cs="Arial" w:hint="eastAsia"/>
                <w:color w:val="000000"/>
                <w:sz w:val="20"/>
                <w:szCs w:val="20"/>
              </w:rPr>
              <w:t>時期</w:t>
            </w:r>
          </w:p>
          <w:p w14:paraId="34D75947" w14:textId="77777777" w:rsidR="00B8557A" w:rsidRPr="00D536C2" w:rsidRDefault="00B8557A" w:rsidP="00EE478A">
            <w:pPr>
              <w:spacing w:line="240" w:lineRule="exact"/>
              <w:ind w:left="200" w:hangingChars="100" w:hanging="200"/>
              <w:rPr>
                <w:rFonts w:ascii="Arial" w:eastAsia="ＭＳ Ｐ明朝" w:hAnsi="Arial" w:cs="Arial"/>
                <w:color w:val="000000"/>
                <w:sz w:val="20"/>
                <w:szCs w:val="20"/>
              </w:rPr>
            </w:pPr>
          </w:p>
          <w:p w14:paraId="4CFD4571" w14:textId="01A59BCE" w:rsidR="00B8557A" w:rsidRPr="00865B4F" w:rsidRDefault="00B8557A" w:rsidP="00EE478A">
            <w:pPr>
              <w:spacing w:line="240" w:lineRule="exact"/>
              <w:ind w:left="180" w:hangingChars="100" w:hanging="180"/>
              <w:rPr>
                <w:rFonts w:ascii="Verdana" w:hAnsi="Verdana"/>
                <w:sz w:val="24"/>
              </w:rPr>
            </w:pPr>
            <w:r w:rsidRPr="00D536C2">
              <w:rPr>
                <w:rFonts w:ascii="Arial" w:eastAsia="ＭＳ Ｐ明朝" w:hAnsi="ＭＳ Ｐ明朝" w:cs="Arial"/>
                <w:color w:val="000000"/>
                <w:sz w:val="18"/>
                <w:szCs w:val="18"/>
              </w:rPr>
              <w:t>※</w:t>
            </w:r>
            <w:r w:rsidRPr="00D536C2">
              <w:rPr>
                <w:rFonts w:ascii="Arial" w:eastAsia="ＭＳ Ｐ明朝" w:hAnsi="ＭＳ Ｐ明朝" w:cs="Arial" w:hint="eastAsia"/>
                <w:color w:val="000000"/>
                <w:sz w:val="18"/>
                <w:szCs w:val="18"/>
              </w:rPr>
              <w:t>具体的</w:t>
            </w:r>
            <w:r w:rsidRPr="00D536C2">
              <w:rPr>
                <w:rFonts w:ascii="Arial" w:eastAsia="ＭＳ Ｐ明朝" w:hAnsi="ＭＳ Ｐ明朝" w:cs="Arial"/>
                <w:color w:val="000000"/>
                <w:sz w:val="18"/>
                <w:szCs w:val="18"/>
              </w:rPr>
              <w:t>な</w:t>
            </w:r>
            <w:r w:rsidRPr="00D536C2">
              <w:rPr>
                <w:rFonts w:ascii="Arial" w:eastAsia="ＭＳ Ｐ明朝" w:hAnsi="ＭＳ Ｐ明朝" w:cs="Arial" w:hint="eastAsia"/>
                <w:color w:val="000000"/>
                <w:sz w:val="18"/>
                <w:szCs w:val="18"/>
              </w:rPr>
              <w:t>開講期間</w:t>
            </w:r>
            <w:r w:rsidRPr="00D536C2">
              <w:rPr>
                <w:rFonts w:ascii="Arial" w:eastAsia="ＭＳ Ｐ明朝" w:hAnsi="ＭＳ Ｐ明朝" w:cs="Arial"/>
                <w:color w:val="000000"/>
                <w:sz w:val="18"/>
                <w:szCs w:val="18"/>
              </w:rPr>
              <w:t>は</w:t>
            </w:r>
            <w:r w:rsidRPr="00D536C2">
              <w:rPr>
                <w:rFonts w:ascii="Arial" w:eastAsia="ＭＳ Ｐ明朝" w:hAnsi="ＭＳ Ｐ明朝" w:cs="Arial" w:hint="eastAsia"/>
                <w:color w:val="000000"/>
                <w:sz w:val="18"/>
                <w:szCs w:val="18"/>
              </w:rPr>
              <w:t>協定校</w:t>
            </w:r>
            <w:r w:rsidRPr="00D536C2">
              <w:rPr>
                <w:rFonts w:ascii="Arial" w:eastAsia="ＭＳ Ｐ明朝" w:hAnsi="ＭＳ Ｐ明朝" w:cs="Arial"/>
                <w:color w:val="000000"/>
                <w:sz w:val="18"/>
                <w:szCs w:val="18"/>
              </w:rPr>
              <w:t>ウェブサイトを確認すること。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DD997" w14:textId="5D49F6C1" w:rsidR="00B8557A" w:rsidRPr="00EE478A" w:rsidRDefault="00B8557A" w:rsidP="00EE478A">
            <w:pPr>
              <w:spacing w:line="300" w:lineRule="exact"/>
              <w:rPr>
                <w:rFonts w:eastAsia="ＭＳ Ｐ明朝" w:hAnsi="ＭＳ Ｐ明朝"/>
                <w:sz w:val="20"/>
                <w:szCs w:val="21"/>
              </w:rPr>
            </w:pPr>
          </w:p>
        </w:tc>
        <w:tc>
          <w:tcPr>
            <w:tcW w:w="6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15204" w14:textId="798C2E4A" w:rsidR="00B8557A" w:rsidRPr="00EE478A" w:rsidRDefault="00B8557A" w:rsidP="00EE478A">
            <w:pPr>
              <w:spacing w:line="300" w:lineRule="exact"/>
              <w:rPr>
                <w:rFonts w:eastAsia="ＭＳ Ｐ明朝" w:hAnsi="ＭＳ Ｐ明朝"/>
                <w:sz w:val="20"/>
                <w:szCs w:val="21"/>
              </w:rPr>
            </w:pPr>
            <w:r>
              <w:rPr>
                <w:rFonts w:eastAsia="ＭＳ Ｐ明朝" w:hAnsi="ＭＳ Ｐ明朝"/>
                <w:sz w:val="20"/>
                <w:szCs w:val="21"/>
              </w:rPr>
              <w:t>開始時期</w:t>
            </w:r>
          </w:p>
        </w:tc>
      </w:tr>
      <w:tr w:rsidR="00B8557A" w:rsidRPr="00865B4F" w14:paraId="20278EE5" w14:textId="77777777" w:rsidTr="00FE5A88">
        <w:trPr>
          <w:trHeight w:val="715"/>
          <w:jc w:val="center"/>
        </w:trPr>
        <w:tc>
          <w:tcPr>
            <w:tcW w:w="2263" w:type="dxa"/>
            <w:vMerge/>
            <w:tcBorders>
              <w:right w:val="single" w:sz="4" w:space="0" w:color="000000"/>
            </w:tcBorders>
          </w:tcPr>
          <w:p w14:paraId="3AF75C3E" w14:textId="77777777" w:rsidR="00B8557A" w:rsidRPr="00865B4F" w:rsidRDefault="00B8557A" w:rsidP="003A06F8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9A905D" w14:textId="6D27B929" w:rsidR="00B8557A" w:rsidRPr="00DC49F7" w:rsidRDefault="00B8557A" w:rsidP="00EE478A">
            <w:pPr>
              <w:spacing w:line="300" w:lineRule="exact"/>
              <w:rPr>
                <w:rFonts w:eastAsia="ＭＳ Ｐ明朝" w:hAnsi="ＭＳ Ｐ明朝"/>
                <w:color w:val="000000"/>
                <w:sz w:val="20"/>
                <w:szCs w:val="21"/>
              </w:rPr>
            </w:pPr>
            <w:r>
              <w:rPr>
                <w:rFonts w:eastAsia="ＭＳ Ｐ明朝" w:hAnsi="ＭＳ Ｐ明朝" w:hint="eastAsia"/>
                <w:color w:val="000000"/>
                <w:sz w:val="20"/>
                <w:szCs w:val="21"/>
              </w:rPr>
              <w:t>大学院レベル</w:t>
            </w:r>
          </w:p>
        </w:tc>
        <w:tc>
          <w:tcPr>
            <w:tcW w:w="6088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BAA4A4" w14:textId="77777777" w:rsidR="00B8557A" w:rsidRPr="004569EC" w:rsidRDefault="00B8557A" w:rsidP="00685168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69EC">
              <w:rPr>
                <w:rFonts w:ascii="Arial" w:hAnsi="Arial" w:cs="Arial" w:hint="eastAsia"/>
                <w:color w:val="000000" w:themeColor="text1"/>
                <w:sz w:val="20"/>
                <w:szCs w:val="20"/>
                <w:lang w:val="en"/>
              </w:rPr>
              <w:t>2015</w:t>
            </w:r>
            <w:r w:rsidRPr="004569EC">
              <w:rPr>
                <w:rFonts w:ascii="Arial" w:hAnsi="Arial" w:cs="Arial" w:hint="eastAsia"/>
                <w:color w:val="000000" w:themeColor="text1"/>
                <w:sz w:val="20"/>
                <w:szCs w:val="20"/>
                <w:lang w:val="en"/>
              </w:rPr>
              <w:t>年</w:t>
            </w:r>
            <w:r w:rsidRPr="004569EC">
              <w:rPr>
                <w:rFonts w:ascii="Arial" w:hAnsi="Arial" w:cs="Arial" w:hint="eastAsia"/>
                <w:color w:val="000000" w:themeColor="text1"/>
                <w:sz w:val="20"/>
                <w:szCs w:val="20"/>
                <w:lang w:val="en"/>
              </w:rPr>
              <w:t>8</w:t>
            </w:r>
            <w:r w:rsidRPr="004569EC">
              <w:rPr>
                <w:rFonts w:ascii="Arial" w:hAnsi="Arial" w:cs="Arial" w:hint="eastAsia"/>
                <w:color w:val="000000" w:themeColor="text1"/>
                <w:sz w:val="20"/>
                <w:szCs w:val="20"/>
                <w:lang w:val="en"/>
              </w:rPr>
              <w:t>月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 xml:space="preserve">　</w:t>
            </w:r>
            <w:r w:rsidRPr="004569EC">
              <w:rPr>
                <w:rFonts w:ascii="Arial" w:hAnsi="Arial" w:cs="Arial" w:hint="eastAsia"/>
                <w:color w:val="000000" w:themeColor="text1"/>
                <w:sz w:val="20"/>
                <w:szCs w:val="20"/>
                <w:lang w:val="en"/>
              </w:rPr>
              <w:t xml:space="preserve"> 2015</w:t>
            </w:r>
            <w:r w:rsidRPr="004569EC">
              <w:rPr>
                <w:rFonts w:ascii="Arial" w:hAnsi="Arial" w:cs="Arial" w:hint="eastAsia"/>
                <w:color w:val="000000" w:themeColor="text1"/>
                <w:sz w:val="20"/>
                <w:szCs w:val="20"/>
                <w:lang w:val="en"/>
              </w:rPr>
              <w:t>年</w:t>
            </w:r>
            <w:r w:rsidRPr="004569EC">
              <w:rPr>
                <w:rFonts w:ascii="Arial" w:hAnsi="Arial" w:cs="Arial" w:hint="eastAsia"/>
                <w:color w:val="000000" w:themeColor="text1"/>
                <w:sz w:val="20"/>
                <w:szCs w:val="20"/>
                <w:lang w:val="en"/>
              </w:rPr>
              <w:t>11</w:t>
            </w:r>
            <w:r w:rsidRPr="004569EC">
              <w:rPr>
                <w:rFonts w:ascii="Arial" w:hAnsi="Arial" w:cs="Arial" w:hint="eastAsia"/>
                <w:color w:val="000000" w:themeColor="text1"/>
                <w:sz w:val="20"/>
                <w:szCs w:val="20"/>
                <w:lang w:val="en"/>
              </w:rPr>
              <w:t>月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</w:p>
          <w:p w14:paraId="4AA11175" w14:textId="7C4B2F32" w:rsidR="00B8557A" w:rsidRPr="004569EC" w:rsidRDefault="00B8557A" w:rsidP="00EE478A">
            <w:pPr>
              <w:spacing w:line="300" w:lineRule="exact"/>
              <w:rPr>
                <w:rFonts w:eastAsia="ＭＳ Ｐ明朝" w:hAnsi="ＭＳ Ｐ明朝"/>
                <w:sz w:val="20"/>
                <w:szCs w:val="20"/>
              </w:rPr>
            </w:pPr>
            <w:r w:rsidRPr="004569EC">
              <w:rPr>
                <w:rFonts w:ascii="Arial" w:hAnsi="Arial" w:cs="Arial" w:hint="eastAsia"/>
                <w:color w:val="000000" w:themeColor="text1"/>
                <w:sz w:val="20"/>
                <w:szCs w:val="20"/>
                <w:lang w:val="en"/>
              </w:rPr>
              <w:t>201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6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年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1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月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 xml:space="preserve">　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 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>20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16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年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3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月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</w:p>
        </w:tc>
      </w:tr>
      <w:tr w:rsidR="00B8557A" w:rsidRPr="00865B4F" w14:paraId="7348C7FA" w14:textId="77777777" w:rsidTr="00FE5A88">
        <w:trPr>
          <w:trHeight w:val="696"/>
          <w:jc w:val="center"/>
        </w:trPr>
        <w:tc>
          <w:tcPr>
            <w:tcW w:w="2263" w:type="dxa"/>
            <w:vMerge/>
            <w:tcBorders>
              <w:right w:val="single" w:sz="4" w:space="0" w:color="000000"/>
            </w:tcBorders>
          </w:tcPr>
          <w:p w14:paraId="42AAB809" w14:textId="77777777" w:rsidR="00B8557A" w:rsidRPr="00865B4F" w:rsidRDefault="00B8557A" w:rsidP="00FD2F63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6306EA" w14:textId="7C132FA0" w:rsidR="00B8557A" w:rsidRPr="00356645" w:rsidRDefault="00B8557A" w:rsidP="00FE5A88">
            <w:pPr>
              <w:spacing w:line="300" w:lineRule="exact"/>
              <w:rPr>
                <w:rFonts w:eastAsia="ＭＳ Ｐ明朝" w:hAnsi="ＭＳ Ｐ明朝"/>
                <w:color w:val="000000"/>
                <w:sz w:val="20"/>
                <w:szCs w:val="21"/>
              </w:rPr>
            </w:pPr>
            <w:r>
              <w:rPr>
                <w:rFonts w:eastAsia="ＭＳ Ｐ明朝" w:hAnsi="ＭＳ Ｐ明朝" w:hint="eastAsia"/>
                <w:sz w:val="20"/>
                <w:szCs w:val="21"/>
              </w:rPr>
              <w:t>学部レベル</w:t>
            </w:r>
          </w:p>
        </w:tc>
        <w:tc>
          <w:tcPr>
            <w:tcW w:w="6088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0D0A16" w14:textId="65D7C837" w:rsidR="00B8557A" w:rsidRPr="004569EC" w:rsidRDefault="00B8557A" w:rsidP="00EE478A">
            <w:pPr>
              <w:spacing w:line="300" w:lineRule="exact"/>
              <w:rPr>
                <w:rFonts w:eastAsia="ＭＳ Ｐ明朝" w:hAnsi="ＭＳ Ｐ明朝"/>
                <w:sz w:val="20"/>
                <w:szCs w:val="20"/>
              </w:rPr>
            </w:pPr>
            <w:r w:rsidRPr="004569EC">
              <w:rPr>
                <w:rFonts w:ascii="Arial" w:hAnsi="Arial" w:cs="Arial" w:hint="eastAsia"/>
                <w:color w:val="000000" w:themeColor="text1"/>
                <w:sz w:val="20"/>
                <w:szCs w:val="20"/>
                <w:lang w:val="en"/>
              </w:rPr>
              <w:t>2015</w:t>
            </w:r>
            <w:r w:rsidRPr="004569EC">
              <w:rPr>
                <w:rFonts w:ascii="Arial" w:hAnsi="Arial" w:cs="Arial" w:hint="eastAsia"/>
                <w:color w:val="000000" w:themeColor="text1"/>
                <w:sz w:val="20"/>
                <w:szCs w:val="20"/>
                <w:lang w:val="en"/>
              </w:rPr>
              <w:t>年</w:t>
            </w:r>
            <w:r w:rsidRPr="004569EC">
              <w:rPr>
                <w:rFonts w:ascii="Arial" w:hAnsi="Arial" w:cs="Arial" w:hint="eastAsia"/>
                <w:color w:val="000000" w:themeColor="text1"/>
                <w:sz w:val="20"/>
                <w:szCs w:val="20"/>
                <w:lang w:val="en"/>
              </w:rPr>
              <w:t>11</w:t>
            </w:r>
            <w:r w:rsidRPr="004569EC">
              <w:rPr>
                <w:rFonts w:ascii="Arial" w:hAnsi="Arial" w:cs="Arial" w:hint="eastAsia"/>
                <w:color w:val="000000" w:themeColor="text1"/>
                <w:sz w:val="20"/>
                <w:szCs w:val="20"/>
                <w:lang w:val="en"/>
              </w:rPr>
              <w:t>月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 xml:space="preserve">  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201</w:t>
            </w:r>
            <w:r w:rsidRPr="004569EC">
              <w:rPr>
                <w:rFonts w:ascii="Arial" w:hAnsi="Arial" w:cs="Arial" w:hint="eastAsia"/>
                <w:color w:val="000000" w:themeColor="text1"/>
                <w:sz w:val="20"/>
                <w:szCs w:val="20"/>
                <w:lang w:val="en"/>
              </w:rPr>
              <w:t>6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年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3</w:t>
            </w:r>
            <w:r w:rsidRPr="004569EC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月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</w:p>
        </w:tc>
      </w:tr>
      <w:tr w:rsidR="00B8557A" w:rsidRPr="00865B4F" w14:paraId="14684DE6" w14:textId="77777777" w:rsidTr="00FE5A88">
        <w:trPr>
          <w:trHeight w:val="643"/>
          <w:jc w:val="center"/>
        </w:trPr>
        <w:tc>
          <w:tcPr>
            <w:tcW w:w="2263" w:type="dxa"/>
            <w:vMerge/>
            <w:tcBorders>
              <w:right w:val="single" w:sz="4" w:space="0" w:color="000000"/>
            </w:tcBorders>
          </w:tcPr>
          <w:p w14:paraId="498C88C6" w14:textId="427DE034" w:rsidR="00B8557A" w:rsidRPr="00EE478A" w:rsidRDefault="00B8557A" w:rsidP="00EE478A">
            <w:pPr>
              <w:spacing w:line="300" w:lineRule="exact"/>
              <w:rPr>
                <w:rFonts w:eastAsia="ＭＳ Ｐ明朝" w:hAnsi="ＭＳ Ｐ明朝"/>
                <w:color w:val="000000"/>
                <w:sz w:val="20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000000"/>
            </w:tcBorders>
            <w:vAlign w:val="center"/>
          </w:tcPr>
          <w:p w14:paraId="6D214635" w14:textId="4255B71E" w:rsidR="00FE5A88" w:rsidRPr="00EE478A" w:rsidRDefault="00FE5A88" w:rsidP="00FE5A88">
            <w:pPr>
              <w:spacing w:line="300" w:lineRule="exact"/>
              <w:rPr>
                <w:rFonts w:eastAsia="ＭＳ Ｐ明朝" w:hAnsi="ＭＳ Ｐ明朝" w:hint="eastAsia"/>
                <w:color w:val="000000"/>
                <w:sz w:val="20"/>
                <w:szCs w:val="21"/>
              </w:rPr>
            </w:pPr>
            <w:bookmarkStart w:id="0" w:name="_GoBack"/>
            <w:bookmarkEnd w:id="0"/>
            <w:r>
              <w:rPr>
                <w:rFonts w:eastAsia="ＭＳ Ｐ明朝" w:hAnsi="ＭＳ Ｐ明朝" w:hint="eastAsia"/>
                <w:color w:val="000000"/>
                <w:sz w:val="20"/>
                <w:szCs w:val="21"/>
              </w:rPr>
              <w:t>期間</w:t>
            </w:r>
          </w:p>
        </w:tc>
        <w:tc>
          <w:tcPr>
            <w:tcW w:w="6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B88F90" w14:textId="26C54303" w:rsidR="00B8557A" w:rsidRPr="004569EC" w:rsidRDefault="00B8557A" w:rsidP="00EE478A">
            <w:pPr>
              <w:spacing w:line="300" w:lineRule="exact"/>
              <w:rPr>
                <w:rFonts w:eastAsia="ＭＳ Ｐ明朝" w:hAnsi="ＭＳ Ｐ明朝"/>
                <w:sz w:val="20"/>
                <w:szCs w:val="20"/>
              </w:rPr>
            </w:pPr>
            <w:r w:rsidRPr="004569EC">
              <w:rPr>
                <w:rFonts w:eastAsia="ＭＳ Ｐ明朝" w:hAnsi="ＭＳ Ｐ明朝"/>
                <w:color w:val="000000" w:themeColor="text1"/>
                <w:sz w:val="20"/>
                <w:szCs w:val="20"/>
              </w:rPr>
              <w:t>１コース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 xml:space="preserve">　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>学期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 xml:space="preserve">　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>年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</w:p>
        </w:tc>
      </w:tr>
      <w:tr w:rsidR="00B8557A" w:rsidRPr="00865B4F" w14:paraId="254C5F85" w14:textId="77777777" w:rsidTr="00FE5A88">
        <w:trPr>
          <w:jc w:val="center"/>
        </w:trPr>
        <w:tc>
          <w:tcPr>
            <w:tcW w:w="2263" w:type="dxa"/>
            <w:vMerge/>
            <w:tcBorders>
              <w:right w:val="single" w:sz="4" w:space="0" w:color="000000"/>
            </w:tcBorders>
          </w:tcPr>
          <w:p w14:paraId="7F401883" w14:textId="77777777" w:rsidR="00B8557A" w:rsidRPr="00EE478A" w:rsidRDefault="00B8557A" w:rsidP="00EE478A">
            <w:pPr>
              <w:spacing w:line="300" w:lineRule="exact"/>
              <w:rPr>
                <w:rFonts w:eastAsia="ＭＳ Ｐ明朝" w:hAnsi="ＭＳ Ｐ明朝"/>
                <w:color w:val="000000"/>
                <w:sz w:val="20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14:paraId="0C713925" w14:textId="5F610D38" w:rsidR="00B8557A" w:rsidRDefault="00B8557A" w:rsidP="00EE478A">
            <w:pPr>
              <w:spacing w:line="30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コース・</w:t>
            </w:r>
            <w:r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学期</w:t>
            </w:r>
          </w:p>
          <w:p w14:paraId="58F944BC" w14:textId="58F91325" w:rsidR="00B8557A" w:rsidRPr="002B2D7B" w:rsidRDefault="00B8557A" w:rsidP="00EE478A">
            <w:pPr>
              <w:spacing w:line="30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以上の期間を希望する場合</w:t>
            </w:r>
          </w:p>
        </w:tc>
        <w:tc>
          <w:tcPr>
            <w:tcW w:w="6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279389" w14:textId="37F769F0" w:rsidR="00B8557A" w:rsidRPr="004569EC" w:rsidRDefault="00B8557A" w:rsidP="00EE478A">
            <w:pPr>
              <w:spacing w:line="300" w:lineRule="exact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4569EC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1</w:t>
            </w:r>
            <w:r w:rsidRPr="004569EC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コースのみ受入となっても留学を希望する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</w:p>
          <w:p w14:paraId="331770BA" w14:textId="28F59A7B" w:rsidR="00B8557A" w:rsidRPr="004569EC" w:rsidRDefault="00B8557A" w:rsidP="00EE478A">
            <w:pPr>
              <w:spacing w:line="300" w:lineRule="exact"/>
              <w:rPr>
                <w:rFonts w:eastAsia="ＭＳ Ｐ明朝" w:hAnsi="ＭＳ Ｐ明朝"/>
                <w:sz w:val="20"/>
                <w:szCs w:val="20"/>
              </w:rPr>
            </w:pPr>
            <w:r w:rsidRPr="004569EC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1</w:t>
            </w:r>
            <w:r w:rsidRPr="004569EC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学期のみの受入となっても留学を希望する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</w:p>
        </w:tc>
      </w:tr>
      <w:tr w:rsidR="00174DF6" w:rsidRPr="00865B4F" w14:paraId="337F67C5" w14:textId="0F89B092" w:rsidTr="00FE5A88">
        <w:trPr>
          <w:trHeight w:val="732"/>
          <w:jc w:val="center"/>
        </w:trPr>
        <w:tc>
          <w:tcPr>
            <w:tcW w:w="2263" w:type="dxa"/>
            <w:tcBorders>
              <w:right w:val="single" w:sz="4" w:space="0" w:color="000000"/>
            </w:tcBorders>
            <w:vAlign w:val="center"/>
          </w:tcPr>
          <w:p w14:paraId="0CDC6F20" w14:textId="2D1EF15C" w:rsidR="00174DF6" w:rsidRPr="00865B4F" w:rsidRDefault="00174DF6" w:rsidP="00606AC9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 w:rsidRPr="00865B4F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成績評価係数</w:t>
            </w:r>
          </w:p>
        </w:tc>
        <w:tc>
          <w:tcPr>
            <w:tcW w:w="7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FE0C8" w14:textId="704648C3" w:rsidR="00174DF6" w:rsidRPr="00B97775" w:rsidRDefault="00174DF6" w:rsidP="00606AC9">
            <w:pPr>
              <w:rPr>
                <w:rFonts w:eastAsia="ＭＳ Ｐ明朝"/>
                <w:sz w:val="16"/>
                <w:szCs w:val="16"/>
              </w:rPr>
            </w:pPr>
            <w:r w:rsidRPr="00865B4F">
              <w:rPr>
                <w:rFonts w:eastAsia="ＭＳ Ｐ明朝" w:hAnsi="ＭＳ Ｐ明朝" w:hint="eastAsia"/>
                <w:sz w:val="20"/>
                <w:szCs w:val="20"/>
              </w:rPr>
              <w:t xml:space="preserve">大学入学後全学期：　　</w:t>
            </w:r>
            <w:r>
              <w:rPr>
                <w:rFonts w:eastAsia="ＭＳ Ｐ明朝" w:hAnsi="ＭＳ Ｐ明朝" w:hint="eastAsia"/>
                <w:sz w:val="20"/>
                <w:szCs w:val="20"/>
              </w:rPr>
              <w:t xml:space="preserve">　　　</w:t>
            </w:r>
            <w:r w:rsidRPr="00865B4F">
              <w:rPr>
                <w:rFonts w:eastAsia="ＭＳ Ｐ明朝" w:hAnsi="ＭＳ Ｐ明朝"/>
                <w:sz w:val="20"/>
                <w:szCs w:val="20"/>
              </w:rPr>
              <w:t>点</w:t>
            </w:r>
            <w:r w:rsidRPr="00865B4F">
              <w:rPr>
                <w:rFonts w:eastAsia="ＭＳ Ｐ明朝" w:hAnsi="ＭＳ Ｐ明朝" w:hint="eastAsia"/>
                <w:color w:val="000000"/>
                <w:sz w:val="20"/>
                <w:szCs w:val="20"/>
              </w:rPr>
              <w:t xml:space="preserve">　　</w:t>
            </w:r>
            <w:r w:rsidRPr="00865B4F">
              <w:rPr>
                <w:rFonts w:eastAsia="ＭＳ Ｐ明朝" w:hAnsi="ＭＳ Ｐ明朝"/>
                <w:color w:val="000000"/>
                <w:sz w:val="18"/>
                <w:szCs w:val="18"/>
              </w:rPr>
              <w:t>※「成績評価係数計算表」</w:t>
            </w:r>
            <w:r w:rsidRPr="00865B4F">
              <w:rPr>
                <w:rFonts w:eastAsia="ＭＳ Ｐ明朝" w:hAnsi="ＭＳ Ｐ明朝" w:hint="eastAsia"/>
                <w:color w:val="000000"/>
                <w:sz w:val="18"/>
                <w:szCs w:val="18"/>
              </w:rPr>
              <w:t>参照</w:t>
            </w:r>
          </w:p>
        </w:tc>
      </w:tr>
      <w:tr w:rsidR="00B8557A" w:rsidRPr="00865B4F" w14:paraId="4F490407" w14:textId="77777777" w:rsidTr="00FE5A88">
        <w:trPr>
          <w:trHeight w:val="567"/>
          <w:jc w:val="center"/>
        </w:trPr>
        <w:tc>
          <w:tcPr>
            <w:tcW w:w="2263" w:type="dxa"/>
            <w:tcBorders>
              <w:right w:val="single" w:sz="4" w:space="0" w:color="000000"/>
            </w:tcBorders>
            <w:vAlign w:val="center"/>
          </w:tcPr>
          <w:p w14:paraId="39BCC802" w14:textId="3F228B78" w:rsidR="00B8557A" w:rsidRPr="007D3160" w:rsidRDefault="00B8557A" w:rsidP="007D3160">
            <w:pPr>
              <w:spacing w:line="240" w:lineRule="exact"/>
              <w:ind w:left="200" w:hangingChars="100" w:hanging="200"/>
              <w:rPr>
                <w:rFonts w:ascii="Arial" w:eastAsia="ＭＳ Ｐ明朝" w:hAnsi="Arial" w:cs="Arial"/>
                <w:color w:val="000000"/>
                <w:sz w:val="20"/>
                <w:szCs w:val="20"/>
              </w:rPr>
            </w:pPr>
            <w:r w:rsidRPr="00865B4F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語学能力</w:t>
            </w:r>
          </w:p>
        </w:tc>
        <w:tc>
          <w:tcPr>
            <w:tcW w:w="7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8F264" w14:textId="77777777" w:rsidR="00B8557A" w:rsidRPr="00865B4F" w:rsidRDefault="00B8557A" w:rsidP="00D536C2">
            <w:pPr>
              <w:spacing w:line="240" w:lineRule="exact"/>
              <w:jc w:val="lef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eastAsia="ＭＳ Ｐ明朝"/>
                <w:sz w:val="16"/>
                <w:szCs w:val="16"/>
              </w:rPr>
              <w:t>TOEFL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(  )TOEFL </w:t>
            </w:r>
            <w:proofErr w:type="spellStart"/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iBT</w:t>
            </w:r>
            <w:proofErr w:type="spellEnd"/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  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　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(  )IELTS</w:t>
            </w:r>
          </w:p>
          <w:p w14:paraId="1A51CD98" w14:textId="6DC7B4A0" w:rsidR="00B8557A" w:rsidRPr="00B97775" w:rsidRDefault="00B8557A" w:rsidP="00B8557A">
            <w:pPr>
              <w:spacing w:line="360" w:lineRule="auto"/>
              <w:jc w:val="left"/>
              <w:rPr>
                <w:rFonts w:eastAsia="ＭＳ Ｐ明朝"/>
                <w:sz w:val="16"/>
                <w:szCs w:val="16"/>
              </w:rPr>
            </w:pP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総合　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 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点（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   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年　月受験）</w:t>
            </w:r>
          </w:p>
        </w:tc>
      </w:tr>
    </w:tbl>
    <w:p w14:paraId="105DEEF8" w14:textId="5D27B540" w:rsidR="00B1676F" w:rsidRDefault="00B1676F"/>
    <w:p w14:paraId="21695736" w14:textId="77777777" w:rsidR="00B8557A" w:rsidRDefault="00B8557A"/>
    <w:p w14:paraId="61437A79" w14:textId="77777777" w:rsidR="00B8557A" w:rsidRDefault="00B8557A"/>
    <w:p w14:paraId="74BE5536" w14:textId="77777777" w:rsidR="00B8557A" w:rsidRDefault="00B8557A"/>
    <w:p w14:paraId="44D7EFFA" w14:textId="77777777" w:rsidR="00B8557A" w:rsidRDefault="00B8557A"/>
    <w:p w14:paraId="4C4187D4" w14:textId="77777777" w:rsidR="00B8557A" w:rsidRPr="00C64563" w:rsidRDefault="00B8557A"/>
    <w:tbl>
      <w:tblPr>
        <w:tblStyle w:val="ab"/>
        <w:tblW w:w="4996" w:type="pct"/>
        <w:tblLook w:val="04A0" w:firstRow="1" w:lastRow="0" w:firstColumn="1" w:lastColumn="0" w:noHBand="0" w:noVBand="1"/>
      </w:tblPr>
      <w:tblGrid>
        <w:gridCol w:w="10186"/>
      </w:tblGrid>
      <w:tr w:rsidR="007D3160" w:rsidRPr="007D3160" w14:paraId="66674C9F" w14:textId="77777777" w:rsidTr="00B8557A">
        <w:trPr>
          <w:trHeight w:val="694"/>
        </w:trPr>
        <w:tc>
          <w:tcPr>
            <w:tcW w:w="10186" w:type="dxa"/>
            <w:vAlign w:val="center"/>
          </w:tcPr>
          <w:p w14:paraId="5EB285F2" w14:textId="4E3A5430" w:rsidR="007D3160" w:rsidRPr="007D3160" w:rsidRDefault="00B8557A" w:rsidP="007D3160">
            <w:pPr>
              <w:rPr>
                <w:rFonts w:ascii="Arial" w:eastAsia="ＭＳ Ｐ明朝" w:hAnsi="Arial" w:cs="Arial"/>
                <w:sz w:val="20"/>
                <w:szCs w:val="20"/>
              </w:rPr>
            </w:pPr>
            <w:r>
              <w:rPr>
                <w:rFonts w:ascii="Arial" w:eastAsia="ＭＳ Ｐ明朝" w:hAnsi="Arial" w:cs="Arial"/>
                <w:sz w:val="20"/>
                <w:szCs w:val="20"/>
              </w:rPr>
              <w:lastRenderedPageBreak/>
              <w:t>留学を希望する理由（日本語</w:t>
            </w:r>
            <w:r w:rsidR="007D3160" w:rsidRPr="007D3160">
              <w:rPr>
                <w:rFonts w:ascii="Arial" w:eastAsia="ＭＳ Ｐ明朝" w:hAnsi="Arial" w:cs="Arial"/>
                <w:sz w:val="20"/>
                <w:szCs w:val="20"/>
              </w:rPr>
              <w:t xml:space="preserve">）　</w:t>
            </w:r>
          </w:p>
          <w:p w14:paraId="6AB61598" w14:textId="74EE2324" w:rsidR="007D3160" w:rsidRPr="007D3160" w:rsidRDefault="007D3160" w:rsidP="007D3160">
            <w:pPr>
              <w:rPr>
                <w:rFonts w:ascii="Arial" w:eastAsia="ＭＳ Ｐ明朝" w:hAnsi="Arial" w:cs="Arial"/>
                <w:sz w:val="20"/>
                <w:szCs w:val="20"/>
              </w:rPr>
            </w:pPr>
            <w:r w:rsidRPr="004918D9">
              <w:rPr>
                <w:rFonts w:ascii="ＭＳ ゴシック" w:eastAsia="ＭＳ ゴシック" w:hAnsi="ＭＳ ゴシック" w:cs="ＭＳ ゴシック" w:hint="eastAsia"/>
                <w:color w:val="FF0000"/>
                <w:sz w:val="18"/>
                <w:szCs w:val="20"/>
              </w:rPr>
              <w:t>※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本枠内に収まる範囲内で記載すること（ﾌｫﾝﾄｻｲｽﾞは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10pt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以上とする）。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Word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の設定を変更しないこと。</w:t>
            </w:r>
          </w:p>
        </w:tc>
      </w:tr>
      <w:tr w:rsidR="007D3160" w:rsidRPr="007D3160" w14:paraId="6A11C144" w14:textId="77777777" w:rsidTr="0045610F">
        <w:trPr>
          <w:trHeight w:val="5887"/>
        </w:trPr>
        <w:tc>
          <w:tcPr>
            <w:tcW w:w="10186" w:type="dxa"/>
          </w:tcPr>
          <w:p w14:paraId="5DFA656C" w14:textId="22404E98" w:rsidR="007D3160" w:rsidRPr="007D3160" w:rsidRDefault="007D3160" w:rsidP="007D3160">
            <w:pPr>
              <w:rPr>
                <w:rFonts w:ascii="Arial" w:eastAsia="ＭＳ Ｐ明朝" w:hAnsi="Arial" w:cs="Arial"/>
                <w:sz w:val="20"/>
                <w:szCs w:val="20"/>
              </w:rPr>
            </w:pPr>
            <w:r w:rsidRPr="007D3160">
              <w:rPr>
                <w:rFonts w:ascii="Arial" w:eastAsia="ＭＳ Ｐ明朝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CC09C7A" wp14:editId="63940418">
                      <wp:simplePos x="0" y="0"/>
                      <wp:positionH relativeFrom="column">
                        <wp:posOffset>1121485</wp:posOffset>
                      </wp:positionH>
                      <wp:positionV relativeFrom="paragraph">
                        <wp:posOffset>965909</wp:posOffset>
                      </wp:positionV>
                      <wp:extent cx="3689350" cy="819150"/>
                      <wp:effectExtent l="0" t="0" r="25400" b="19050"/>
                      <wp:wrapNone/>
                      <wp:docPr id="1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89350" cy="819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EFECD1" w14:textId="77777777" w:rsidR="00B8557A" w:rsidRPr="00B212AE" w:rsidRDefault="00B8557A" w:rsidP="007D3160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 w:rsidRPr="00B212AE"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【記載すべき内容】</w:t>
                                  </w:r>
                                </w:p>
                                <w:p w14:paraId="0E5CD63C" w14:textId="168D2AAF" w:rsidR="00B8557A" w:rsidRPr="00373F28" w:rsidRDefault="004569EC" w:rsidP="007D3160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="00B8557A" w:rsidRPr="00373F28"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留学を思い立ったきっかけや動機について</w:t>
                                  </w:r>
                                </w:p>
                                <w:p w14:paraId="26C16F5A" w14:textId="528028C1" w:rsidR="00B8557A" w:rsidRDefault="004569EC" w:rsidP="007D3160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="00B8557A" w:rsidRPr="00373F28"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留学の目的と意義（将来の計画や進路について）</w:t>
                                  </w:r>
                                </w:p>
                                <w:p w14:paraId="66E8855E" w14:textId="4E1BE413" w:rsidR="00B8557A" w:rsidRPr="007D3160" w:rsidRDefault="00B8557A" w:rsidP="007D3160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 w:rsidRPr="00373F28"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（提出時にはこのテキストボックスは削除してください）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C09C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5" o:spid="_x0000_s1026" type="#_x0000_t202" style="position:absolute;left:0;text-align:left;margin-left:88.3pt;margin-top:76.05pt;width:290.5pt;height:64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">
                      <v:textbox inset="5.85pt,.7pt,5.85pt,.7pt">
                        <w:txbxContent>
                          <w:p w14:paraId="0BEFECD1" w14:textId="77777777" w:rsidR="00B8557A" w:rsidRPr="00B212AE" w:rsidRDefault="00B8557A" w:rsidP="007D3160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B212AE"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【記載すべき内容】</w:t>
                            </w:r>
                          </w:p>
                          <w:p w14:paraId="0E5CD63C" w14:textId="168D2AAF" w:rsidR="00B8557A" w:rsidRPr="00373F28" w:rsidRDefault="004569EC" w:rsidP="007D3160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B8557A" w:rsidRPr="00373F28"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留学を思い立ったきっかけや動機について</w:t>
                            </w:r>
                          </w:p>
                          <w:p w14:paraId="26C16F5A" w14:textId="528028C1" w:rsidR="00B8557A" w:rsidRDefault="004569EC" w:rsidP="007D3160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B8557A" w:rsidRPr="00373F28"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留学の目的と意義（将来の計画や進路について）</w:t>
                            </w:r>
                          </w:p>
                          <w:p w14:paraId="66E8855E" w14:textId="4E1BE413" w:rsidR="00B8557A" w:rsidRPr="007D3160" w:rsidRDefault="00B8557A" w:rsidP="007D3160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373F28"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（提出時にはこのテキストボックスは削除してください）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D3160" w:rsidRPr="007D3160" w14:paraId="49A5D03C" w14:textId="77777777" w:rsidTr="00B8557A">
        <w:trPr>
          <w:trHeight w:val="694"/>
        </w:trPr>
        <w:tc>
          <w:tcPr>
            <w:tcW w:w="10186" w:type="dxa"/>
            <w:vAlign w:val="center"/>
          </w:tcPr>
          <w:p w14:paraId="20A1F37D" w14:textId="1FD77FE1" w:rsidR="007D3160" w:rsidRPr="007D3160" w:rsidRDefault="007D3160" w:rsidP="007D3160">
            <w:pPr>
              <w:rPr>
                <w:rFonts w:ascii="Arial" w:eastAsia="ＭＳ Ｐ明朝" w:hAnsi="Arial" w:cs="Arial"/>
                <w:sz w:val="20"/>
                <w:szCs w:val="20"/>
              </w:rPr>
            </w:pPr>
            <w:r w:rsidRPr="00B8557A">
              <w:rPr>
                <w:rFonts w:ascii="Arial" w:eastAsia="ＭＳ Ｐ明朝" w:hAnsi="Arial" w:cs="Arial"/>
                <w:sz w:val="20"/>
                <w:szCs w:val="20"/>
              </w:rPr>
              <w:t>協定校での</w:t>
            </w:r>
            <w:r w:rsidR="00B8557A">
              <w:rPr>
                <w:rFonts w:ascii="Arial" w:eastAsia="ＭＳ Ｐ明朝" w:hAnsi="Arial" w:cs="Arial"/>
                <w:sz w:val="20"/>
                <w:szCs w:val="20"/>
              </w:rPr>
              <w:t>学習・研究計画（日本語</w:t>
            </w:r>
            <w:r w:rsidRPr="007D3160">
              <w:rPr>
                <w:rFonts w:ascii="Arial" w:eastAsia="ＭＳ Ｐ明朝" w:hAnsi="Arial" w:cs="Arial"/>
                <w:sz w:val="20"/>
                <w:szCs w:val="20"/>
              </w:rPr>
              <w:t xml:space="preserve">）　</w:t>
            </w:r>
          </w:p>
          <w:p w14:paraId="23F358E3" w14:textId="0006B391" w:rsidR="007D3160" w:rsidRPr="007D3160" w:rsidRDefault="007D3160" w:rsidP="007D3160">
            <w:pPr>
              <w:rPr>
                <w:rFonts w:ascii="Arial" w:eastAsia="ＭＳ Ｐ明朝" w:hAnsi="Arial" w:cs="Arial"/>
                <w:sz w:val="20"/>
                <w:szCs w:val="20"/>
              </w:rPr>
            </w:pPr>
            <w:r w:rsidRPr="004918D9">
              <w:rPr>
                <w:rFonts w:ascii="ＭＳ ゴシック" w:eastAsia="ＭＳ ゴシック" w:hAnsi="ＭＳ ゴシック" w:cs="ＭＳ ゴシック" w:hint="eastAsia"/>
                <w:color w:val="FF0000"/>
                <w:sz w:val="18"/>
                <w:szCs w:val="20"/>
              </w:rPr>
              <w:t>※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本枠内に収まる範囲内で記載すること（ﾌｫﾝﾄｻｲｽﾞは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10pt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以上とする）。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Word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の設定を変更しないこと。</w:t>
            </w:r>
          </w:p>
        </w:tc>
      </w:tr>
      <w:tr w:rsidR="007D3160" w:rsidRPr="007D3160" w14:paraId="276E3B64" w14:textId="77777777" w:rsidTr="0045610F">
        <w:trPr>
          <w:trHeight w:val="5660"/>
        </w:trPr>
        <w:tc>
          <w:tcPr>
            <w:tcW w:w="10186" w:type="dxa"/>
          </w:tcPr>
          <w:p w14:paraId="291861D7" w14:textId="6DEA0C46" w:rsidR="007D3160" w:rsidRPr="007D3160" w:rsidRDefault="007D3160" w:rsidP="007D3160">
            <w:pPr>
              <w:rPr>
                <w:rFonts w:ascii="Arial" w:eastAsia="ＭＳ Ｐ明朝" w:hAnsi="Arial" w:cs="Arial"/>
                <w:sz w:val="20"/>
                <w:szCs w:val="20"/>
              </w:rPr>
            </w:pPr>
            <w:r w:rsidRPr="007D3160">
              <w:rPr>
                <w:rFonts w:ascii="Arial" w:eastAsia="ＭＳ Ｐ明朝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46E5D8F5" wp14:editId="2E6D4C7E">
                      <wp:simplePos x="0" y="0"/>
                      <wp:positionH relativeFrom="column">
                        <wp:posOffset>1109642</wp:posOffset>
                      </wp:positionH>
                      <wp:positionV relativeFrom="paragraph">
                        <wp:posOffset>687779</wp:posOffset>
                      </wp:positionV>
                      <wp:extent cx="3835730" cy="1092530"/>
                      <wp:effectExtent l="0" t="0" r="12700" b="12700"/>
                      <wp:wrapNone/>
                      <wp:docPr id="10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35730" cy="1092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DD0FC7" w14:textId="77777777" w:rsidR="00B8557A" w:rsidRPr="00B212AE" w:rsidRDefault="00B8557A" w:rsidP="007D3160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 w:rsidRPr="00B212AE"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【記載すべき内容】</w:t>
                                  </w:r>
                                </w:p>
                                <w:p w14:paraId="1FBA413D" w14:textId="1CB1F2F7" w:rsidR="00B8557A" w:rsidRDefault="00B8557A" w:rsidP="00B8557A">
                                  <w:pPr>
                                    <w:ind w:left="200" w:hangingChars="100" w:hanging="20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 w:rsidRPr="00B212AE"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留学希望時期の開講科目を参考に、協定校での学習・研究計画</w:t>
                                  </w:r>
                                </w:p>
                                <w:p w14:paraId="47658CD6" w14:textId="77777777" w:rsidR="00B8557A" w:rsidRDefault="00B8557A" w:rsidP="007D3160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30E128A" w14:textId="5B630DCB" w:rsidR="00B8557A" w:rsidRPr="00A93159" w:rsidRDefault="00B8557A" w:rsidP="007D3160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（提出時にはこのテキストボックスは削除してください）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E5D8F5" id="Text Box 46" o:spid="_x0000_s1027" type="#_x0000_t202" style="position:absolute;left:0;text-align:left;margin-left:87.35pt;margin-top:54.15pt;width:302.05pt;height:86.0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">
                      <v:textbox inset="5.85pt,.7pt,5.85pt,.7pt">
                        <w:txbxContent>
                          <w:p w14:paraId="53DD0FC7" w14:textId="77777777" w:rsidR="00B8557A" w:rsidRPr="00B212AE" w:rsidRDefault="00B8557A" w:rsidP="007D3160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B212AE"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【記載すべき内容】</w:t>
                            </w:r>
                          </w:p>
                          <w:p w14:paraId="1FBA413D" w14:textId="1CB1F2F7" w:rsidR="00B8557A" w:rsidRDefault="00B8557A" w:rsidP="00B8557A">
                            <w:pPr>
                              <w:ind w:left="200" w:hangingChars="100" w:hanging="200"/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</w:pPr>
                            <w:r w:rsidRPr="00B212AE"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留学希望時期の開講科目を参考に、協定校での学習・研究計画</w:t>
                            </w:r>
                          </w:p>
                          <w:p w14:paraId="47658CD6" w14:textId="77777777" w:rsidR="00B8557A" w:rsidRDefault="00B8557A" w:rsidP="007D3160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230E128A" w14:textId="5B630DCB" w:rsidR="00B8557A" w:rsidRPr="00A93159" w:rsidRDefault="00B8557A" w:rsidP="007D3160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（提出時にはこのテキストボックスは削除してください）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B7D5E63" w14:textId="4FFFF1CE" w:rsidR="004812BA" w:rsidRPr="007D3160" w:rsidRDefault="004812BA" w:rsidP="007D3160"/>
    <w:sectPr w:rsidR="004812BA" w:rsidRPr="007D3160" w:rsidSect="000C7AE4">
      <w:footerReference w:type="even" r:id="rId8"/>
      <w:footerReference w:type="default" r:id="rId9"/>
      <w:pgSz w:w="11906" w:h="16838" w:code="9"/>
      <w:pgMar w:top="567" w:right="851" w:bottom="567" w:left="851" w:header="284" w:footer="284" w:gutter="0"/>
      <w:cols w:space="425"/>
      <w:docGrid w:type="linesAndChars" w:linePitch="3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1C55E" w14:textId="77777777" w:rsidR="00B8557A" w:rsidRDefault="00B8557A">
      <w:r>
        <w:separator/>
      </w:r>
    </w:p>
  </w:endnote>
  <w:endnote w:type="continuationSeparator" w:id="0">
    <w:p w14:paraId="0DE7A695" w14:textId="77777777" w:rsidR="00B8557A" w:rsidRDefault="00B85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B4483" w14:textId="77777777" w:rsidR="00B8557A" w:rsidRDefault="00B8557A" w:rsidP="00993C2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4F03640" w14:textId="77777777" w:rsidR="00B8557A" w:rsidRDefault="00B8557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7303227"/>
      <w:docPartObj>
        <w:docPartGallery w:val="Page Numbers (Bottom of Page)"/>
        <w:docPartUnique/>
      </w:docPartObj>
    </w:sdtPr>
    <w:sdtEndPr/>
    <w:sdtContent>
      <w:p w14:paraId="12F9108A" w14:textId="244F5995" w:rsidR="00B8557A" w:rsidRDefault="00B8557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A88" w:rsidRPr="00FE5A88">
          <w:rPr>
            <w:noProof/>
            <w:lang w:val="ja-JP"/>
          </w:rPr>
          <w:t>2</w:t>
        </w:r>
        <w:r>
          <w:fldChar w:fldCharType="end"/>
        </w:r>
      </w:p>
    </w:sdtContent>
  </w:sdt>
  <w:p w14:paraId="1FB69B34" w14:textId="7B3EFCC5" w:rsidR="00B8557A" w:rsidRDefault="00B8557A" w:rsidP="00B1676F">
    <w:pPr>
      <w:pStyle w:val="a5"/>
      <w:jc w:val="center"/>
    </w:pPr>
    <w:r w:rsidRPr="00F916BD">
      <w:rPr>
        <w:rStyle w:val="a7"/>
        <w:rFonts w:hint="eastAsia"/>
        <w:sz w:val="20"/>
      </w:rPr>
      <w:t>（様式変更（行・ページの追加、余白の変更等）はしないこと。）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EAE3D" w14:textId="77777777" w:rsidR="00B8557A" w:rsidRDefault="00B8557A">
      <w:r>
        <w:separator/>
      </w:r>
    </w:p>
  </w:footnote>
  <w:footnote w:type="continuationSeparator" w:id="0">
    <w:p w14:paraId="155A9EF8" w14:textId="77777777" w:rsidR="00B8557A" w:rsidRDefault="00B85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E6BA3"/>
    <w:multiLevelType w:val="hybridMultilevel"/>
    <w:tmpl w:val="A0D6A268"/>
    <w:lvl w:ilvl="0" w:tplc="FCB2D7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E4C77A6"/>
    <w:multiLevelType w:val="hybridMultilevel"/>
    <w:tmpl w:val="31088CD4"/>
    <w:lvl w:ilvl="0" w:tplc="81CA91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B925532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3955A8"/>
    <w:multiLevelType w:val="hybridMultilevel"/>
    <w:tmpl w:val="9558BE2A"/>
    <w:lvl w:ilvl="0" w:tplc="41B2DCF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49B0221"/>
    <w:multiLevelType w:val="hybridMultilevel"/>
    <w:tmpl w:val="AC362376"/>
    <w:lvl w:ilvl="0" w:tplc="F8CA28E2">
      <w:numFmt w:val="bullet"/>
      <w:lvlText w:val="・"/>
      <w:lvlJc w:val="left"/>
      <w:pPr>
        <w:ind w:left="57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>
    <w:nsid w:val="463C26C4"/>
    <w:multiLevelType w:val="hybridMultilevel"/>
    <w:tmpl w:val="33EAF32E"/>
    <w:lvl w:ilvl="0" w:tplc="F9ACD768">
      <w:start w:val="6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6DB2051B"/>
    <w:multiLevelType w:val="hybridMultilevel"/>
    <w:tmpl w:val="03AE7558"/>
    <w:lvl w:ilvl="0" w:tplc="07FEE2C4">
      <w:start w:val="2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6E02FA7"/>
    <w:multiLevelType w:val="hybridMultilevel"/>
    <w:tmpl w:val="BBD457EE"/>
    <w:lvl w:ilvl="0" w:tplc="6C626D48">
      <w:numFmt w:val="bullet"/>
      <w:lvlText w:val="・"/>
      <w:lvlJc w:val="left"/>
      <w:pPr>
        <w:ind w:left="57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305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E5D"/>
    <w:rsid w:val="00000495"/>
    <w:rsid w:val="0000292B"/>
    <w:rsid w:val="000038AA"/>
    <w:rsid w:val="00006281"/>
    <w:rsid w:val="00007882"/>
    <w:rsid w:val="0001146C"/>
    <w:rsid w:val="00015B4B"/>
    <w:rsid w:val="00017E70"/>
    <w:rsid w:val="0002227D"/>
    <w:rsid w:val="00031336"/>
    <w:rsid w:val="00037CF2"/>
    <w:rsid w:val="0004670E"/>
    <w:rsid w:val="00047479"/>
    <w:rsid w:val="00047B6A"/>
    <w:rsid w:val="00055722"/>
    <w:rsid w:val="0005584B"/>
    <w:rsid w:val="00057C5E"/>
    <w:rsid w:val="00060FC6"/>
    <w:rsid w:val="00061760"/>
    <w:rsid w:val="000619D7"/>
    <w:rsid w:val="000919C9"/>
    <w:rsid w:val="00094ACC"/>
    <w:rsid w:val="0009635F"/>
    <w:rsid w:val="000A12B5"/>
    <w:rsid w:val="000B3B24"/>
    <w:rsid w:val="000B7109"/>
    <w:rsid w:val="000C4601"/>
    <w:rsid w:val="000C5EC7"/>
    <w:rsid w:val="000C6A8C"/>
    <w:rsid w:val="000C6EFA"/>
    <w:rsid w:val="000C7AE4"/>
    <w:rsid w:val="000D1CD2"/>
    <w:rsid w:val="000D4EB6"/>
    <w:rsid w:val="000D72C8"/>
    <w:rsid w:val="000E0AC0"/>
    <w:rsid w:val="000E7B5F"/>
    <w:rsid w:val="000F02DD"/>
    <w:rsid w:val="000F2038"/>
    <w:rsid w:val="000F714E"/>
    <w:rsid w:val="00100F10"/>
    <w:rsid w:val="00103499"/>
    <w:rsid w:val="00104135"/>
    <w:rsid w:val="00110ECF"/>
    <w:rsid w:val="00112E73"/>
    <w:rsid w:val="00114B5A"/>
    <w:rsid w:val="00114EBD"/>
    <w:rsid w:val="001159BE"/>
    <w:rsid w:val="00116C4B"/>
    <w:rsid w:val="0012345D"/>
    <w:rsid w:val="001234E4"/>
    <w:rsid w:val="0012735F"/>
    <w:rsid w:val="00127B0C"/>
    <w:rsid w:val="00134C80"/>
    <w:rsid w:val="00134E74"/>
    <w:rsid w:val="0013707C"/>
    <w:rsid w:val="00141DEE"/>
    <w:rsid w:val="00144158"/>
    <w:rsid w:val="00146E64"/>
    <w:rsid w:val="0014708F"/>
    <w:rsid w:val="00150247"/>
    <w:rsid w:val="0015179B"/>
    <w:rsid w:val="00152B76"/>
    <w:rsid w:val="00153F12"/>
    <w:rsid w:val="001551B7"/>
    <w:rsid w:val="00155D7B"/>
    <w:rsid w:val="00157EC3"/>
    <w:rsid w:val="00167312"/>
    <w:rsid w:val="001678D9"/>
    <w:rsid w:val="00171373"/>
    <w:rsid w:val="00174DF6"/>
    <w:rsid w:val="0017685D"/>
    <w:rsid w:val="00183C8E"/>
    <w:rsid w:val="00192D03"/>
    <w:rsid w:val="001A1586"/>
    <w:rsid w:val="001A236A"/>
    <w:rsid w:val="001A33DF"/>
    <w:rsid w:val="001A3EE9"/>
    <w:rsid w:val="001A4449"/>
    <w:rsid w:val="001A647D"/>
    <w:rsid w:val="001B0EE2"/>
    <w:rsid w:val="001B36C7"/>
    <w:rsid w:val="001B450C"/>
    <w:rsid w:val="001D157F"/>
    <w:rsid w:val="001D6A2B"/>
    <w:rsid w:val="001E676B"/>
    <w:rsid w:val="002036D3"/>
    <w:rsid w:val="00207ACE"/>
    <w:rsid w:val="00210212"/>
    <w:rsid w:val="00213BC1"/>
    <w:rsid w:val="00217F02"/>
    <w:rsid w:val="00225612"/>
    <w:rsid w:val="0022576D"/>
    <w:rsid w:val="00227A9A"/>
    <w:rsid w:val="00232A35"/>
    <w:rsid w:val="00232AD7"/>
    <w:rsid w:val="00244406"/>
    <w:rsid w:val="00247419"/>
    <w:rsid w:val="00247FC1"/>
    <w:rsid w:val="0025081C"/>
    <w:rsid w:val="00252AE8"/>
    <w:rsid w:val="00252CC7"/>
    <w:rsid w:val="0025683B"/>
    <w:rsid w:val="0026029D"/>
    <w:rsid w:val="0027332E"/>
    <w:rsid w:val="0027772E"/>
    <w:rsid w:val="00282AAB"/>
    <w:rsid w:val="00295688"/>
    <w:rsid w:val="0029652B"/>
    <w:rsid w:val="002969A2"/>
    <w:rsid w:val="002973CB"/>
    <w:rsid w:val="002A0AE1"/>
    <w:rsid w:val="002A1D9E"/>
    <w:rsid w:val="002B1509"/>
    <w:rsid w:val="002B1F0A"/>
    <w:rsid w:val="002B23ED"/>
    <w:rsid w:val="002B2D7B"/>
    <w:rsid w:val="002B5E94"/>
    <w:rsid w:val="002D4C0A"/>
    <w:rsid w:val="002D63A0"/>
    <w:rsid w:val="002E039C"/>
    <w:rsid w:val="002E0696"/>
    <w:rsid w:val="002E1A4E"/>
    <w:rsid w:val="002E2ADF"/>
    <w:rsid w:val="002E3C3F"/>
    <w:rsid w:val="003030EA"/>
    <w:rsid w:val="0031208D"/>
    <w:rsid w:val="00313B71"/>
    <w:rsid w:val="0032182B"/>
    <w:rsid w:val="00322B43"/>
    <w:rsid w:val="00327780"/>
    <w:rsid w:val="00330EE4"/>
    <w:rsid w:val="00332848"/>
    <w:rsid w:val="00333886"/>
    <w:rsid w:val="00347FAE"/>
    <w:rsid w:val="00351D2D"/>
    <w:rsid w:val="00356254"/>
    <w:rsid w:val="00356645"/>
    <w:rsid w:val="003660B0"/>
    <w:rsid w:val="00366282"/>
    <w:rsid w:val="00366E50"/>
    <w:rsid w:val="00371280"/>
    <w:rsid w:val="00373F28"/>
    <w:rsid w:val="00375804"/>
    <w:rsid w:val="00376D4E"/>
    <w:rsid w:val="00383F8C"/>
    <w:rsid w:val="003854D6"/>
    <w:rsid w:val="00393259"/>
    <w:rsid w:val="00396618"/>
    <w:rsid w:val="003A06F8"/>
    <w:rsid w:val="003B79C2"/>
    <w:rsid w:val="003C0B44"/>
    <w:rsid w:val="003D6E0D"/>
    <w:rsid w:val="003E1975"/>
    <w:rsid w:val="003F471D"/>
    <w:rsid w:val="003F4F2D"/>
    <w:rsid w:val="003F5A24"/>
    <w:rsid w:val="0040258D"/>
    <w:rsid w:val="0040350E"/>
    <w:rsid w:val="00406AA6"/>
    <w:rsid w:val="004159DF"/>
    <w:rsid w:val="00416876"/>
    <w:rsid w:val="00416B0E"/>
    <w:rsid w:val="0041783B"/>
    <w:rsid w:val="00417E0C"/>
    <w:rsid w:val="00420C80"/>
    <w:rsid w:val="0042195A"/>
    <w:rsid w:val="00426DAC"/>
    <w:rsid w:val="00431444"/>
    <w:rsid w:val="004334FA"/>
    <w:rsid w:val="004427ED"/>
    <w:rsid w:val="00442B4A"/>
    <w:rsid w:val="00447050"/>
    <w:rsid w:val="00450BBA"/>
    <w:rsid w:val="0045570F"/>
    <w:rsid w:val="0045610F"/>
    <w:rsid w:val="004569EC"/>
    <w:rsid w:val="00467B1E"/>
    <w:rsid w:val="00473DB9"/>
    <w:rsid w:val="004773E5"/>
    <w:rsid w:val="004812BA"/>
    <w:rsid w:val="00484031"/>
    <w:rsid w:val="004918D9"/>
    <w:rsid w:val="004A110C"/>
    <w:rsid w:val="004A29A3"/>
    <w:rsid w:val="004A7DE2"/>
    <w:rsid w:val="004B12CC"/>
    <w:rsid w:val="004B2947"/>
    <w:rsid w:val="004B353B"/>
    <w:rsid w:val="004B3C29"/>
    <w:rsid w:val="004C28DD"/>
    <w:rsid w:val="004C37E4"/>
    <w:rsid w:val="004D00DE"/>
    <w:rsid w:val="004D1CC8"/>
    <w:rsid w:val="004D2A5A"/>
    <w:rsid w:val="004D437A"/>
    <w:rsid w:val="004D4D72"/>
    <w:rsid w:val="004D5284"/>
    <w:rsid w:val="004E056C"/>
    <w:rsid w:val="004E17AC"/>
    <w:rsid w:val="004F2101"/>
    <w:rsid w:val="004F3CFB"/>
    <w:rsid w:val="00506A72"/>
    <w:rsid w:val="00510273"/>
    <w:rsid w:val="00511834"/>
    <w:rsid w:val="00512F6F"/>
    <w:rsid w:val="005167FE"/>
    <w:rsid w:val="00517E31"/>
    <w:rsid w:val="00520AD2"/>
    <w:rsid w:val="005319FC"/>
    <w:rsid w:val="00540DAB"/>
    <w:rsid w:val="00542397"/>
    <w:rsid w:val="00542D82"/>
    <w:rsid w:val="00544139"/>
    <w:rsid w:val="00547FC0"/>
    <w:rsid w:val="0055012E"/>
    <w:rsid w:val="00550808"/>
    <w:rsid w:val="005521C7"/>
    <w:rsid w:val="005523FF"/>
    <w:rsid w:val="0055524A"/>
    <w:rsid w:val="005611B0"/>
    <w:rsid w:val="00570083"/>
    <w:rsid w:val="00574DE9"/>
    <w:rsid w:val="00576380"/>
    <w:rsid w:val="005801FD"/>
    <w:rsid w:val="00593540"/>
    <w:rsid w:val="005961BB"/>
    <w:rsid w:val="005A1BBF"/>
    <w:rsid w:val="005A4E3F"/>
    <w:rsid w:val="005A7B82"/>
    <w:rsid w:val="005E0818"/>
    <w:rsid w:val="005E29D0"/>
    <w:rsid w:val="005E3345"/>
    <w:rsid w:val="005F3713"/>
    <w:rsid w:val="005F3BF2"/>
    <w:rsid w:val="005F3E97"/>
    <w:rsid w:val="006035C0"/>
    <w:rsid w:val="00603C3F"/>
    <w:rsid w:val="0060513E"/>
    <w:rsid w:val="00606AC9"/>
    <w:rsid w:val="00610C5E"/>
    <w:rsid w:val="00615E84"/>
    <w:rsid w:val="00617C46"/>
    <w:rsid w:val="00631B50"/>
    <w:rsid w:val="00632F40"/>
    <w:rsid w:val="006354F4"/>
    <w:rsid w:val="0063717B"/>
    <w:rsid w:val="00641FFC"/>
    <w:rsid w:val="0064729C"/>
    <w:rsid w:val="00647397"/>
    <w:rsid w:val="00650316"/>
    <w:rsid w:val="0065427E"/>
    <w:rsid w:val="0065449E"/>
    <w:rsid w:val="0065586E"/>
    <w:rsid w:val="00674C83"/>
    <w:rsid w:val="006773FF"/>
    <w:rsid w:val="00685168"/>
    <w:rsid w:val="006862FA"/>
    <w:rsid w:val="00687991"/>
    <w:rsid w:val="00693890"/>
    <w:rsid w:val="00694603"/>
    <w:rsid w:val="00694FCB"/>
    <w:rsid w:val="006952AD"/>
    <w:rsid w:val="00697B3B"/>
    <w:rsid w:val="006A3949"/>
    <w:rsid w:val="006B46C7"/>
    <w:rsid w:val="006B4A66"/>
    <w:rsid w:val="006B683A"/>
    <w:rsid w:val="006B7B1E"/>
    <w:rsid w:val="006C527D"/>
    <w:rsid w:val="006C5DCF"/>
    <w:rsid w:val="006C65DE"/>
    <w:rsid w:val="006D09AF"/>
    <w:rsid w:val="006D210B"/>
    <w:rsid w:val="006D2204"/>
    <w:rsid w:val="006D6052"/>
    <w:rsid w:val="006E025C"/>
    <w:rsid w:val="006E3BC8"/>
    <w:rsid w:val="006E3FD1"/>
    <w:rsid w:val="006E43BB"/>
    <w:rsid w:val="006F225E"/>
    <w:rsid w:val="006F2A1F"/>
    <w:rsid w:val="006F40A0"/>
    <w:rsid w:val="006F713A"/>
    <w:rsid w:val="006F7A96"/>
    <w:rsid w:val="007018E3"/>
    <w:rsid w:val="007053F4"/>
    <w:rsid w:val="0070769A"/>
    <w:rsid w:val="00714E64"/>
    <w:rsid w:val="00723DE4"/>
    <w:rsid w:val="007253D3"/>
    <w:rsid w:val="0073611B"/>
    <w:rsid w:val="00764E22"/>
    <w:rsid w:val="00767F01"/>
    <w:rsid w:val="0077506F"/>
    <w:rsid w:val="00782556"/>
    <w:rsid w:val="00783065"/>
    <w:rsid w:val="00784BB5"/>
    <w:rsid w:val="00794853"/>
    <w:rsid w:val="0079699E"/>
    <w:rsid w:val="007A08EB"/>
    <w:rsid w:val="007B12E8"/>
    <w:rsid w:val="007B3B57"/>
    <w:rsid w:val="007B4DAE"/>
    <w:rsid w:val="007B56D3"/>
    <w:rsid w:val="007C12AE"/>
    <w:rsid w:val="007C5B22"/>
    <w:rsid w:val="007C7FCE"/>
    <w:rsid w:val="007D1FB1"/>
    <w:rsid w:val="007D25B1"/>
    <w:rsid w:val="007D3160"/>
    <w:rsid w:val="007D3E5D"/>
    <w:rsid w:val="007E2B56"/>
    <w:rsid w:val="007E3D07"/>
    <w:rsid w:val="007F43B8"/>
    <w:rsid w:val="007F79A7"/>
    <w:rsid w:val="0080196B"/>
    <w:rsid w:val="00806745"/>
    <w:rsid w:val="008106A7"/>
    <w:rsid w:val="00824622"/>
    <w:rsid w:val="00826DC6"/>
    <w:rsid w:val="00837168"/>
    <w:rsid w:val="0084448B"/>
    <w:rsid w:val="00847B46"/>
    <w:rsid w:val="008502C3"/>
    <w:rsid w:val="00850486"/>
    <w:rsid w:val="00856F06"/>
    <w:rsid w:val="00857591"/>
    <w:rsid w:val="008613A6"/>
    <w:rsid w:val="00865B4F"/>
    <w:rsid w:val="00866B61"/>
    <w:rsid w:val="0086726A"/>
    <w:rsid w:val="00877F62"/>
    <w:rsid w:val="0088125E"/>
    <w:rsid w:val="008859A3"/>
    <w:rsid w:val="00886A44"/>
    <w:rsid w:val="008903EA"/>
    <w:rsid w:val="0089352C"/>
    <w:rsid w:val="008A54AC"/>
    <w:rsid w:val="008A6B1E"/>
    <w:rsid w:val="008B1B35"/>
    <w:rsid w:val="008C26F7"/>
    <w:rsid w:val="008C2AFD"/>
    <w:rsid w:val="008C443D"/>
    <w:rsid w:val="008D37DC"/>
    <w:rsid w:val="008D6871"/>
    <w:rsid w:val="008E063E"/>
    <w:rsid w:val="008E3AA7"/>
    <w:rsid w:val="008E3C68"/>
    <w:rsid w:val="008E7204"/>
    <w:rsid w:val="008E7512"/>
    <w:rsid w:val="008E79C0"/>
    <w:rsid w:val="008F1CDD"/>
    <w:rsid w:val="008F5106"/>
    <w:rsid w:val="008F5777"/>
    <w:rsid w:val="00904345"/>
    <w:rsid w:val="00911D7C"/>
    <w:rsid w:val="009133E1"/>
    <w:rsid w:val="00917E66"/>
    <w:rsid w:val="00920589"/>
    <w:rsid w:val="00945B95"/>
    <w:rsid w:val="0094763D"/>
    <w:rsid w:val="009519AE"/>
    <w:rsid w:val="00956D28"/>
    <w:rsid w:val="009628B4"/>
    <w:rsid w:val="00963B69"/>
    <w:rsid w:val="00967C5A"/>
    <w:rsid w:val="00967E0F"/>
    <w:rsid w:val="00972C8F"/>
    <w:rsid w:val="00972F1F"/>
    <w:rsid w:val="00972FFB"/>
    <w:rsid w:val="00985D56"/>
    <w:rsid w:val="00991BCC"/>
    <w:rsid w:val="00993C2D"/>
    <w:rsid w:val="009A3AC9"/>
    <w:rsid w:val="009A5173"/>
    <w:rsid w:val="009A5245"/>
    <w:rsid w:val="009B17BA"/>
    <w:rsid w:val="009B461C"/>
    <w:rsid w:val="009C131A"/>
    <w:rsid w:val="009C140C"/>
    <w:rsid w:val="009C4D29"/>
    <w:rsid w:val="009C5120"/>
    <w:rsid w:val="009D0910"/>
    <w:rsid w:val="009D0CF3"/>
    <w:rsid w:val="009D4281"/>
    <w:rsid w:val="009F4532"/>
    <w:rsid w:val="009F6DAE"/>
    <w:rsid w:val="009F7FAE"/>
    <w:rsid w:val="00A03CE0"/>
    <w:rsid w:val="00A1020F"/>
    <w:rsid w:val="00A11243"/>
    <w:rsid w:val="00A14443"/>
    <w:rsid w:val="00A16CB1"/>
    <w:rsid w:val="00A1700F"/>
    <w:rsid w:val="00A26525"/>
    <w:rsid w:val="00A3064D"/>
    <w:rsid w:val="00A33E53"/>
    <w:rsid w:val="00A35351"/>
    <w:rsid w:val="00A45897"/>
    <w:rsid w:val="00A46CEA"/>
    <w:rsid w:val="00A501B0"/>
    <w:rsid w:val="00A503AE"/>
    <w:rsid w:val="00A50D30"/>
    <w:rsid w:val="00A53657"/>
    <w:rsid w:val="00A56795"/>
    <w:rsid w:val="00A61D51"/>
    <w:rsid w:val="00A62E74"/>
    <w:rsid w:val="00A65C5A"/>
    <w:rsid w:val="00A81135"/>
    <w:rsid w:val="00A839A4"/>
    <w:rsid w:val="00A93159"/>
    <w:rsid w:val="00AA2487"/>
    <w:rsid w:val="00AA5051"/>
    <w:rsid w:val="00AA5859"/>
    <w:rsid w:val="00AB0F21"/>
    <w:rsid w:val="00AB44F8"/>
    <w:rsid w:val="00AB52CB"/>
    <w:rsid w:val="00AC34B3"/>
    <w:rsid w:val="00AC6D80"/>
    <w:rsid w:val="00AC780C"/>
    <w:rsid w:val="00AD066E"/>
    <w:rsid w:val="00AD2521"/>
    <w:rsid w:val="00AD5AC2"/>
    <w:rsid w:val="00AD631A"/>
    <w:rsid w:val="00AE0B04"/>
    <w:rsid w:val="00AE32F2"/>
    <w:rsid w:val="00AE3E0B"/>
    <w:rsid w:val="00AE682E"/>
    <w:rsid w:val="00AE6D38"/>
    <w:rsid w:val="00AF166F"/>
    <w:rsid w:val="00B02458"/>
    <w:rsid w:val="00B0338E"/>
    <w:rsid w:val="00B07177"/>
    <w:rsid w:val="00B16221"/>
    <w:rsid w:val="00B1676F"/>
    <w:rsid w:val="00B20C52"/>
    <w:rsid w:val="00B212AE"/>
    <w:rsid w:val="00B26006"/>
    <w:rsid w:val="00B26B7D"/>
    <w:rsid w:val="00B270B5"/>
    <w:rsid w:val="00B32029"/>
    <w:rsid w:val="00B3477C"/>
    <w:rsid w:val="00B35309"/>
    <w:rsid w:val="00B45BBB"/>
    <w:rsid w:val="00B4779B"/>
    <w:rsid w:val="00B52088"/>
    <w:rsid w:val="00B5413B"/>
    <w:rsid w:val="00B541CA"/>
    <w:rsid w:val="00B654F5"/>
    <w:rsid w:val="00B71F60"/>
    <w:rsid w:val="00B74DDE"/>
    <w:rsid w:val="00B77867"/>
    <w:rsid w:val="00B77BCB"/>
    <w:rsid w:val="00B81EB3"/>
    <w:rsid w:val="00B8557A"/>
    <w:rsid w:val="00B87843"/>
    <w:rsid w:val="00B907C6"/>
    <w:rsid w:val="00B920EF"/>
    <w:rsid w:val="00B94A5E"/>
    <w:rsid w:val="00B97775"/>
    <w:rsid w:val="00BA2C34"/>
    <w:rsid w:val="00BA3615"/>
    <w:rsid w:val="00BB63BE"/>
    <w:rsid w:val="00BC0C9A"/>
    <w:rsid w:val="00BC1AE2"/>
    <w:rsid w:val="00BC6232"/>
    <w:rsid w:val="00BC7FF0"/>
    <w:rsid w:val="00BD5F87"/>
    <w:rsid w:val="00C049EA"/>
    <w:rsid w:val="00C07EAD"/>
    <w:rsid w:val="00C1179B"/>
    <w:rsid w:val="00C11D85"/>
    <w:rsid w:val="00C2476C"/>
    <w:rsid w:val="00C24A9E"/>
    <w:rsid w:val="00C26907"/>
    <w:rsid w:val="00C53CE6"/>
    <w:rsid w:val="00C551D0"/>
    <w:rsid w:val="00C563DD"/>
    <w:rsid w:val="00C64563"/>
    <w:rsid w:val="00C65874"/>
    <w:rsid w:val="00C72CC2"/>
    <w:rsid w:val="00C77AB6"/>
    <w:rsid w:val="00C83253"/>
    <w:rsid w:val="00C85E2A"/>
    <w:rsid w:val="00C85EB3"/>
    <w:rsid w:val="00C94D2D"/>
    <w:rsid w:val="00C971D0"/>
    <w:rsid w:val="00CA73E6"/>
    <w:rsid w:val="00CA7A11"/>
    <w:rsid w:val="00CD0C99"/>
    <w:rsid w:val="00CD6BC9"/>
    <w:rsid w:val="00CE0B67"/>
    <w:rsid w:val="00CE58DB"/>
    <w:rsid w:val="00CF712A"/>
    <w:rsid w:val="00CF74B0"/>
    <w:rsid w:val="00D00849"/>
    <w:rsid w:val="00D010C5"/>
    <w:rsid w:val="00D049B5"/>
    <w:rsid w:val="00D05A0C"/>
    <w:rsid w:val="00D05AAC"/>
    <w:rsid w:val="00D067CC"/>
    <w:rsid w:val="00D17240"/>
    <w:rsid w:val="00D249CC"/>
    <w:rsid w:val="00D31594"/>
    <w:rsid w:val="00D3767D"/>
    <w:rsid w:val="00D40FA5"/>
    <w:rsid w:val="00D433B2"/>
    <w:rsid w:val="00D44E24"/>
    <w:rsid w:val="00D4571E"/>
    <w:rsid w:val="00D472BD"/>
    <w:rsid w:val="00D5044F"/>
    <w:rsid w:val="00D536C2"/>
    <w:rsid w:val="00D56E84"/>
    <w:rsid w:val="00D6042D"/>
    <w:rsid w:val="00D6491F"/>
    <w:rsid w:val="00D661FF"/>
    <w:rsid w:val="00D66ED0"/>
    <w:rsid w:val="00D6797A"/>
    <w:rsid w:val="00D74DAB"/>
    <w:rsid w:val="00D76742"/>
    <w:rsid w:val="00D777F9"/>
    <w:rsid w:val="00D80ACD"/>
    <w:rsid w:val="00D84C93"/>
    <w:rsid w:val="00D84FB5"/>
    <w:rsid w:val="00D8715B"/>
    <w:rsid w:val="00DA059D"/>
    <w:rsid w:val="00DA2959"/>
    <w:rsid w:val="00DB6F65"/>
    <w:rsid w:val="00DB78B6"/>
    <w:rsid w:val="00DC1D1C"/>
    <w:rsid w:val="00DC28F1"/>
    <w:rsid w:val="00DC49F7"/>
    <w:rsid w:val="00DC54EF"/>
    <w:rsid w:val="00DD2EDF"/>
    <w:rsid w:val="00DD6877"/>
    <w:rsid w:val="00DE1ABE"/>
    <w:rsid w:val="00DE1BC7"/>
    <w:rsid w:val="00DE43C0"/>
    <w:rsid w:val="00DE4CC2"/>
    <w:rsid w:val="00DF1797"/>
    <w:rsid w:val="00DF1870"/>
    <w:rsid w:val="00E04CCD"/>
    <w:rsid w:val="00E17C0E"/>
    <w:rsid w:val="00E2032A"/>
    <w:rsid w:val="00E27C11"/>
    <w:rsid w:val="00E406A5"/>
    <w:rsid w:val="00E40BF8"/>
    <w:rsid w:val="00E50570"/>
    <w:rsid w:val="00E615E6"/>
    <w:rsid w:val="00E65DF4"/>
    <w:rsid w:val="00E65EAA"/>
    <w:rsid w:val="00E67678"/>
    <w:rsid w:val="00E73F5F"/>
    <w:rsid w:val="00E76926"/>
    <w:rsid w:val="00E854CA"/>
    <w:rsid w:val="00E859A9"/>
    <w:rsid w:val="00E95288"/>
    <w:rsid w:val="00E96535"/>
    <w:rsid w:val="00E97A1A"/>
    <w:rsid w:val="00EA39A7"/>
    <w:rsid w:val="00EA4A83"/>
    <w:rsid w:val="00EA761F"/>
    <w:rsid w:val="00EB70A5"/>
    <w:rsid w:val="00EC24F7"/>
    <w:rsid w:val="00EC4997"/>
    <w:rsid w:val="00EC4B38"/>
    <w:rsid w:val="00EC5923"/>
    <w:rsid w:val="00ED1964"/>
    <w:rsid w:val="00ED6680"/>
    <w:rsid w:val="00EE3D09"/>
    <w:rsid w:val="00EE478A"/>
    <w:rsid w:val="00EF56AC"/>
    <w:rsid w:val="00F05124"/>
    <w:rsid w:val="00F06E64"/>
    <w:rsid w:val="00F119F6"/>
    <w:rsid w:val="00F23E03"/>
    <w:rsid w:val="00F265CE"/>
    <w:rsid w:val="00F42889"/>
    <w:rsid w:val="00F43C0B"/>
    <w:rsid w:val="00F47879"/>
    <w:rsid w:val="00F5151C"/>
    <w:rsid w:val="00F52B1C"/>
    <w:rsid w:val="00F530ED"/>
    <w:rsid w:val="00F53C39"/>
    <w:rsid w:val="00F553E1"/>
    <w:rsid w:val="00F5621D"/>
    <w:rsid w:val="00F56F2C"/>
    <w:rsid w:val="00F60DF6"/>
    <w:rsid w:val="00F64413"/>
    <w:rsid w:val="00F772A4"/>
    <w:rsid w:val="00F77393"/>
    <w:rsid w:val="00F823BB"/>
    <w:rsid w:val="00F845D0"/>
    <w:rsid w:val="00F90619"/>
    <w:rsid w:val="00F916BD"/>
    <w:rsid w:val="00F91C41"/>
    <w:rsid w:val="00F94A44"/>
    <w:rsid w:val="00FA0C20"/>
    <w:rsid w:val="00FA115F"/>
    <w:rsid w:val="00FB3007"/>
    <w:rsid w:val="00FB355E"/>
    <w:rsid w:val="00FC2DDF"/>
    <w:rsid w:val="00FC4401"/>
    <w:rsid w:val="00FC6CB5"/>
    <w:rsid w:val="00FD2F63"/>
    <w:rsid w:val="00FD339C"/>
    <w:rsid w:val="00FE21CE"/>
    <w:rsid w:val="00FE3C03"/>
    <w:rsid w:val="00FE5A88"/>
    <w:rsid w:val="00FF4E88"/>
    <w:rsid w:val="00FF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324B7FD6"/>
  <w15:chartTrackingRefBased/>
  <w15:docId w15:val="{6535292D-723A-4044-96C7-B795B611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DE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footer"/>
    <w:basedOn w:val="a"/>
    <w:link w:val="a6"/>
    <w:uiPriority w:val="99"/>
    <w:rsid w:val="00EF56AC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F56AC"/>
  </w:style>
  <w:style w:type="paragraph" w:styleId="a8">
    <w:name w:val="Balloon Text"/>
    <w:basedOn w:val="a"/>
    <w:semiHidden/>
    <w:rsid w:val="00A503AE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rsid w:val="00450BBA"/>
    <w:pPr>
      <w:tabs>
        <w:tab w:val="center" w:pos="4252"/>
        <w:tab w:val="right" w:pos="8504"/>
      </w:tabs>
      <w:snapToGrid w:val="0"/>
    </w:pPr>
  </w:style>
  <w:style w:type="paragraph" w:styleId="aa">
    <w:name w:val="List Paragraph"/>
    <w:basedOn w:val="a"/>
    <w:uiPriority w:val="34"/>
    <w:qFormat/>
    <w:rsid w:val="009D4281"/>
    <w:pPr>
      <w:ind w:leftChars="400" w:left="840"/>
    </w:pPr>
  </w:style>
  <w:style w:type="table" w:styleId="ab">
    <w:name w:val="Table Grid"/>
    <w:basedOn w:val="a1"/>
    <w:rsid w:val="006A39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basedOn w:val="a0"/>
    <w:rsid w:val="004427ED"/>
    <w:rPr>
      <w:color w:val="0000FF"/>
      <w:u w:val="single"/>
    </w:rPr>
  </w:style>
  <w:style w:type="character" w:styleId="ad">
    <w:name w:val="FollowedHyperlink"/>
    <w:basedOn w:val="a0"/>
    <w:rsid w:val="00C65874"/>
    <w:rPr>
      <w:color w:val="800080"/>
      <w:u w:val="single"/>
    </w:rPr>
  </w:style>
  <w:style w:type="character" w:styleId="ae">
    <w:name w:val="annotation reference"/>
    <w:basedOn w:val="a0"/>
    <w:rsid w:val="00D17240"/>
    <w:rPr>
      <w:sz w:val="18"/>
      <w:szCs w:val="18"/>
    </w:rPr>
  </w:style>
  <w:style w:type="paragraph" w:styleId="af">
    <w:name w:val="annotation text"/>
    <w:basedOn w:val="a"/>
    <w:link w:val="af0"/>
    <w:rsid w:val="00D17240"/>
    <w:pPr>
      <w:jc w:val="left"/>
    </w:pPr>
  </w:style>
  <w:style w:type="character" w:customStyle="1" w:styleId="af0">
    <w:name w:val="コメント文字列 (文字)"/>
    <w:basedOn w:val="a0"/>
    <w:link w:val="af"/>
    <w:rsid w:val="00D17240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D17240"/>
    <w:rPr>
      <w:b/>
      <w:bCs/>
    </w:rPr>
  </w:style>
  <w:style w:type="character" w:customStyle="1" w:styleId="af2">
    <w:name w:val="コメント内容 (文字)"/>
    <w:basedOn w:val="af0"/>
    <w:link w:val="af1"/>
    <w:rsid w:val="00D17240"/>
    <w:rPr>
      <w:b/>
      <w:bCs/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CA7A11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512F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1A3A6-2576-4B25-996E-A610F09DB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62571942</Template>
  <TotalTime>767</TotalTime>
  <Pages>2</Pages>
  <Words>690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AEARU（東アジア研究型大学協会）学生キャンプ２００２</vt:lpstr>
      <vt:lpstr>AEARU（東アジア研究型大学協会）学生キャンプ２００２</vt:lpstr>
    </vt:vector>
  </TitlesOfParts>
  <Company>東京大学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AEARU（東アジア研究型大学協会）学生キャンプ２００２</dc:title>
  <dc:subject/>
  <dc:creator>chikuni</dc:creator>
  <cp:keywords/>
  <dc:description/>
  <cp:lastModifiedBy>竹内　明子</cp:lastModifiedBy>
  <cp:revision>190</cp:revision>
  <cp:lastPrinted>2015-04-20T01:33:00Z</cp:lastPrinted>
  <dcterms:created xsi:type="dcterms:W3CDTF">2014-04-04T13:06:00Z</dcterms:created>
  <dcterms:modified xsi:type="dcterms:W3CDTF">2015-04-21T02:04:00Z</dcterms:modified>
</cp:coreProperties>
</file>