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5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04"/>
        <w:gridCol w:w="614"/>
        <w:gridCol w:w="1984"/>
        <w:gridCol w:w="616"/>
        <w:gridCol w:w="93"/>
        <w:gridCol w:w="1276"/>
        <w:gridCol w:w="694"/>
        <w:gridCol w:w="156"/>
        <w:gridCol w:w="1119"/>
        <w:gridCol w:w="2127"/>
      </w:tblGrid>
      <w:tr w:rsidR="00BA3907" w:rsidRPr="00E952C8" w14:paraId="36449B35" w14:textId="77777777" w:rsidTr="002F6616">
        <w:trPr>
          <w:trHeight w:val="92"/>
        </w:trPr>
        <w:tc>
          <w:tcPr>
            <w:tcW w:w="10617" w:type="dxa"/>
            <w:gridSpan w:val="11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14:paraId="0C4460DC" w14:textId="77777777" w:rsidR="00B26997" w:rsidRPr="00450E3D" w:rsidRDefault="00B26997" w:rsidP="00BA3907">
            <w:pPr>
              <w:adjustRightInd w:val="0"/>
              <w:snapToGrid w:val="0"/>
              <w:rPr>
                <w:rFonts w:ascii="Arial" w:eastAsia="ＭＳ 明朝" w:hAnsi="Arial" w:cs="Arial"/>
                <w:b/>
                <w:sz w:val="16"/>
                <w:szCs w:val="16"/>
                <w:u w:color="333333"/>
                <w:lang w:eastAsia="ja-JP"/>
              </w:rPr>
            </w:pPr>
            <w:bookmarkStart w:id="0" w:name="_GoBack"/>
            <w:bookmarkEnd w:id="0"/>
          </w:p>
        </w:tc>
      </w:tr>
      <w:tr w:rsidR="00BA3907" w:rsidRPr="0014333C" w14:paraId="6FB394E3" w14:textId="77777777" w:rsidTr="002F6616">
        <w:trPr>
          <w:trHeight w:val="449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01031E71" w14:textId="77777777" w:rsidR="00B26997" w:rsidRPr="00310C99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基本情報</w:t>
            </w:r>
            <w:r w:rsidRPr="00310C99">
              <w:rPr>
                <w:rFonts w:ascii="Arial" w:hAnsi="Arial" w:cs="Arial" w:hint="eastAsia"/>
                <w:b/>
                <w:color w:val="FFFFFF"/>
                <w:u w:color="333333"/>
              </w:rPr>
              <w:t xml:space="preserve"> </w:t>
            </w:r>
          </w:p>
        </w:tc>
      </w:tr>
      <w:tr w:rsidR="00BA3907" w:rsidRPr="00E952C8" w14:paraId="148202DA" w14:textId="77777777" w:rsidTr="002F6616">
        <w:trPr>
          <w:trHeight w:val="449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5763BF60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</w:p>
        </w:tc>
        <w:tc>
          <w:tcPr>
            <w:tcW w:w="8679" w:type="dxa"/>
            <w:gridSpan w:val="9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28B1B572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 w:rsidRPr="00383D7E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  </w:t>
            </w:r>
            <w:r w:rsidRPr="00383D7E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                </w:t>
            </w:r>
          </w:p>
          <w:p w14:paraId="448A9BA6" w14:textId="5E0A156C" w:rsidR="00B26997" w:rsidRPr="00310C99" w:rsidRDefault="001834A3" w:rsidP="00BA3907">
            <w:pPr>
              <w:ind w:firstLineChars="100" w:firstLine="140"/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hAnsi="Arial" w:cs="Arial"/>
                <w:b/>
                <w:noProof/>
                <w:color w:val="333333"/>
                <w:sz w:val="16"/>
                <w:szCs w:val="16"/>
                <w:u w:color="333333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D5131F" wp14:editId="195B48F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</wp:posOffset>
                      </wp:positionV>
                      <wp:extent cx="5224780" cy="0"/>
                      <wp:effectExtent l="11430" t="5715" r="12065" b="13335"/>
                      <wp:wrapNone/>
                      <wp:docPr id="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24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22FE9" id="Line 8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.1pt" to="420.4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" strokecolor="#333">
                      <v:stroke dashstyle="dash"/>
                    </v:line>
                  </w:pict>
                </mc:Fallback>
              </mc:AlternateContent>
            </w:r>
            <w:r w:rsidR="00B26997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日本語</w:t>
            </w:r>
            <w:r w:rsidR="00B26997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>表記</w:t>
            </w:r>
            <w:r w:rsidR="00B26997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 </w:t>
            </w:r>
            <w:r w:rsidR="00B26997" w:rsidRPr="00676CF3">
              <w:rPr>
                <w:rFonts w:ascii="Arial" w:hAnsi="Arial" w:cs="Arial" w:hint="eastAsia"/>
                <w:color w:val="333333"/>
                <w:sz w:val="20"/>
                <w:szCs w:val="20"/>
              </w:rPr>
              <w:t xml:space="preserve"> </w:t>
            </w:r>
            <w:r w:rsidR="00B26997">
              <w:rPr>
                <w:rFonts w:ascii="Arial" w:hAnsi="Arial" w:cs="Arial"/>
                <w:color w:val="333333"/>
                <w:sz w:val="20"/>
                <w:szCs w:val="20"/>
              </w:rPr>
              <w:t xml:space="preserve">                       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</w:t>
            </w:r>
            <w:r w:rsidR="00B26997" w:rsidRPr="00310C99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　　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パスポート</w:t>
            </w:r>
            <w:r w:rsidR="00B26997" w:rsidRPr="00310C99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>のアルファベット表記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（例</w:t>
            </w:r>
            <w:r w:rsidR="00B26997" w:rsidRPr="00310C99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　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TODAI Taro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）</w:t>
            </w:r>
          </w:p>
        </w:tc>
      </w:tr>
      <w:tr w:rsidR="00BA3907" w:rsidRPr="00E952C8" w14:paraId="330DA41E" w14:textId="77777777" w:rsidTr="002F6616">
        <w:trPr>
          <w:trHeight w:val="449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5AB42CFA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生年月日</w:t>
            </w:r>
          </w:p>
        </w:tc>
        <w:tc>
          <w:tcPr>
            <w:tcW w:w="321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4D2E4D1C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0451004B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専修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3284FDE9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</w:tc>
      </w:tr>
      <w:tr w:rsidR="00BA3907" w:rsidRPr="00E952C8" w14:paraId="38C5F57F" w14:textId="77777777" w:rsidTr="002F6616">
        <w:trPr>
          <w:trHeight w:val="449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D5DEFE3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性別</w:t>
            </w:r>
          </w:p>
        </w:tc>
        <w:tc>
          <w:tcPr>
            <w:tcW w:w="321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7C89AE7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EB55AD" w14:textId="77777777" w:rsidR="00B26997" w:rsidRPr="00E952C8" w:rsidRDefault="00B26997" w:rsidP="00BA3907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コース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042ABCF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BA3907" w:rsidRPr="00E952C8" w14:paraId="4A79B0EE" w14:textId="77777777" w:rsidTr="002F6616">
        <w:trPr>
          <w:trHeight w:val="476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D67E60D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国籍</w:t>
            </w:r>
          </w:p>
        </w:tc>
        <w:tc>
          <w:tcPr>
            <w:tcW w:w="321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F13D31" w14:textId="77777777" w:rsidR="00B26997" w:rsidRPr="00383D7E" w:rsidRDefault="00B26997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2C54AAF" w14:textId="77777777" w:rsidR="00B26997" w:rsidRPr="00383D7E" w:rsidRDefault="00B26997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学籍番号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5CED2CB" w14:textId="77777777" w:rsidR="00B26997" w:rsidRPr="00383D7E" w:rsidRDefault="00B26997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1D74A032" w14:textId="77777777" w:rsidTr="002F6616">
        <w:trPr>
          <w:trHeight w:val="408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9857C9E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成績評価係数</w:t>
            </w:r>
          </w:p>
        </w:tc>
        <w:tc>
          <w:tcPr>
            <w:tcW w:w="8679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510A914A" w14:textId="77777777" w:rsidR="00B26997" w:rsidRPr="00383D7E" w:rsidRDefault="00B26997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（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別紙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で計算した</w:t>
            </w: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前</w:t>
            </w:r>
            <w:r w:rsidRPr="003F218B"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学期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について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記入</w:t>
            </w: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）</w:t>
            </w:r>
          </w:p>
        </w:tc>
      </w:tr>
      <w:tr w:rsidR="00BA3907" w:rsidRPr="00E952C8" w14:paraId="0726846A" w14:textId="77777777" w:rsidTr="002F6616">
        <w:trPr>
          <w:trHeight w:val="432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E326F9D" w14:textId="77777777" w:rsidR="00B26997" w:rsidRPr="009870B0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本人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連絡先</w:t>
            </w:r>
          </w:p>
        </w:tc>
        <w:tc>
          <w:tcPr>
            <w:tcW w:w="8679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FF09E86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携帯</w:t>
            </w: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1CFE2EE8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Email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（携帯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電話不可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）：</w:t>
            </w:r>
          </w:p>
          <w:p w14:paraId="5E5A44E9" w14:textId="77777777" w:rsidR="00B26997" w:rsidRDefault="00B26997" w:rsidP="00BA390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現住所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48127530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0E75AB4F" w14:textId="77777777" w:rsidTr="002F6616">
        <w:trPr>
          <w:trHeight w:val="449"/>
        </w:trPr>
        <w:tc>
          <w:tcPr>
            <w:tcW w:w="1938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BB27F0B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緊急連絡先</w:t>
            </w:r>
          </w:p>
          <w:p w14:paraId="39C0AD1A" w14:textId="77777777" w:rsidR="00B26997" w:rsidRPr="000C2CE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（家族等</w:t>
            </w: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</w:tc>
        <w:tc>
          <w:tcPr>
            <w:tcW w:w="8679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FBD8BB3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：　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　　　　　　　　　　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申請者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との関係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15A50FEC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7860858E" w14:textId="77777777" w:rsidR="00B26997" w:rsidRDefault="00B26997" w:rsidP="00BA390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29F09AF6" w14:textId="77777777" w:rsidR="00B26997" w:rsidRPr="00E66FFA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65611D6C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5339A44E" w14:textId="77777777" w:rsidR="00B26997" w:rsidRPr="003F2C21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F2C21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語学能力</w:t>
            </w:r>
          </w:p>
        </w:tc>
      </w:tr>
      <w:tr w:rsidR="00BA3907" w:rsidRPr="00BA3907" w14:paraId="382F544D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2B750" w14:textId="3DE37B65" w:rsidR="00BA3907" w:rsidRPr="00B87D48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語学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能力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試験結果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スコア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の写しを添付すること</w:t>
            </w:r>
            <w:r w:rsidR="00B26997" w:rsidRPr="008F5D27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)</w:t>
            </w:r>
            <w:r w:rsidR="00B26997" w:rsidRPr="00B87D4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</w:p>
        </w:tc>
      </w:tr>
      <w:tr w:rsidR="00BA3907" w:rsidRPr="00E952C8" w14:paraId="648DCBE5" w14:textId="77777777" w:rsidTr="002F6616">
        <w:trPr>
          <w:trHeight w:val="432"/>
        </w:trPr>
        <w:tc>
          <w:tcPr>
            <w:tcW w:w="1134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AC1D874" w14:textId="789652A6" w:rsidR="00B2699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999A2BF" w14:textId="77777777" w:rsidR="00B26997" w:rsidRPr="003F2C21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IELTS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TOEFL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TOEIC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英検</w:t>
            </w: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2605539A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650919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01AC8DF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4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98BCC0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35232C7" w14:textId="77777777" w:rsidTr="002F6616">
        <w:trPr>
          <w:trHeight w:val="432"/>
        </w:trPr>
        <w:tc>
          <w:tcPr>
            <w:tcW w:w="1134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1CE34" w14:textId="46FF8419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中国語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54092EF" w14:textId="77777777" w:rsidR="00BA3907" w:rsidRPr="009A5B44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9519FD5" w14:textId="51A71563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B6D9361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BBEABF" w14:textId="19150D08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4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5297AA1" w14:textId="69D00787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80E8B8F" w14:textId="77777777" w:rsidTr="002F6616">
        <w:trPr>
          <w:trHeight w:val="432"/>
        </w:trPr>
        <w:tc>
          <w:tcPr>
            <w:tcW w:w="1134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52C633" w14:textId="510CAEF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韓国語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88A464D" w14:textId="77777777" w:rsidR="00BA3907" w:rsidRPr="009A5B44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BB7E585" w14:textId="11EC5AC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8ECE838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395A26F" w14:textId="57A1AE24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4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E8539FE" w14:textId="628E39DE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5E7C3E96" w14:textId="77777777" w:rsidTr="002F6616">
        <w:trPr>
          <w:trHeight w:val="432"/>
        </w:trPr>
        <w:tc>
          <w:tcPr>
            <w:tcW w:w="1134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97CDBCC" w14:textId="60FBDD93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言語</w:t>
            </w:r>
          </w:p>
        </w:tc>
        <w:tc>
          <w:tcPr>
            <w:tcW w:w="340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60908A9" w14:textId="77777777" w:rsidR="00BA3907" w:rsidRPr="009A5B44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39E166E" w14:textId="33630F4F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2CF6E66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2ACB233C" w14:textId="70A28ACB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4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E138904" w14:textId="02D59940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19D2EEE6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417139F" w14:textId="1B72D879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受験歴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が無い場合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は</w:t>
            </w:r>
          </w:p>
          <w:p w14:paraId="5090B87B" w14:textId="11BC253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="00D0317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当該言語</w:t>
            </w:r>
            <w:r w:rsidR="00950276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学習活動</w:t>
            </w:r>
            <w:r w:rsidR="00950276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や成果</w:t>
            </w:r>
            <w:r w:rsidR="00D0317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 w:rsidR="00D0317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示す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資料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添付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  <w:p w14:paraId="6926141F" w14:textId="77AFFD31" w:rsidR="00BA3907" w:rsidRDefault="00BA3907" w:rsidP="00BA3907">
            <w:pP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言語について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評価</w:t>
            </w:r>
            <w:r w:rsidR="00950276"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しうる</w:t>
            </w:r>
            <w:r w:rsidR="00950276"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教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員</w:t>
            </w:r>
            <w:r w:rsidR="00950276"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等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の評価を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添付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  <w:p w14:paraId="69CDDE38" w14:textId="4CF3FE42" w:rsidR="00BA3907" w:rsidRPr="00BA3907" w:rsidRDefault="00BA3907" w:rsidP="00BA3907">
            <w:pP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低：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５→</w:t>
            </w:r>
            <w:r w:rsidR="00363334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</w:tc>
      </w:tr>
      <w:tr w:rsidR="00BA3907" w:rsidRPr="00E952C8" w14:paraId="24DA12F6" w14:textId="77777777" w:rsidTr="002F6616">
        <w:trPr>
          <w:trHeight w:val="303"/>
        </w:trPr>
        <w:tc>
          <w:tcPr>
            <w:tcW w:w="2552" w:type="dxa"/>
            <w:gridSpan w:val="3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2ED3F69F" w14:textId="77777777" w:rsidR="00BA3907" w:rsidRPr="002622EE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</w:p>
        </w:tc>
        <w:tc>
          <w:tcPr>
            <w:tcW w:w="1984" w:type="dxa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4A8F0DB" w14:textId="77777777" w:rsidR="00BA3907" w:rsidRPr="003F2C21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Reading</w:t>
            </w:r>
          </w:p>
        </w:tc>
        <w:tc>
          <w:tcPr>
            <w:tcW w:w="1985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02CB2CA" w14:textId="77777777" w:rsidR="00BA3907" w:rsidRPr="003F2C21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Writing</w:t>
            </w:r>
          </w:p>
        </w:tc>
        <w:tc>
          <w:tcPr>
            <w:tcW w:w="1969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DD3AFD2" w14:textId="77777777" w:rsidR="00BA3907" w:rsidRPr="003F2C21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Listening</w:t>
            </w:r>
          </w:p>
        </w:tc>
        <w:tc>
          <w:tcPr>
            <w:tcW w:w="2127" w:type="dxa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7D0CED38" w14:textId="77777777" w:rsidR="00BA3907" w:rsidRPr="003F2C21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Speaking</w:t>
            </w:r>
          </w:p>
        </w:tc>
      </w:tr>
      <w:tr w:rsidR="00BA3907" w:rsidRPr="00E952C8" w14:paraId="0C769D8F" w14:textId="77777777" w:rsidTr="002F6616">
        <w:trPr>
          <w:trHeight w:val="302"/>
        </w:trPr>
        <w:tc>
          <w:tcPr>
            <w:tcW w:w="2552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D163524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0194BF" w14:textId="65163DC2" w:rsidR="00BA3907" w:rsidRPr="004A47AB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B44817" w14:textId="414CDEFB" w:rsidR="00BA3907" w:rsidRPr="00E952C8" w:rsidRDefault="00BA3907" w:rsidP="0025340D">
            <w:pPr>
              <w:ind w:left="90" w:hangingChars="50" w:hanging="9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69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3E78FE" w14:textId="4E66D535" w:rsidR="00BA3907" w:rsidRPr="00E952C8" w:rsidRDefault="00BA3907" w:rsidP="0025340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2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1B46B90" w14:textId="3224F390" w:rsidR="00BA3907" w:rsidRPr="00E952C8" w:rsidRDefault="00BA3907" w:rsidP="0025340D">
            <w:pPr>
              <w:ind w:left="270" w:hangingChars="150" w:hanging="27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BA3907" w:rsidRPr="00E952C8" w14:paraId="1197B9E4" w14:textId="77777777" w:rsidTr="002F6616">
        <w:trPr>
          <w:trHeight w:val="302"/>
        </w:trPr>
        <w:tc>
          <w:tcPr>
            <w:tcW w:w="2552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C8F4611" w14:textId="3C65D46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中国語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F7FD73C" w14:textId="7F0B73E5" w:rsidR="00BA3907" w:rsidRPr="004A47AB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710990" w14:textId="21D73AA5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69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988C164" w14:textId="6CA7676C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2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E6FD845" w14:textId="04DCBBA8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BA3907" w:rsidRPr="00E952C8" w14:paraId="4ECE059C" w14:textId="77777777" w:rsidTr="002F6616">
        <w:trPr>
          <w:trHeight w:val="302"/>
        </w:trPr>
        <w:tc>
          <w:tcPr>
            <w:tcW w:w="2552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329566E9" w14:textId="7006D9FF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韓国語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899B902" w14:textId="032541C8" w:rsidR="00BA3907" w:rsidRPr="004A47AB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C5B5CB1" w14:textId="487A8673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69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FFB968" w14:textId="084C5687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2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3878B315" w14:textId="633B8300" w:rsidR="00BA3907" w:rsidRPr="00651478" w:rsidRDefault="00BA3907" w:rsidP="0025340D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BA3907" w:rsidRPr="00E952C8" w14:paraId="4912A9BD" w14:textId="77777777" w:rsidTr="002F6616">
        <w:trPr>
          <w:trHeight w:val="302"/>
        </w:trPr>
        <w:tc>
          <w:tcPr>
            <w:tcW w:w="2552" w:type="dxa"/>
            <w:gridSpan w:val="3"/>
            <w:tcBorders>
              <w:top w:val="single" w:sz="8" w:space="0" w:color="333333"/>
              <w:left w:val="single" w:sz="12" w:space="0" w:color="333333"/>
              <w:right w:val="single" w:sz="8" w:space="0" w:color="333333"/>
            </w:tcBorders>
          </w:tcPr>
          <w:p w14:paraId="3D872122" w14:textId="77777777" w:rsidR="00BA3907" w:rsidRPr="00E952C8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その他言語：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040EF94F" w14:textId="49DB520E" w:rsidR="00BA3907" w:rsidRPr="00E952C8" w:rsidRDefault="00BA3907" w:rsidP="0025340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4D7F0B03" w14:textId="449EC712" w:rsidR="00BA3907" w:rsidRPr="00E952C8" w:rsidRDefault="00BA3907" w:rsidP="0025340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69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1DD65E97" w14:textId="604399BB" w:rsidR="00BA3907" w:rsidRPr="00E952C8" w:rsidRDefault="00BA3907" w:rsidP="0025340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27" w:type="dxa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  <w:shd w:val="clear" w:color="auto" w:fill="auto"/>
          </w:tcPr>
          <w:p w14:paraId="43F77AEE" w14:textId="70C05445" w:rsidR="00BA3907" w:rsidRPr="00E952C8" w:rsidRDefault="00BA3907" w:rsidP="0025340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BA3907" w:rsidRPr="003F2C21" w14:paraId="51BE1C0B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6C0688E1" w14:textId="5B29DFCB" w:rsidR="00BA3907" w:rsidRPr="003F2C21" w:rsidRDefault="00BA390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留学</w:t>
            </w:r>
            <w: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  <w:t>経験</w:t>
            </w:r>
          </w:p>
        </w:tc>
      </w:tr>
      <w:tr w:rsidR="00BA3907" w:rsidRPr="00085A3A" w14:paraId="0534EBA8" w14:textId="77777777" w:rsidTr="002F6616">
        <w:trPr>
          <w:trHeight w:val="473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546B907" w14:textId="11E2128D" w:rsidR="00BA3907" w:rsidRPr="00085A3A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留学経験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が有る場合は、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国名・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滞在期間（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～○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月）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内容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（例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：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語学研修）を記入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。</w:t>
            </w:r>
          </w:p>
        </w:tc>
      </w:tr>
      <w:tr w:rsidR="00BA3907" w:rsidRPr="00085A3A" w14:paraId="0CE7F9EC" w14:textId="77777777" w:rsidTr="002F6616">
        <w:trPr>
          <w:trHeight w:val="1507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3E2C4C3" w14:textId="5BD2E654" w:rsidR="00BA3907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DA348DB" w14:textId="77777777" w:rsidR="00BA3907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27915148" w14:textId="1CC47A18" w:rsidR="00BA3907" w:rsidRPr="00BA3907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</w:tc>
      </w:tr>
      <w:tr w:rsidR="00BA3907" w:rsidRPr="003F2C21" w14:paraId="403C31FD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231037DF" w14:textId="77777777" w:rsidR="00BA3907" w:rsidRPr="003F2C21" w:rsidRDefault="00BA390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lastRenderedPageBreak/>
              <w:t>エッセイ</w:t>
            </w:r>
          </w:p>
        </w:tc>
      </w:tr>
      <w:tr w:rsidR="00BA3907" w:rsidRPr="00085A3A" w14:paraId="750A1B43" w14:textId="77777777" w:rsidTr="002F6616">
        <w:trPr>
          <w:trHeight w:val="680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05697CA" w14:textId="77777777" w:rsidR="00BA3907" w:rsidRPr="00085A3A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プログラム参加を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希望する理由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、自己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の研究テーマ、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関連する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活動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 xml:space="preserve">　（例　ボランティア、インターン、留学等）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本プログラムに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参加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すること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自分の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進路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将来の計画と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繋がり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等を、可能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な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限り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具体的に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枠内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に記載してください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。（日本語・フォントサイズ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10pt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以上を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使用すること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。）</w:t>
            </w:r>
          </w:p>
        </w:tc>
      </w:tr>
      <w:tr w:rsidR="00BA3907" w:rsidRPr="00085A3A" w14:paraId="55DD571D" w14:textId="77777777" w:rsidTr="002F6616">
        <w:trPr>
          <w:trHeight w:val="620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4703484" w14:textId="77777777" w:rsidR="00BA3907" w:rsidRDefault="00BA3907" w:rsidP="00BA3907">
            <w:pPr>
              <w:rPr>
                <w:rFonts w:ascii="Arial" w:eastAsia="ＭＳ 明朝" w:hAnsi="Arial" w:cs="Arial"/>
                <w:lang w:eastAsia="ja-JP"/>
              </w:rPr>
            </w:pPr>
          </w:p>
          <w:p w14:paraId="245E6F37" w14:textId="75CE486A" w:rsidR="00BA3907" w:rsidRPr="00BA3907" w:rsidRDefault="00BA3907" w:rsidP="00BA3907">
            <w:pPr>
              <w:rPr>
                <w:rFonts w:ascii="Arial" w:eastAsia="ＭＳ 明朝" w:hAnsi="Arial" w:cs="Arial"/>
                <w:lang w:eastAsia="ja-JP"/>
              </w:rPr>
            </w:pPr>
            <w:r w:rsidRPr="00BA3907">
              <w:rPr>
                <w:rFonts w:ascii="Arial" w:eastAsia="ＭＳ 明朝" w:hAnsi="Arial" w:cs="Arial" w:hint="eastAsia"/>
                <w:lang w:eastAsia="ja-JP"/>
              </w:rPr>
              <w:t>氏名</w:t>
            </w:r>
            <w:r w:rsidRPr="00BA3907">
              <w:rPr>
                <w:rFonts w:ascii="Arial" w:eastAsia="ＭＳ 明朝" w:hAnsi="Arial" w:cs="Arial"/>
                <w:lang w:eastAsia="ja-JP"/>
              </w:rPr>
              <w:t>：</w:t>
            </w:r>
            <w:r w:rsidRPr="00BA3907">
              <w:rPr>
                <w:rFonts w:ascii="Arial" w:eastAsia="ＭＳ 明朝" w:hAnsi="Arial" w:cs="Arial" w:hint="eastAsia"/>
                <w:lang w:eastAsia="ja-JP"/>
              </w:rPr>
              <w:t xml:space="preserve">　</w:t>
            </w:r>
            <w:r w:rsidRPr="00BA3907">
              <w:rPr>
                <w:rFonts w:ascii="Arial" w:eastAsia="ＭＳ 明朝" w:hAnsi="Arial" w:cs="Arial"/>
                <w:lang w:eastAsia="ja-JP"/>
              </w:rPr>
              <w:t xml:space="preserve">　　　　　　　　　　　　</w:t>
            </w:r>
          </w:p>
        </w:tc>
      </w:tr>
      <w:tr w:rsidR="00BA3907" w:rsidRPr="00085A3A" w14:paraId="14A6EA78" w14:textId="77777777" w:rsidTr="002F6616">
        <w:trPr>
          <w:trHeight w:val="12308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F791B6" w14:textId="77777777" w:rsidR="00BA3907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5A4142A7" w14:textId="77777777" w:rsidR="00BA3907" w:rsidRPr="00BA3907" w:rsidRDefault="00BA3907" w:rsidP="00BA390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</w:tc>
      </w:tr>
    </w:tbl>
    <w:p w14:paraId="627DC35A" w14:textId="77777777" w:rsidR="007A2FD1" w:rsidRPr="0010384A" w:rsidRDefault="007A2FD1" w:rsidP="00D370FF">
      <w:pPr>
        <w:jc w:val="center"/>
        <w:rPr>
          <w:rFonts w:eastAsia="ＭＳ 明朝"/>
          <w:color w:val="333333"/>
          <w:lang w:eastAsia="ja-JP"/>
        </w:rPr>
      </w:pPr>
    </w:p>
    <w:p w14:paraId="07C9CB55" w14:textId="29AE1960" w:rsidR="00D370FF" w:rsidRDefault="00D370FF" w:rsidP="00BA3907">
      <w:pPr>
        <w:jc w:val="right"/>
        <w:rPr>
          <w:rFonts w:ascii="Arial" w:eastAsia="ＭＳ 明朝" w:hAnsi="Arial" w:cs="Arial"/>
          <w:sz w:val="20"/>
          <w:szCs w:val="20"/>
          <w:lang w:eastAsia="ja-JP"/>
        </w:rPr>
      </w:pPr>
      <w:r w:rsidRPr="00D370FF">
        <w:rPr>
          <w:rFonts w:ascii="Arial" w:eastAsia="ＭＳ 明朝" w:hAnsi="Arial" w:cs="Arial" w:hint="eastAsia"/>
          <w:sz w:val="20"/>
          <w:szCs w:val="20"/>
          <w:lang w:eastAsia="ja-JP"/>
        </w:rPr>
        <w:lastRenderedPageBreak/>
        <w:t>（エッセイ</w:t>
      </w:r>
      <w:r w:rsidRPr="00D370FF">
        <w:rPr>
          <w:rFonts w:ascii="Arial" w:eastAsia="ＭＳ 明朝" w:hAnsi="Arial" w:cs="Arial"/>
          <w:sz w:val="20"/>
          <w:szCs w:val="20"/>
          <w:lang w:eastAsia="ja-JP"/>
        </w:rPr>
        <w:t>続き</w:t>
      </w:r>
      <w:r w:rsidRPr="00D370FF">
        <w:rPr>
          <w:rFonts w:ascii="Arial" w:eastAsia="ＭＳ 明朝" w:hAnsi="Arial" w:cs="Arial" w:hint="eastAsia"/>
          <w:sz w:val="20"/>
          <w:szCs w:val="20"/>
          <w:lang w:eastAsia="ja-JP"/>
        </w:rPr>
        <w:t>）</w:t>
      </w:r>
    </w:p>
    <w:tbl>
      <w:tblPr>
        <w:tblpPr w:leftFromText="180" w:rightFromText="180" w:vertAnchor="text" w:horzAnchor="margin" w:tblpY="15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BA3907" w:rsidRPr="002105E8" w14:paraId="006F84E1" w14:textId="77777777" w:rsidTr="001C4D87">
        <w:trPr>
          <w:trHeight w:val="620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7B42FCE" w14:textId="77777777" w:rsidR="00BA3907" w:rsidRDefault="00BA3907" w:rsidP="001C4D87">
            <w:pPr>
              <w:rPr>
                <w:rFonts w:ascii="Arial" w:eastAsia="ＭＳ 明朝" w:hAnsi="Arial" w:cs="Arial"/>
                <w:lang w:eastAsia="ja-JP"/>
              </w:rPr>
            </w:pPr>
          </w:p>
          <w:p w14:paraId="069AEC7F" w14:textId="77777777" w:rsidR="00BA3907" w:rsidRPr="002105E8" w:rsidRDefault="00BA3907" w:rsidP="001C4D87">
            <w:pPr>
              <w:rPr>
                <w:rFonts w:ascii="Arial" w:eastAsia="ＭＳ 明朝" w:hAnsi="Arial" w:cs="Arial"/>
                <w:lang w:eastAsia="ja-JP"/>
              </w:rPr>
            </w:pPr>
            <w:r w:rsidRPr="002105E8">
              <w:rPr>
                <w:rFonts w:ascii="Arial" w:eastAsia="ＭＳ 明朝" w:hAnsi="Arial" w:cs="Arial" w:hint="eastAsia"/>
                <w:lang w:eastAsia="ja-JP"/>
              </w:rPr>
              <w:t>氏名</w:t>
            </w:r>
            <w:r w:rsidRPr="002105E8">
              <w:rPr>
                <w:rFonts w:ascii="Arial" w:eastAsia="ＭＳ 明朝" w:hAnsi="Arial" w:cs="Arial"/>
                <w:lang w:eastAsia="ja-JP"/>
              </w:rPr>
              <w:t>：</w:t>
            </w:r>
            <w:r>
              <w:rPr>
                <w:rFonts w:ascii="Arial" w:eastAsia="ＭＳ 明朝" w:hAnsi="Arial" w:cs="Arial" w:hint="eastAsia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lang w:eastAsia="ja-JP"/>
              </w:rPr>
              <w:t xml:space="preserve">　　　　　　　　　　　　</w:t>
            </w:r>
          </w:p>
        </w:tc>
      </w:tr>
      <w:tr w:rsidR="00BA3907" w:rsidRPr="00BA3907" w14:paraId="27F7B906" w14:textId="77777777" w:rsidTr="001C4D87">
        <w:trPr>
          <w:trHeight w:val="9038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1495CD1" w14:textId="77777777" w:rsidR="00BA3907" w:rsidRDefault="00BA390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67A96CC" w14:textId="77777777" w:rsidR="00BA3907" w:rsidRPr="00BA3907" w:rsidRDefault="00BA390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</w:tc>
      </w:tr>
      <w:tr w:rsidR="001C4D87" w:rsidRPr="00BA3907" w14:paraId="214EFE8B" w14:textId="77777777" w:rsidTr="001C4D87">
        <w:trPr>
          <w:trHeight w:val="4103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8C4E9A6" w14:textId="6CD0E997" w:rsidR="001C4D87" w:rsidRDefault="001C4D8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スウェーデン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の教育に関連して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研修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で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訪問</w:t>
            </w:r>
            <w:r w:rsidR="001C7564"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を</w:t>
            </w:r>
            <w:r w:rsidR="001C7564"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希望する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先（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：小学校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、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中学校、教育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省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など）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を記載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してください。</w:t>
            </w:r>
          </w:p>
          <w:p w14:paraId="6C26A32E" w14:textId="73AE52F5" w:rsidR="00AE36A1" w:rsidRDefault="001C4D8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選考に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は影響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しません。</w:t>
            </w:r>
          </w:p>
        </w:tc>
      </w:tr>
    </w:tbl>
    <w:p w14:paraId="101918B2" w14:textId="77777777" w:rsidR="00D370FF" w:rsidRPr="0010384A" w:rsidRDefault="00D370FF" w:rsidP="00B26997">
      <w:pPr>
        <w:rPr>
          <w:rFonts w:eastAsia="ＭＳ 明朝"/>
          <w:color w:val="333333"/>
          <w:lang w:eastAsia="ja-JP"/>
        </w:rPr>
      </w:pPr>
    </w:p>
    <w:sectPr w:rsidR="00D370FF" w:rsidRPr="0010384A" w:rsidSect="00B26997">
      <w:headerReference w:type="default" r:id="rId8"/>
      <w:footerReference w:type="default" r:id="rId9"/>
      <w:pgSz w:w="11906" w:h="16838" w:code="9"/>
      <w:pgMar w:top="1361" w:right="720" w:bottom="340" w:left="720" w:header="170" w:footer="170" w:gutter="0"/>
      <w:cols w:space="425"/>
      <w:docGrid w:type="linesAndChars" w:linePitch="328" w:charSpace="-4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4CC46" w14:textId="77777777" w:rsidR="001C4D87" w:rsidRDefault="001C4D87">
      <w:r>
        <w:separator/>
      </w:r>
    </w:p>
  </w:endnote>
  <w:endnote w:type="continuationSeparator" w:id="0">
    <w:p w14:paraId="0710C748" w14:textId="77777777" w:rsidR="001C4D87" w:rsidRDefault="001C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8C6EA" w14:textId="77777777" w:rsidR="001C4D87" w:rsidRDefault="001C4D8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2D7C" w:rsidRPr="00C02D7C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69B3BDDF" w14:textId="77777777" w:rsidR="001C4D87" w:rsidRDefault="001C4D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E111C" w14:textId="77777777" w:rsidR="001C4D87" w:rsidRDefault="001C4D87">
      <w:r>
        <w:separator/>
      </w:r>
    </w:p>
  </w:footnote>
  <w:footnote w:type="continuationSeparator" w:id="0">
    <w:p w14:paraId="2C5C13BE" w14:textId="77777777" w:rsidR="001C4D87" w:rsidRDefault="001C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5F0B" w14:textId="1657DA1E" w:rsidR="001C4D87" w:rsidRDefault="001C4D87">
    <w:pPr>
      <w:pStyle w:val="a5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A436D8" wp14:editId="079265CB">
              <wp:simplePos x="0" y="0"/>
              <wp:positionH relativeFrom="column">
                <wp:posOffset>0</wp:posOffset>
              </wp:positionH>
              <wp:positionV relativeFrom="paragraph">
                <wp:posOffset>229235</wp:posOffset>
              </wp:positionV>
              <wp:extent cx="6858000" cy="517525"/>
              <wp:effectExtent l="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517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8CA05" w14:textId="77777777" w:rsidR="001C4D87" w:rsidRDefault="001C4D87" w:rsidP="00B26997">
                          <w:pP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</w:pPr>
                          <w:r w:rsidRPr="00310C99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東京大学</w:t>
                          </w:r>
                          <w:r w:rsidRPr="00310C99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教育学部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 xml:space="preserve">　</w:t>
                          </w: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グローバル・リーダー</w:t>
                          </w:r>
                          <w: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  <w:t>育成、スウェーデン研修</w:t>
                          </w: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プログラム</w:t>
                          </w:r>
                        </w:p>
                        <w:p w14:paraId="78CAFB94" w14:textId="77777777" w:rsidR="001C4D87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2014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年度</w:t>
                          </w:r>
                          <w: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募集</w:t>
                          </w:r>
                          <w:r w:rsidRPr="003B7625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【申請書】</w:t>
                          </w:r>
                        </w:p>
                        <w:p w14:paraId="1E224DD6" w14:textId="77777777" w:rsidR="001C4D87" w:rsidRPr="003B7625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436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0;margin-top:18.05pt;width:540pt;height:4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RJtgIAALk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" filled="f" stroked="f">
              <v:textbox>
                <w:txbxContent>
                  <w:p w14:paraId="55D8CA05" w14:textId="77777777" w:rsidR="00E30D1D" w:rsidRDefault="00E30D1D" w:rsidP="00B26997">
                    <w:pPr>
                      <w:rPr>
                        <w:rFonts w:ascii="ＭＳ 明朝" w:eastAsia="ＭＳ 明朝" w:hAnsi="ＭＳ 明朝"/>
                        <w:b/>
                        <w:lang w:eastAsia="ja-JP"/>
                      </w:rPr>
                    </w:pPr>
                    <w:r w:rsidRPr="00310C99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東京大学</w:t>
                    </w:r>
                    <w:r w:rsidRPr="00310C99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教育学部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 xml:space="preserve">　</w:t>
                    </w:r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グローバル・リーダー</w:t>
                    </w:r>
                    <w:r>
                      <w:rPr>
                        <w:rFonts w:ascii="ＭＳ 明朝" w:eastAsia="ＭＳ 明朝" w:hAnsi="ＭＳ 明朝"/>
                        <w:b/>
                        <w:lang w:eastAsia="ja-JP"/>
                      </w:rPr>
                      <w:t>育成、スウェーデン研修</w:t>
                    </w:r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プログラム</w:t>
                    </w:r>
                  </w:p>
                  <w:p w14:paraId="78CAFB94" w14:textId="77777777" w:rsidR="00E30D1D" w:rsidRDefault="00E30D1D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2014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年度</w:t>
                    </w:r>
                    <w:r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募集</w:t>
                    </w:r>
                    <w:r w:rsidRPr="003B7625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【申請書】</w:t>
                    </w:r>
                  </w:p>
                  <w:p w14:paraId="1E224DD6" w14:textId="77777777" w:rsidR="00E30D1D" w:rsidRPr="003B7625" w:rsidRDefault="00E30D1D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24526"/>
    <w:multiLevelType w:val="hybridMultilevel"/>
    <w:tmpl w:val="FE8AA08A"/>
    <w:lvl w:ilvl="0" w:tplc="6FB291B8">
      <w:start w:val="1"/>
      <w:numFmt w:val="decimal"/>
      <w:lvlText w:val="%1."/>
      <w:lvlJc w:val="left"/>
      <w:pPr>
        <w:ind w:left="720" w:hanging="720"/>
      </w:pPr>
      <w:rPr>
        <w:rFonts w:ascii="DFKai-SB" w:eastAsia="DFKai-SB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850304D"/>
    <w:multiLevelType w:val="hybridMultilevel"/>
    <w:tmpl w:val="DAB4DDD6"/>
    <w:lvl w:ilvl="0" w:tplc="A3CC7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799CD9C4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FC71905"/>
    <w:multiLevelType w:val="hybridMultilevel"/>
    <w:tmpl w:val="AB1E2734"/>
    <w:lvl w:ilvl="0" w:tplc="FFEA4CE6">
      <w:start w:val="1"/>
      <w:numFmt w:val="bullet"/>
      <w:lvlText w:val="□"/>
      <w:lvlJc w:val="left"/>
      <w:pPr>
        <w:ind w:left="360" w:hanging="360"/>
      </w:pPr>
      <w:rPr>
        <w:rFonts w:ascii="PMingLiU" w:eastAsia="PMingLiU" w:hAnsi="PMingLiU" w:cs="Arial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ADD4C30"/>
    <w:multiLevelType w:val="hybridMultilevel"/>
    <w:tmpl w:val="44E42A8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formatting="1" w:enforcement="0"/>
  <w:defaultTabStop w:val="480"/>
  <w:drawingGridHorizontalSpacing w:val="110"/>
  <w:drawingGridVerticalSpacing w:val="164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20"/>
    <w:rsid w:val="00000465"/>
    <w:rsid w:val="000031A4"/>
    <w:rsid w:val="00003396"/>
    <w:rsid w:val="00004282"/>
    <w:rsid w:val="0001015E"/>
    <w:rsid w:val="00010B40"/>
    <w:rsid w:val="000114E3"/>
    <w:rsid w:val="0001236D"/>
    <w:rsid w:val="00016D08"/>
    <w:rsid w:val="000219A9"/>
    <w:rsid w:val="00022BFE"/>
    <w:rsid w:val="00026A10"/>
    <w:rsid w:val="00027E17"/>
    <w:rsid w:val="00030614"/>
    <w:rsid w:val="0003365E"/>
    <w:rsid w:val="00035907"/>
    <w:rsid w:val="00040747"/>
    <w:rsid w:val="000407DC"/>
    <w:rsid w:val="000432F0"/>
    <w:rsid w:val="00043B1A"/>
    <w:rsid w:val="00047B35"/>
    <w:rsid w:val="000512F8"/>
    <w:rsid w:val="000527A9"/>
    <w:rsid w:val="000531BA"/>
    <w:rsid w:val="00053450"/>
    <w:rsid w:val="000537FD"/>
    <w:rsid w:val="00053D1D"/>
    <w:rsid w:val="0005575B"/>
    <w:rsid w:val="00062194"/>
    <w:rsid w:val="00063CDD"/>
    <w:rsid w:val="000640C5"/>
    <w:rsid w:val="000651C4"/>
    <w:rsid w:val="000678E9"/>
    <w:rsid w:val="00077512"/>
    <w:rsid w:val="000853B5"/>
    <w:rsid w:val="00085A3A"/>
    <w:rsid w:val="000920A6"/>
    <w:rsid w:val="000944E1"/>
    <w:rsid w:val="0009457A"/>
    <w:rsid w:val="000A0D12"/>
    <w:rsid w:val="000A3B32"/>
    <w:rsid w:val="000A5620"/>
    <w:rsid w:val="000A6944"/>
    <w:rsid w:val="000B46A4"/>
    <w:rsid w:val="000C2CE7"/>
    <w:rsid w:val="000C6C5D"/>
    <w:rsid w:val="000D072C"/>
    <w:rsid w:val="000D2DE2"/>
    <w:rsid w:val="000D4F57"/>
    <w:rsid w:val="000D55E0"/>
    <w:rsid w:val="000E3346"/>
    <w:rsid w:val="000E4698"/>
    <w:rsid w:val="000E4EC6"/>
    <w:rsid w:val="000E5BE1"/>
    <w:rsid w:val="000E6273"/>
    <w:rsid w:val="000F06A3"/>
    <w:rsid w:val="000F0E26"/>
    <w:rsid w:val="000F22A8"/>
    <w:rsid w:val="000F54BD"/>
    <w:rsid w:val="001008CB"/>
    <w:rsid w:val="00101777"/>
    <w:rsid w:val="0010384A"/>
    <w:rsid w:val="00104CE2"/>
    <w:rsid w:val="00112259"/>
    <w:rsid w:val="001172DB"/>
    <w:rsid w:val="001221EE"/>
    <w:rsid w:val="0012445F"/>
    <w:rsid w:val="00126542"/>
    <w:rsid w:val="00132731"/>
    <w:rsid w:val="00135E32"/>
    <w:rsid w:val="0014333C"/>
    <w:rsid w:val="001450A9"/>
    <w:rsid w:val="00146B87"/>
    <w:rsid w:val="00151326"/>
    <w:rsid w:val="00151C2E"/>
    <w:rsid w:val="00154B48"/>
    <w:rsid w:val="00155A25"/>
    <w:rsid w:val="00160CE1"/>
    <w:rsid w:val="00166AE2"/>
    <w:rsid w:val="0017001B"/>
    <w:rsid w:val="001756B4"/>
    <w:rsid w:val="0017674B"/>
    <w:rsid w:val="001834A3"/>
    <w:rsid w:val="00187653"/>
    <w:rsid w:val="00190F52"/>
    <w:rsid w:val="0019137E"/>
    <w:rsid w:val="00192BE9"/>
    <w:rsid w:val="00192CB9"/>
    <w:rsid w:val="00194BDD"/>
    <w:rsid w:val="0019549D"/>
    <w:rsid w:val="001968C8"/>
    <w:rsid w:val="001A222C"/>
    <w:rsid w:val="001A2468"/>
    <w:rsid w:val="001A6D2D"/>
    <w:rsid w:val="001A79EE"/>
    <w:rsid w:val="001B05DC"/>
    <w:rsid w:val="001B0956"/>
    <w:rsid w:val="001B546A"/>
    <w:rsid w:val="001C2F71"/>
    <w:rsid w:val="001C4D87"/>
    <w:rsid w:val="001C6516"/>
    <w:rsid w:val="001C7564"/>
    <w:rsid w:val="001C7CA5"/>
    <w:rsid w:val="001C7DDA"/>
    <w:rsid w:val="001D2B1A"/>
    <w:rsid w:val="001E275C"/>
    <w:rsid w:val="001E691E"/>
    <w:rsid w:val="001F3DDF"/>
    <w:rsid w:val="0020260A"/>
    <w:rsid w:val="00205790"/>
    <w:rsid w:val="00221D44"/>
    <w:rsid w:val="00231607"/>
    <w:rsid w:val="00231AEF"/>
    <w:rsid w:val="0024647A"/>
    <w:rsid w:val="00246BC6"/>
    <w:rsid w:val="002511E0"/>
    <w:rsid w:val="00251E68"/>
    <w:rsid w:val="0025340D"/>
    <w:rsid w:val="002554D6"/>
    <w:rsid w:val="002604C4"/>
    <w:rsid w:val="002622EE"/>
    <w:rsid w:val="0026706B"/>
    <w:rsid w:val="00270CCE"/>
    <w:rsid w:val="00275351"/>
    <w:rsid w:val="0027604E"/>
    <w:rsid w:val="002779CE"/>
    <w:rsid w:val="002802B7"/>
    <w:rsid w:val="00280387"/>
    <w:rsid w:val="00283ABF"/>
    <w:rsid w:val="002873F7"/>
    <w:rsid w:val="0029402F"/>
    <w:rsid w:val="002956EF"/>
    <w:rsid w:val="002A153A"/>
    <w:rsid w:val="002B6CD5"/>
    <w:rsid w:val="002C3FFA"/>
    <w:rsid w:val="002C5776"/>
    <w:rsid w:val="002C648F"/>
    <w:rsid w:val="002D05B1"/>
    <w:rsid w:val="002D2C1E"/>
    <w:rsid w:val="002D7A8D"/>
    <w:rsid w:val="002D7B47"/>
    <w:rsid w:val="002E6E40"/>
    <w:rsid w:val="002F506F"/>
    <w:rsid w:val="002F5C87"/>
    <w:rsid w:val="002F6616"/>
    <w:rsid w:val="0030021E"/>
    <w:rsid w:val="00301ADF"/>
    <w:rsid w:val="00304B73"/>
    <w:rsid w:val="00310C99"/>
    <w:rsid w:val="00313AD8"/>
    <w:rsid w:val="003224B5"/>
    <w:rsid w:val="00323181"/>
    <w:rsid w:val="00333BB9"/>
    <w:rsid w:val="00335057"/>
    <w:rsid w:val="00341836"/>
    <w:rsid w:val="003512E3"/>
    <w:rsid w:val="003536F2"/>
    <w:rsid w:val="003553F4"/>
    <w:rsid w:val="00357192"/>
    <w:rsid w:val="00361485"/>
    <w:rsid w:val="00363334"/>
    <w:rsid w:val="003646E7"/>
    <w:rsid w:val="00364CAD"/>
    <w:rsid w:val="003762A7"/>
    <w:rsid w:val="00383D7E"/>
    <w:rsid w:val="00385373"/>
    <w:rsid w:val="0039012D"/>
    <w:rsid w:val="00396FAF"/>
    <w:rsid w:val="003A6BAA"/>
    <w:rsid w:val="003B02DA"/>
    <w:rsid w:val="003B03D6"/>
    <w:rsid w:val="003B1FDA"/>
    <w:rsid w:val="003B74CB"/>
    <w:rsid w:val="003B7625"/>
    <w:rsid w:val="003C42BC"/>
    <w:rsid w:val="003C7A69"/>
    <w:rsid w:val="003D38ED"/>
    <w:rsid w:val="003D4E65"/>
    <w:rsid w:val="003D65E3"/>
    <w:rsid w:val="003E244E"/>
    <w:rsid w:val="003E3086"/>
    <w:rsid w:val="003E3F56"/>
    <w:rsid w:val="003F15BC"/>
    <w:rsid w:val="003F1E0A"/>
    <w:rsid w:val="003F218B"/>
    <w:rsid w:val="003F2C21"/>
    <w:rsid w:val="003F45C9"/>
    <w:rsid w:val="00401015"/>
    <w:rsid w:val="00402DBD"/>
    <w:rsid w:val="0040480D"/>
    <w:rsid w:val="00406395"/>
    <w:rsid w:val="0041378E"/>
    <w:rsid w:val="00420231"/>
    <w:rsid w:val="00421316"/>
    <w:rsid w:val="00425AE8"/>
    <w:rsid w:val="00431920"/>
    <w:rsid w:val="00431980"/>
    <w:rsid w:val="004336C5"/>
    <w:rsid w:val="0043650F"/>
    <w:rsid w:val="00436CE5"/>
    <w:rsid w:val="00436D38"/>
    <w:rsid w:val="00445318"/>
    <w:rsid w:val="00445E49"/>
    <w:rsid w:val="00450E3D"/>
    <w:rsid w:val="004533D5"/>
    <w:rsid w:val="00456A30"/>
    <w:rsid w:val="00466DCF"/>
    <w:rsid w:val="0047049A"/>
    <w:rsid w:val="00471372"/>
    <w:rsid w:val="00473799"/>
    <w:rsid w:val="0047480C"/>
    <w:rsid w:val="00487D16"/>
    <w:rsid w:val="00492556"/>
    <w:rsid w:val="0049488D"/>
    <w:rsid w:val="00497682"/>
    <w:rsid w:val="004A41BA"/>
    <w:rsid w:val="004A47AB"/>
    <w:rsid w:val="004A5109"/>
    <w:rsid w:val="004B1D88"/>
    <w:rsid w:val="004B33A5"/>
    <w:rsid w:val="004B4C46"/>
    <w:rsid w:val="004C7028"/>
    <w:rsid w:val="004D0EDB"/>
    <w:rsid w:val="004D3613"/>
    <w:rsid w:val="004D6D01"/>
    <w:rsid w:val="004E0CF1"/>
    <w:rsid w:val="004E2856"/>
    <w:rsid w:val="004E7BBF"/>
    <w:rsid w:val="004F22C7"/>
    <w:rsid w:val="004F5D7D"/>
    <w:rsid w:val="004F64C1"/>
    <w:rsid w:val="00504B5C"/>
    <w:rsid w:val="005076C5"/>
    <w:rsid w:val="0051268C"/>
    <w:rsid w:val="0052793D"/>
    <w:rsid w:val="005306DE"/>
    <w:rsid w:val="00532726"/>
    <w:rsid w:val="00533C72"/>
    <w:rsid w:val="00534AAD"/>
    <w:rsid w:val="005406D4"/>
    <w:rsid w:val="00541F7D"/>
    <w:rsid w:val="00542F68"/>
    <w:rsid w:val="005430ED"/>
    <w:rsid w:val="00543C34"/>
    <w:rsid w:val="005502FB"/>
    <w:rsid w:val="00550442"/>
    <w:rsid w:val="00550994"/>
    <w:rsid w:val="00551CE7"/>
    <w:rsid w:val="00562B14"/>
    <w:rsid w:val="00565F92"/>
    <w:rsid w:val="005736B3"/>
    <w:rsid w:val="00575ABC"/>
    <w:rsid w:val="005779AF"/>
    <w:rsid w:val="00584A1F"/>
    <w:rsid w:val="00585888"/>
    <w:rsid w:val="00590564"/>
    <w:rsid w:val="0059310E"/>
    <w:rsid w:val="00593357"/>
    <w:rsid w:val="005A1659"/>
    <w:rsid w:val="005A4F3E"/>
    <w:rsid w:val="005B1788"/>
    <w:rsid w:val="005C7B35"/>
    <w:rsid w:val="005D4D70"/>
    <w:rsid w:val="005D4FFB"/>
    <w:rsid w:val="005D69BE"/>
    <w:rsid w:val="005E5DD6"/>
    <w:rsid w:val="005F2EC1"/>
    <w:rsid w:val="00607FD4"/>
    <w:rsid w:val="006140FB"/>
    <w:rsid w:val="006148B7"/>
    <w:rsid w:val="00615175"/>
    <w:rsid w:val="00616D41"/>
    <w:rsid w:val="00623A83"/>
    <w:rsid w:val="0063427D"/>
    <w:rsid w:val="00636012"/>
    <w:rsid w:val="00640A67"/>
    <w:rsid w:val="00641D09"/>
    <w:rsid w:val="00647097"/>
    <w:rsid w:val="00651478"/>
    <w:rsid w:val="0065641A"/>
    <w:rsid w:val="00660428"/>
    <w:rsid w:val="00666123"/>
    <w:rsid w:val="006661D0"/>
    <w:rsid w:val="00667B02"/>
    <w:rsid w:val="006703E3"/>
    <w:rsid w:val="00671FCE"/>
    <w:rsid w:val="00672B2A"/>
    <w:rsid w:val="00680C6A"/>
    <w:rsid w:val="00684D19"/>
    <w:rsid w:val="006939BB"/>
    <w:rsid w:val="0069748D"/>
    <w:rsid w:val="00697584"/>
    <w:rsid w:val="006A3C3A"/>
    <w:rsid w:val="006C2120"/>
    <w:rsid w:val="006C39AE"/>
    <w:rsid w:val="006C5275"/>
    <w:rsid w:val="006D0FDD"/>
    <w:rsid w:val="006D27C9"/>
    <w:rsid w:val="006D3B54"/>
    <w:rsid w:val="006D46F9"/>
    <w:rsid w:val="006E24C7"/>
    <w:rsid w:val="006E2742"/>
    <w:rsid w:val="006F2AD5"/>
    <w:rsid w:val="00701393"/>
    <w:rsid w:val="00701747"/>
    <w:rsid w:val="00704AF2"/>
    <w:rsid w:val="00713CF1"/>
    <w:rsid w:val="00717461"/>
    <w:rsid w:val="0071787A"/>
    <w:rsid w:val="007231FA"/>
    <w:rsid w:val="00734511"/>
    <w:rsid w:val="00742E6F"/>
    <w:rsid w:val="007439D8"/>
    <w:rsid w:val="00744B4A"/>
    <w:rsid w:val="00747116"/>
    <w:rsid w:val="007476A2"/>
    <w:rsid w:val="007528FF"/>
    <w:rsid w:val="00757746"/>
    <w:rsid w:val="007617C0"/>
    <w:rsid w:val="0076282F"/>
    <w:rsid w:val="007665A9"/>
    <w:rsid w:val="0077187B"/>
    <w:rsid w:val="00772161"/>
    <w:rsid w:val="0077259A"/>
    <w:rsid w:val="00775715"/>
    <w:rsid w:val="00777544"/>
    <w:rsid w:val="00782203"/>
    <w:rsid w:val="00782C27"/>
    <w:rsid w:val="00790933"/>
    <w:rsid w:val="007977A0"/>
    <w:rsid w:val="007979C2"/>
    <w:rsid w:val="007A2FD1"/>
    <w:rsid w:val="007A30CA"/>
    <w:rsid w:val="007A5793"/>
    <w:rsid w:val="007A5C1C"/>
    <w:rsid w:val="007C0C59"/>
    <w:rsid w:val="007C191D"/>
    <w:rsid w:val="007C4167"/>
    <w:rsid w:val="007C4235"/>
    <w:rsid w:val="007C5116"/>
    <w:rsid w:val="007C77F7"/>
    <w:rsid w:val="007D5124"/>
    <w:rsid w:val="007D5E29"/>
    <w:rsid w:val="007E06F2"/>
    <w:rsid w:val="007E4B9E"/>
    <w:rsid w:val="007E57A4"/>
    <w:rsid w:val="007F2667"/>
    <w:rsid w:val="007F2AF8"/>
    <w:rsid w:val="007F3E82"/>
    <w:rsid w:val="007F5D8B"/>
    <w:rsid w:val="007F676A"/>
    <w:rsid w:val="00802227"/>
    <w:rsid w:val="00810365"/>
    <w:rsid w:val="00817F61"/>
    <w:rsid w:val="008218E6"/>
    <w:rsid w:val="00823930"/>
    <w:rsid w:val="00826D33"/>
    <w:rsid w:val="0083196B"/>
    <w:rsid w:val="0083423A"/>
    <w:rsid w:val="008434A8"/>
    <w:rsid w:val="00851EE0"/>
    <w:rsid w:val="008531DD"/>
    <w:rsid w:val="008532AD"/>
    <w:rsid w:val="00856124"/>
    <w:rsid w:val="00856399"/>
    <w:rsid w:val="008569E6"/>
    <w:rsid w:val="008575BF"/>
    <w:rsid w:val="00863C97"/>
    <w:rsid w:val="00864440"/>
    <w:rsid w:val="00865FB0"/>
    <w:rsid w:val="00866F58"/>
    <w:rsid w:val="00874278"/>
    <w:rsid w:val="008758B5"/>
    <w:rsid w:val="00880470"/>
    <w:rsid w:val="0088203B"/>
    <w:rsid w:val="0088440D"/>
    <w:rsid w:val="00884925"/>
    <w:rsid w:val="0088790A"/>
    <w:rsid w:val="00893805"/>
    <w:rsid w:val="00896830"/>
    <w:rsid w:val="008A1105"/>
    <w:rsid w:val="008A3FBB"/>
    <w:rsid w:val="008B5E31"/>
    <w:rsid w:val="008B6110"/>
    <w:rsid w:val="008C7924"/>
    <w:rsid w:val="008C7B18"/>
    <w:rsid w:val="008D6A04"/>
    <w:rsid w:val="008D6CBF"/>
    <w:rsid w:val="008D7A86"/>
    <w:rsid w:val="008E21FD"/>
    <w:rsid w:val="008E256B"/>
    <w:rsid w:val="008E6600"/>
    <w:rsid w:val="008F00CD"/>
    <w:rsid w:val="008F08DE"/>
    <w:rsid w:val="008F5D27"/>
    <w:rsid w:val="008F68EF"/>
    <w:rsid w:val="0090166B"/>
    <w:rsid w:val="009039C6"/>
    <w:rsid w:val="0091225B"/>
    <w:rsid w:val="00914258"/>
    <w:rsid w:val="009177C7"/>
    <w:rsid w:val="00920501"/>
    <w:rsid w:val="00921886"/>
    <w:rsid w:val="00923068"/>
    <w:rsid w:val="0093249D"/>
    <w:rsid w:val="009411A1"/>
    <w:rsid w:val="00943145"/>
    <w:rsid w:val="00943A35"/>
    <w:rsid w:val="00950276"/>
    <w:rsid w:val="00954883"/>
    <w:rsid w:val="00957CB2"/>
    <w:rsid w:val="0096024E"/>
    <w:rsid w:val="00961944"/>
    <w:rsid w:val="00962153"/>
    <w:rsid w:val="00972408"/>
    <w:rsid w:val="00972732"/>
    <w:rsid w:val="00981FD9"/>
    <w:rsid w:val="00985E78"/>
    <w:rsid w:val="009870B0"/>
    <w:rsid w:val="009879F6"/>
    <w:rsid w:val="00991195"/>
    <w:rsid w:val="009913D5"/>
    <w:rsid w:val="009916E4"/>
    <w:rsid w:val="009921A9"/>
    <w:rsid w:val="00995194"/>
    <w:rsid w:val="009A07C0"/>
    <w:rsid w:val="009A1461"/>
    <w:rsid w:val="009B5E15"/>
    <w:rsid w:val="009C66D1"/>
    <w:rsid w:val="009C67B7"/>
    <w:rsid w:val="009D340D"/>
    <w:rsid w:val="009D5E48"/>
    <w:rsid w:val="009E1871"/>
    <w:rsid w:val="009E247C"/>
    <w:rsid w:val="009E2765"/>
    <w:rsid w:val="009E698E"/>
    <w:rsid w:val="009F0FE5"/>
    <w:rsid w:val="009F1306"/>
    <w:rsid w:val="009F49E6"/>
    <w:rsid w:val="009F4E17"/>
    <w:rsid w:val="00A00C78"/>
    <w:rsid w:val="00A01A9A"/>
    <w:rsid w:val="00A036B5"/>
    <w:rsid w:val="00A03ADD"/>
    <w:rsid w:val="00A03DEB"/>
    <w:rsid w:val="00A0495B"/>
    <w:rsid w:val="00A07FD5"/>
    <w:rsid w:val="00A10789"/>
    <w:rsid w:val="00A152BB"/>
    <w:rsid w:val="00A22C4F"/>
    <w:rsid w:val="00A26A77"/>
    <w:rsid w:val="00A318FF"/>
    <w:rsid w:val="00A31B3E"/>
    <w:rsid w:val="00A326FA"/>
    <w:rsid w:val="00A33034"/>
    <w:rsid w:val="00A33293"/>
    <w:rsid w:val="00A369CB"/>
    <w:rsid w:val="00A37F5F"/>
    <w:rsid w:val="00A41561"/>
    <w:rsid w:val="00A42D9D"/>
    <w:rsid w:val="00A467E0"/>
    <w:rsid w:val="00A475D7"/>
    <w:rsid w:val="00A542F7"/>
    <w:rsid w:val="00A549E3"/>
    <w:rsid w:val="00A55718"/>
    <w:rsid w:val="00A61E27"/>
    <w:rsid w:val="00A67CCA"/>
    <w:rsid w:val="00A720A1"/>
    <w:rsid w:val="00A72550"/>
    <w:rsid w:val="00A734A5"/>
    <w:rsid w:val="00A748A8"/>
    <w:rsid w:val="00A74D02"/>
    <w:rsid w:val="00A77571"/>
    <w:rsid w:val="00A80ABE"/>
    <w:rsid w:val="00A904EE"/>
    <w:rsid w:val="00A95A1F"/>
    <w:rsid w:val="00A96784"/>
    <w:rsid w:val="00A9705E"/>
    <w:rsid w:val="00AA1D4B"/>
    <w:rsid w:val="00AA2351"/>
    <w:rsid w:val="00AA475F"/>
    <w:rsid w:val="00AA643A"/>
    <w:rsid w:val="00AB2DDD"/>
    <w:rsid w:val="00AB35D5"/>
    <w:rsid w:val="00AB6FDE"/>
    <w:rsid w:val="00AC76F8"/>
    <w:rsid w:val="00AC7BF9"/>
    <w:rsid w:val="00AD1048"/>
    <w:rsid w:val="00AD2E10"/>
    <w:rsid w:val="00AE36A1"/>
    <w:rsid w:val="00AF1C8E"/>
    <w:rsid w:val="00AF297E"/>
    <w:rsid w:val="00AF2DE0"/>
    <w:rsid w:val="00AF4DFE"/>
    <w:rsid w:val="00AF6DEA"/>
    <w:rsid w:val="00B01C2F"/>
    <w:rsid w:val="00B03712"/>
    <w:rsid w:val="00B11ECA"/>
    <w:rsid w:val="00B13B5D"/>
    <w:rsid w:val="00B144EF"/>
    <w:rsid w:val="00B160D9"/>
    <w:rsid w:val="00B16947"/>
    <w:rsid w:val="00B26997"/>
    <w:rsid w:val="00B30A48"/>
    <w:rsid w:val="00B34EFD"/>
    <w:rsid w:val="00B44948"/>
    <w:rsid w:val="00B466BA"/>
    <w:rsid w:val="00B46BDA"/>
    <w:rsid w:val="00B47100"/>
    <w:rsid w:val="00B50846"/>
    <w:rsid w:val="00B71A1C"/>
    <w:rsid w:val="00B72C02"/>
    <w:rsid w:val="00B75637"/>
    <w:rsid w:val="00B828FF"/>
    <w:rsid w:val="00B829F1"/>
    <w:rsid w:val="00B830E5"/>
    <w:rsid w:val="00B83A2D"/>
    <w:rsid w:val="00B87D48"/>
    <w:rsid w:val="00B97947"/>
    <w:rsid w:val="00BA1191"/>
    <w:rsid w:val="00BA3907"/>
    <w:rsid w:val="00BA7AE3"/>
    <w:rsid w:val="00BB46B0"/>
    <w:rsid w:val="00BC3CAE"/>
    <w:rsid w:val="00BC73A0"/>
    <w:rsid w:val="00BD0031"/>
    <w:rsid w:val="00BD0473"/>
    <w:rsid w:val="00BD2190"/>
    <w:rsid w:val="00BD371F"/>
    <w:rsid w:val="00BD3E56"/>
    <w:rsid w:val="00BF5806"/>
    <w:rsid w:val="00BF5FEF"/>
    <w:rsid w:val="00C010B6"/>
    <w:rsid w:val="00C02D7C"/>
    <w:rsid w:val="00C050F2"/>
    <w:rsid w:val="00C05251"/>
    <w:rsid w:val="00C05DD6"/>
    <w:rsid w:val="00C07953"/>
    <w:rsid w:val="00C11836"/>
    <w:rsid w:val="00C14C73"/>
    <w:rsid w:val="00C14F0E"/>
    <w:rsid w:val="00C172CD"/>
    <w:rsid w:val="00C220C2"/>
    <w:rsid w:val="00C25603"/>
    <w:rsid w:val="00C25884"/>
    <w:rsid w:val="00C259B8"/>
    <w:rsid w:val="00C26941"/>
    <w:rsid w:val="00C30ECA"/>
    <w:rsid w:val="00C4121E"/>
    <w:rsid w:val="00C418BD"/>
    <w:rsid w:val="00C4433F"/>
    <w:rsid w:val="00C446A2"/>
    <w:rsid w:val="00C50DA8"/>
    <w:rsid w:val="00C52839"/>
    <w:rsid w:val="00C61AC7"/>
    <w:rsid w:val="00C65C6B"/>
    <w:rsid w:val="00C7127D"/>
    <w:rsid w:val="00C73A3F"/>
    <w:rsid w:val="00C76A10"/>
    <w:rsid w:val="00C84DBF"/>
    <w:rsid w:val="00C901C9"/>
    <w:rsid w:val="00C97491"/>
    <w:rsid w:val="00CA35DA"/>
    <w:rsid w:val="00CB0FE9"/>
    <w:rsid w:val="00CB1BCB"/>
    <w:rsid w:val="00CC08CD"/>
    <w:rsid w:val="00CC1C87"/>
    <w:rsid w:val="00CC3EE2"/>
    <w:rsid w:val="00CD0B1F"/>
    <w:rsid w:val="00CD102B"/>
    <w:rsid w:val="00CD137A"/>
    <w:rsid w:val="00CD2E61"/>
    <w:rsid w:val="00CE1C05"/>
    <w:rsid w:val="00CE4D53"/>
    <w:rsid w:val="00CE6A43"/>
    <w:rsid w:val="00CF4545"/>
    <w:rsid w:val="00CF5EB1"/>
    <w:rsid w:val="00CF747E"/>
    <w:rsid w:val="00D02D04"/>
    <w:rsid w:val="00D03179"/>
    <w:rsid w:val="00D0739E"/>
    <w:rsid w:val="00D14DE3"/>
    <w:rsid w:val="00D1762A"/>
    <w:rsid w:val="00D27A5B"/>
    <w:rsid w:val="00D30786"/>
    <w:rsid w:val="00D32282"/>
    <w:rsid w:val="00D34FB9"/>
    <w:rsid w:val="00D370FF"/>
    <w:rsid w:val="00D45BC6"/>
    <w:rsid w:val="00D461E6"/>
    <w:rsid w:val="00D47B54"/>
    <w:rsid w:val="00D5084E"/>
    <w:rsid w:val="00D52E9E"/>
    <w:rsid w:val="00D57549"/>
    <w:rsid w:val="00D57A13"/>
    <w:rsid w:val="00D66B2B"/>
    <w:rsid w:val="00D7238B"/>
    <w:rsid w:val="00D72AD8"/>
    <w:rsid w:val="00D76474"/>
    <w:rsid w:val="00D85150"/>
    <w:rsid w:val="00D916F2"/>
    <w:rsid w:val="00D92280"/>
    <w:rsid w:val="00DA263E"/>
    <w:rsid w:val="00DA49C7"/>
    <w:rsid w:val="00DA5294"/>
    <w:rsid w:val="00DA6211"/>
    <w:rsid w:val="00DA6D58"/>
    <w:rsid w:val="00DB05D2"/>
    <w:rsid w:val="00DB5A75"/>
    <w:rsid w:val="00DB743A"/>
    <w:rsid w:val="00DD377F"/>
    <w:rsid w:val="00DD4BFC"/>
    <w:rsid w:val="00DD4F30"/>
    <w:rsid w:val="00DD7E6E"/>
    <w:rsid w:val="00DE0C2F"/>
    <w:rsid w:val="00DE2F35"/>
    <w:rsid w:val="00DE52BC"/>
    <w:rsid w:val="00DE6AFC"/>
    <w:rsid w:val="00DE74B2"/>
    <w:rsid w:val="00DF043B"/>
    <w:rsid w:val="00E0150A"/>
    <w:rsid w:val="00E03497"/>
    <w:rsid w:val="00E165D1"/>
    <w:rsid w:val="00E22C98"/>
    <w:rsid w:val="00E30D1D"/>
    <w:rsid w:val="00E30D53"/>
    <w:rsid w:val="00E35BD4"/>
    <w:rsid w:val="00E454C4"/>
    <w:rsid w:val="00E4630E"/>
    <w:rsid w:val="00E47255"/>
    <w:rsid w:val="00E47621"/>
    <w:rsid w:val="00E50617"/>
    <w:rsid w:val="00E57DE7"/>
    <w:rsid w:val="00E63586"/>
    <w:rsid w:val="00E66FFA"/>
    <w:rsid w:val="00E75E33"/>
    <w:rsid w:val="00E81588"/>
    <w:rsid w:val="00E86C9B"/>
    <w:rsid w:val="00E952C8"/>
    <w:rsid w:val="00E95728"/>
    <w:rsid w:val="00E96861"/>
    <w:rsid w:val="00EA5D74"/>
    <w:rsid w:val="00EB25BD"/>
    <w:rsid w:val="00EB327D"/>
    <w:rsid w:val="00EB5550"/>
    <w:rsid w:val="00EC1FC0"/>
    <w:rsid w:val="00ED6996"/>
    <w:rsid w:val="00EE4C0D"/>
    <w:rsid w:val="00EE6DD3"/>
    <w:rsid w:val="00EF4843"/>
    <w:rsid w:val="00EF4885"/>
    <w:rsid w:val="00EF7026"/>
    <w:rsid w:val="00F00157"/>
    <w:rsid w:val="00F002DA"/>
    <w:rsid w:val="00F029ED"/>
    <w:rsid w:val="00F050D1"/>
    <w:rsid w:val="00F06396"/>
    <w:rsid w:val="00F070D9"/>
    <w:rsid w:val="00F15B69"/>
    <w:rsid w:val="00F17198"/>
    <w:rsid w:val="00F20672"/>
    <w:rsid w:val="00F21321"/>
    <w:rsid w:val="00F22B60"/>
    <w:rsid w:val="00F2448A"/>
    <w:rsid w:val="00F31876"/>
    <w:rsid w:val="00F34BA8"/>
    <w:rsid w:val="00F36701"/>
    <w:rsid w:val="00F43731"/>
    <w:rsid w:val="00F44FBB"/>
    <w:rsid w:val="00F471C8"/>
    <w:rsid w:val="00F52FCE"/>
    <w:rsid w:val="00F542A4"/>
    <w:rsid w:val="00F54543"/>
    <w:rsid w:val="00F55301"/>
    <w:rsid w:val="00F56D52"/>
    <w:rsid w:val="00F579D6"/>
    <w:rsid w:val="00F76842"/>
    <w:rsid w:val="00F76B90"/>
    <w:rsid w:val="00F80C31"/>
    <w:rsid w:val="00F8406C"/>
    <w:rsid w:val="00F844BA"/>
    <w:rsid w:val="00F855E8"/>
    <w:rsid w:val="00F9758C"/>
    <w:rsid w:val="00F97AFB"/>
    <w:rsid w:val="00FA506D"/>
    <w:rsid w:val="00FB4F90"/>
    <w:rsid w:val="00FB772B"/>
    <w:rsid w:val="00FC05EF"/>
    <w:rsid w:val="00FD1E1D"/>
    <w:rsid w:val="00FD344B"/>
    <w:rsid w:val="00FD3A32"/>
    <w:rsid w:val="00FD5393"/>
    <w:rsid w:val="00FD58F2"/>
    <w:rsid w:val="00FD73C2"/>
    <w:rsid w:val="00FD77F2"/>
    <w:rsid w:val="00FE2816"/>
    <w:rsid w:val="00FE32C5"/>
    <w:rsid w:val="00FF1649"/>
    <w:rsid w:val="00FF4B85"/>
    <w:rsid w:val="00FF5447"/>
    <w:rsid w:val="00FF5ED6"/>
    <w:rsid w:val="00FF7BF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12C5CD5"/>
  <w15:docId w15:val="{EB345A81-BEE9-47A3-98DF-D297F6F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20"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6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A562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ヘッダー (文字)"/>
    <w:link w:val="a5"/>
    <w:uiPriority w:val="99"/>
    <w:rsid w:val="00660428"/>
    <w:rPr>
      <w:kern w:val="2"/>
    </w:rPr>
  </w:style>
  <w:style w:type="paragraph" w:styleId="a7">
    <w:name w:val="footer"/>
    <w:basedOn w:val="a"/>
    <w:link w:val="a8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フッター (文字)"/>
    <w:link w:val="a7"/>
    <w:uiPriority w:val="99"/>
    <w:rsid w:val="00660428"/>
    <w:rPr>
      <w:kern w:val="2"/>
    </w:rPr>
  </w:style>
  <w:style w:type="paragraph" w:styleId="a9">
    <w:name w:val="List Paragraph"/>
    <w:basedOn w:val="a"/>
    <w:uiPriority w:val="34"/>
    <w:qFormat/>
    <w:rsid w:val="009A1461"/>
    <w:pPr>
      <w:ind w:leftChars="200" w:left="480"/>
    </w:pPr>
    <w:rPr>
      <w:rFonts w:ascii="Calibri" w:hAnsi="Calibri"/>
      <w:szCs w:val="22"/>
    </w:rPr>
  </w:style>
  <w:style w:type="character" w:styleId="aa">
    <w:name w:val="Placeholder Text"/>
    <w:uiPriority w:val="99"/>
    <w:semiHidden/>
    <w:rsid w:val="006C2120"/>
    <w:rPr>
      <w:color w:val="808080"/>
    </w:rPr>
  </w:style>
  <w:style w:type="character" w:styleId="ab">
    <w:name w:val="annotation reference"/>
    <w:rsid w:val="000E4698"/>
    <w:rPr>
      <w:sz w:val="18"/>
      <w:szCs w:val="18"/>
    </w:rPr>
  </w:style>
  <w:style w:type="paragraph" w:styleId="ac">
    <w:name w:val="annotation text"/>
    <w:basedOn w:val="a"/>
    <w:link w:val="ad"/>
    <w:rsid w:val="000E4698"/>
  </w:style>
  <w:style w:type="character" w:customStyle="1" w:styleId="ad">
    <w:name w:val="コメント文字列 (文字)"/>
    <w:link w:val="ac"/>
    <w:rsid w:val="000E469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0E4698"/>
    <w:rPr>
      <w:b/>
      <w:bCs/>
    </w:rPr>
  </w:style>
  <w:style w:type="character" w:customStyle="1" w:styleId="af">
    <w:name w:val="コメント内容 (文字)"/>
    <w:link w:val="ae"/>
    <w:rsid w:val="000E4698"/>
    <w:rPr>
      <w:b/>
      <w:bCs/>
      <w:kern w:val="2"/>
      <w:sz w:val="24"/>
      <w:szCs w:val="24"/>
    </w:rPr>
  </w:style>
  <w:style w:type="paragraph" w:styleId="af0">
    <w:name w:val="Revision"/>
    <w:hidden/>
    <w:uiPriority w:val="99"/>
    <w:semiHidden/>
    <w:rsid w:val="000E4698"/>
    <w:rPr>
      <w:kern w:val="2"/>
      <w:sz w:val="24"/>
      <w:szCs w:val="24"/>
      <w:lang w:eastAsia="zh-TW"/>
    </w:rPr>
  </w:style>
  <w:style w:type="paragraph" w:styleId="af1">
    <w:name w:val="Balloon Text"/>
    <w:basedOn w:val="a"/>
    <w:link w:val="af2"/>
    <w:rsid w:val="000E4698"/>
    <w:rPr>
      <w:rFonts w:ascii="Cambria" w:hAnsi="Cambria"/>
      <w:sz w:val="18"/>
      <w:szCs w:val="18"/>
    </w:rPr>
  </w:style>
  <w:style w:type="character" w:customStyle="1" w:styleId="af2">
    <w:name w:val="吹き出し (文字)"/>
    <w:link w:val="af1"/>
    <w:rsid w:val="000E4698"/>
    <w:rPr>
      <w:rFonts w:ascii="Cambria" w:eastAsia="PMingLiU" w:hAnsi="Cambria" w:cs="Times New Roman"/>
      <w:kern w:val="2"/>
      <w:sz w:val="18"/>
      <w:szCs w:val="18"/>
    </w:rPr>
  </w:style>
  <w:style w:type="character" w:styleId="af3">
    <w:name w:val="FollowedHyperlink"/>
    <w:rsid w:val="00AF6DE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BF83-37B4-42BD-B3E5-BF1721EB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8CC8ACA</Template>
  <TotalTime>121</TotalTime>
  <Pages>3</Pages>
  <Words>668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Microsoft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竹内　明子</cp:lastModifiedBy>
  <cp:revision>12</cp:revision>
  <cp:lastPrinted>2014-06-03T02:58:00Z</cp:lastPrinted>
  <dcterms:created xsi:type="dcterms:W3CDTF">2014-08-27T02:35:00Z</dcterms:created>
  <dcterms:modified xsi:type="dcterms:W3CDTF">2014-11-04T02:57:00Z</dcterms:modified>
</cp:coreProperties>
</file>